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F8A" w:rsidRDefault="00B92F8A" w:rsidP="00216293">
      <w:pPr>
        <w:pStyle w:val="Textbody"/>
        <w:spacing w:after="0"/>
        <w:ind w:left="10206"/>
      </w:pPr>
      <w:bookmarkStart w:id="0" w:name="_GoBack"/>
      <w:bookmarkEnd w:id="0"/>
      <w:r>
        <w:t>Утвержден</w:t>
      </w:r>
    </w:p>
    <w:p w:rsidR="00B92F8A" w:rsidRDefault="00B92F8A" w:rsidP="00216293">
      <w:pPr>
        <w:pStyle w:val="Textbody"/>
        <w:spacing w:after="0"/>
        <w:ind w:left="10206"/>
      </w:pPr>
      <w:r>
        <w:t>постановлением администрации</w:t>
      </w:r>
    </w:p>
    <w:p w:rsidR="00B92F8A" w:rsidRDefault="00B92F8A" w:rsidP="00216293">
      <w:pPr>
        <w:pStyle w:val="Textbody"/>
        <w:spacing w:after="0"/>
        <w:ind w:left="10206"/>
      </w:pPr>
      <w:r>
        <w:t xml:space="preserve">города Искитима </w:t>
      </w:r>
      <w:proofErr w:type="gramStart"/>
      <w:r>
        <w:t>Новосибирской</w:t>
      </w:r>
      <w:proofErr w:type="gramEnd"/>
      <w:r>
        <w:t xml:space="preserve">      </w:t>
      </w:r>
    </w:p>
    <w:p w:rsidR="00B92F8A" w:rsidRDefault="00B92F8A" w:rsidP="00216293">
      <w:pPr>
        <w:pStyle w:val="Textbody"/>
        <w:spacing w:after="0"/>
        <w:ind w:left="10206"/>
      </w:pPr>
      <w:r>
        <w:t>области</w:t>
      </w:r>
      <w:r w:rsidR="00216293">
        <w:t xml:space="preserve"> </w:t>
      </w:r>
      <w:r>
        <w:t xml:space="preserve">от </w:t>
      </w:r>
      <w:r w:rsidR="00216293">
        <w:t xml:space="preserve">05.12.2023 </w:t>
      </w:r>
      <w:r>
        <w:t xml:space="preserve">№ </w:t>
      </w:r>
      <w:r w:rsidR="00216293">
        <w:t>2413</w:t>
      </w:r>
    </w:p>
    <w:p w:rsidR="00C00750" w:rsidRPr="00B92F8A" w:rsidRDefault="00C00750" w:rsidP="00B92F8A">
      <w:pPr>
        <w:pStyle w:val="Textbody"/>
        <w:rPr>
          <w:b/>
          <w:bCs/>
        </w:rPr>
      </w:pPr>
    </w:p>
    <w:p w:rsidR="00471CDD" w:rsidRPr="00471CDD" w:rsidRDefault="0058647D" w:rsidP="00471CDD">
      <w:pPr>
        <w:widowControl w:val="0"/>
        <w:suppressAutoHyphens/>
        <w:autoSpaceDN w:val="0"/>
        <w:jc w:val="center"/>
        <w:textAlignment w:val="baseline"/>
        <w:rPr>
          <w:rFonts w:eastAsia="SimSun" w:cs="Arial"/>
          <w:kern w:val="3"/>
          <w:sz w:val="28"/>
          <w:szCs w:val="28"/>
          <w:lang w:eastAsia="zh-CN" w:bidi="hi-IN"/>
        </w:rPr>
      </w:pPr>
      <w:r>
        <w:rPr>
          <w:rFonts w:eastAsia="SimSun"/>
          <w:bCs/>
          <w:color w:val="000000"/>
          <w:kern w:val="3"/>
          <w:sz w:val="28"/>
          <w:szCs w:val="28"/>
          <w:lang w:eastAsia="zh-CN" w:bidi="hi-IN"/>
        </w:rPr>
        <w:t>Реестр м</w:t>
      </w:r>
      <w:r w:rsidR="00471CDD" w:rsidRPr="00471CDD">
        <w:rPr>
          <w:rFonts w:eastAsia="SimSun"/>
          <w:bCs/>
          <w:color w:val="000000"/>
          <w:kern w:val="3"/>
          <w:sz w:val="28"/>
          <w:szCs w:val="28"/>
          <w:lang w:eastAsia="zh-CN" w:bidi="hi-IN"/>
        </w:rPr>
        <w:t>ест</w:t>
      </w:r>
      <w:r>
        <w:rPr>
          <w:rFonts w:eastAsia="SimSun"/>
          <w:bCs/>
          <w:color w:val="000000"/>
          <w:kern w:val="3"/>
          <w:sz w:val="28"/>
          <w:szCs w:val="28"/>
          <w:lang w:eastAsia="zh-CN" w:bidi="hi-IN"/>
        </w:rPr>
        <w:t xml:space="preserve"> (площадок) накопления</w:t>
      </w:r>
      <w:r w:rsidR="00471CDD" w:rsidRPr="00471CDD">
        <w:rPr>
          <w:rFonts w:eastAsia="SimSun"/>
          <w:bCs/>
          <w:color w:val="000000"/>
          <w:kern w:val="3"/>
          <w:sz w:val="28"/>
          <w:szCs w:val="28"/>
          <w:lang w:eastAsia="zh-CN" w:bidi="hi-IN"/>
        </w:rPr>
        <w:t xml:space="preserve"> твердых коммунальных отходов на территории города Искитима</w:t>
      </w:r>
      <w:r w:rsidR="00763BFC">
        <w:rPr>
          <w:rFonts w:eastAsia="SimSun"/>
          <w:bCs/>
          <w:color w:val="000000"/>
          <w:kern w:val="3"/>
          <w:sz w:val="28"/>
          <w:szCs w:val="28"/>
          <w:lang w:eastAsia="zh-CN" w:bidi="hi-IN"/>
        </w:rPr>
        <w:t xml:space="preserve"> Новосибирской области</w:t>
      </w:r>
    </w:p>
    <w:p w:rsidR="00471CDD" w:rsidRPr="00471CDD" w:rsidRDefault="00471CDD" w:rsidP="00471CDD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bCs/>
          <w:color w:val="000000"/>
          <w:kern w:val="3"/>
          <w:sz w:val="24"/>
          <w:szCs w:val="24"/>
          <w:lang w:eastAsia="zh-CN" w:bidi="hi-IN"/>
        </w:rPr>
      </w:pPr>
    </w:p>
    <w:tbl>
      <w:tblPr>
        <w:tblW w:w="14674" w:type="dxa"/>
        <w:tblInd w:w="-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1"/>
        <w:gridCol w:w="2127"/>
        <w:gridCol w:w="1921"/>
        <w:gridCol w:w="712"/>
        <w:gridCol w:w="1232"/>
        <w:gridCol w:w="1076"/>
        <w:gridCol w:w="850"/>
        <w:gridCol w:w="2127"/>
        <w:gridCol w:w="2409"/>
        <w:gridCol w:w="1559"/>
      </w:tblGrid>
      <w:tr w:rsidR="00060A29" w:rsidRPr="00E50C88" w:rsidTr="007E172F"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057DA7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57DA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057DA7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57DA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Адрес месторасположения контейнерных площадок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DA5CD0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DA5CD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Географические координаты (широта</w:t>
            </w:r>
            <w:proofErr w:type="gramEnd"/>
          </w:p>
          <w:p w:rsidR="00060A29" w:rsidRPr="00057DA7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CD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долгота)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057DA7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57DA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Количество контейнеров</w:t>
            </w:r>
          </w:p>
          <w:p w:rsidR="00060A29" w:rsidRPr="00057DA7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57DA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(шт.)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057DA7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57DA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Объем контейнеров на площадке (куб.м.)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057DA7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57DA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Покрытие площадки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057DA7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57DA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Площадь площадки</w:t>
            </w:r>
          </w:p>
          <w:p w:rsidR="00060A29" w:rsidRPr="00057DA7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57DA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(кв.м.)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DA5CD0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CD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Источники образования ТКО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DA5CD0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CD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Собственник контейнеров, ОГРН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DA5CD0" w:rsidRDefault="00060A29" w:rsidP="00444D0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CD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Количество размещенных контейнеров с раздельным накоплением ТКО </w:t>
            </w:r>
            <w:r w:rsidR="00593C0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/ </w:t>
            </w:r>
            <w:r w:rsidR="00593C04" w:rsidRPr="00593C0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Объем контейнеров </w:t>
            </w:r>
            <w:r w:rsidRPr="00DA5CD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(</w:t>
            </w:r>
            <w:proofErr w:type="gramStart"/>
            <w:r w:rsidRPr="00DA5CD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шт</w:t>
            </w:r>
            <w:proofErr w:type="gramEnd"/>
            <w:r w:rsidR="00593C0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/куб.м.</w:t>
            </w:r>
            <w:r w:rsidRPr="00DA5CD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)</w:t>
            </w:r>
          </w:p>
        </w:tc>
      </w:tr>
      <w:tr w:rsidR="00060A29" w:rsidRPr="00E50C88" w:rsidTr="007E172F">
        <w:trPr>
          <w:trHeight w:val="74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6F0DF4" w:rsidP="002E5CE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54.627315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83.301529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535725" w:rsidRDefault="00060A29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535725" w:rsidRDefault="00060A29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4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1.1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4.4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535725" w:rsidRDefault="00060A29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C137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 д.6, 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2E5CE9" w:rsidRDefault="00060A29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060A29" w:rsidRPr="002E5CE9" w:rsidRDefault="00060A29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60A29" w:rsidRPr="002E5CE9" w:rsidRDefault="00060A29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060A29" w:rsidRPr="002E5CE9" w:rsidRDefault="00060A29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FD2896" w:rsidRPr="002A1CEB" w:rsidRDefault="00060A29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="00FD2896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="00FD2896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="00FD2896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 w:rsidR="00FD289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="00FD2896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FD2896" w:rsidRPr="002A1CEB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FD2896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EC2BE1" w:rsidRDefault="00EC2BE1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EC2BE1" w:rsidRPr="002E5CE9" w:rsidRDefault="00EC2BE1" w:rsidP="00EC2BE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EC2BE1" w:rsidRPr="002E5CE9" w:rsidRDefault="00EC2BE1" w:rsidP="00EC2BE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C2BE1" w:rsidRPr="002E5CE9" w:rsidRDefault="00EC2BE1" w:rsidP="00EC2BE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C2BE1" w:rsidRPr="002E5CE9" w:rsidRDefault="00EC2BE1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1E27BD" w:rsidP="002E5CE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3/3*1,1=3,3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71484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54.626997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83.302089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5C1378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детский сад</w:t>
            </w:r>
            <w:r w:rsidRPr="005C137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r w:rsidRPr="005C137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5C137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БДОУ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детский сад</w:t>
            </w:r>
            <w:r w:rsidRPr="005C137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№ 21 «Колокольчик»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, 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2BE1" w:rsidRPr="00EC2BE1" w:rsidRDefault="00EC2BE1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EC2BE1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EC2BE1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бюджетное дошкольное образовательное учреждение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д/с № 21 «Колокольчик»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1025404791532,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д.7А</w:t>
            </w:r>
          </w:p>
          <w:p w:rsidR="00EC2BE1" w:rsidRDefault="00EC2BE1" w:rsidP="00EC2BE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EC2BE1" w:rsidRPr="002E5CE9" w:rsidRDefault="00EC2BE1" w:rsidP="00EC2BE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EC2BE1" w:rsidRPr="002E5CE9" w:rsidRDefault="00EC2BE1" w:rsidP="00EC2BE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C2BE1" w:rsidRPr="002E5CE9" w:rsidRDefault="00EC2BE1" w:rsidP="00EC2BE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C2BE1" w:rsidRDefault="00EC2BE1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856781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1/1,1*1=1,1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д.8А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54.628472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83.303395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</w:t>
            </w:r>
            <w:r w:rsidR="008567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 </w:t>
            </w:r>
          </w:p>
          <w:p w:rsidR="00060A29" w:rsidRPr="001C2A02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="008567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 w:rsidR="008567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6,6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C137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д.8А, 9, 28А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Новосибирской области,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2A1CEB" w:rsidRDefault="002A1CEB" w:rsidP="00FD289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2A1CEB" w:rsidRPr="002A1CEB" w:rsidRDefault="002A1CEB" w:rsidP="002A1CE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D289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 w:rsidR="005D005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5-ти</w:t>
            </w:r>
            <w:r w:rsidRPr="00FD289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контейнер</w:t>
            </w:r>
            <w:r w:rsidR="00EC2BE1" w:rsidRPr="00FD289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2A1CEB" w:rsidRPr="002A1CEB" w:rsidRDefault="002A1CEB" w:rsidP="002A1CE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2A1CEB" w:rsidRDefault="002A1CEB" w:rsidP="002A1CE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 w:rsidR="00FD289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  <w:r w:rsidR="00FD289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, офис </w:t>
            </w:r>
            <w:r w:rsidR="00FD289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200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1-го контейнера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унитарное предприятие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овосибирска «Спецавтохозяйство»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1025401312287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овосибирск, Северный проезд,д.10</w:t>
            </w:r>
          </w:p>
          <w:p w:rsidR="005D0050" w:rsidRDefault="005D0050" w:rsidP="002A1CE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FD2896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FD2896" w:rsidRPr="002E5CE9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FD2896" w:rsidRPr="002E5CE9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FD2896" w:rsidRPr="002E5CE9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FD2896" w:rsidRPr="00CB268B" w:rsidRDefault="00FD2896" w:rsidP="002A1CE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E6960" w:rsidRDefault="00CE6960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1/1</w:t>
            </w:r>
            <w:r w:rsidR="00DE5D2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*1.1=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1,21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д.9А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54.626190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83.303815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школа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МБО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СОШ № 3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2896" w:rsidRPr="00FD2896" w:rsidRDefault="00FD2896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FD289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бюджетное общеобразовательное учреждение-средняя общеобразовательная школа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№ 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1025404788958,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д.9А</w:t>
            </w:r>
          </w:p>
          <w:p w:rsidR="00FD2896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FD2896" w:rsidRPr="002E5CE9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FD2896" w:rsidRPr="002E5CE9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FD2896" w:rsidRPr="002E5CE9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FD2896" w:rsidRPr="00CB268B" w:rsidRDefault="00FD2896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856781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1/1,1*1=1,1 </w:t>
            </w:r>
          </w:p>
        </w:tc>
      </w:tr>
      <w:tr w:rsidR="00060A29" w:rsidRPr="00E50C88" w:rsidTr="007E172F">
        <w:trPr>
          <w:trHeight w:val="61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д.10А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54.627569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83.305393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4*1,1=4,4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д.10А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  <w:proofErr w:type="gramEnd"/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FD2896" w:rsidRPr="002A1CEB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D289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 контейнеров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D134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ТК</w:t>
            </w:r>
            <w:proofErr w:type="gramStart"/>
            <w:r w:rsidR="00D134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FD2896" w:rsidRPr="002A1CEB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FD2896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FD2896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FD2896" w:rsidRPr="002E5CE9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FD2896" w:rsidRPr="002E5CE9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FD2896" w:rsidRPr="002E5CE9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FD2896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060A29" w:rsidRDefault="00060A29" w:rsidP="00586331">
            <w:pPr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0732C8" w:rsidRDefault="000732C8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val="en-US" w:eastAsia="zh-CN" w:bidi="hi-IN"/>
              </w:rPr>
              <w:lastRenderedPageBreak/>
              <w:t>2</w:t>
            </w:r>
            <w:r w:rsidR="007E69F4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 w:cs="Arial"/>
                <w:kern w:val="3"/>
                <w:sz w:val="24"/>
                <w:szCs w:val="24"/>
                <w:lang w:val="en-US" w:eastAsia="zh-CN" w:bidi="hi-IN"/>
              </w:rPr>
              <w:t>2*</w:t>
            </w:r>
            <w:r w:rsidR="007E69F4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1,1=</w:t>
            </w:r>
            <w:r>
              <w:rPr>
                <w:rFonts w:eastAsia="SimSun" w:cs="Arial"/>
                <w:kern w:val="3"/>
                <w:sz w:val="24"/>
                <w:szCs w:val="24"/>
                <w:lang w:val="en-US" w:eastAsia="zh-CN" w:bidi="hi-IN"/>
              </w:rPr>
              <w:t>2.2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д.11Б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54.628366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83.304160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«Хмель и солод»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Столяров Дмитрий Александрович,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308547208100040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60A29" w:rsidRPr="00E50C88" w:rsidTr="007E172F">
        <w:trPr>
          <w:trHeight w:val="6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54.627704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83.306579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A1754C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Магазин-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ООО «Альянс»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бщество с ограниченной ответственностью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«Альянс»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t xml:space="preserve"> </w:t>
            </w:r>
            <w:r w:rsidRPr="00422A0D">
              <w:rPr>
                <w:rStyle w:val="copytarget"/>
                <w:sz w:val="24"/>
                <w:szCs w:val="24"/>
              </w:rPr>
              <w:t>1075472002814</w:t>
            </w:r>
            <w:r>
              <w:rPr>
                <w:rStyle w:val="copytarget"/>
                <w:sz w:val="24"/>
                <w:szCs w:val="24"/>
              </w:rPr>
              <w:t xml:space="preserve">, 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д.13А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54.627730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83.306543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B7174D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административное здание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Акционерное общество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Новосибирский завод искусственного волокна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мкр. Индустриальный,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д.13А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422A0D">
              <w:rPr>
                <w:rStyle w:val="copytarget"/>
                <w:sz w:val="24"/>
                <w:szCs w:val="24"/>
              </w:rPr>
              <w:t>1115483001567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060A29" w:rsidRPr="00422A0D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мкр.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Южный, д.101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54.627730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83.306543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д.11, 12, 13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14а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FD2896" w:rsidRPr="002A1CEB" w:rsidRDefault="00060A29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D134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 w:rsidR="00D134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FD2896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 w:rsidR="00FD289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="00FD2896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FD2896" w:rsidRPr="002A1CEB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FD2896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FD2896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FD2896" w:rsidRPr="002E5CE9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FD2896" w:rsidRPr="002E5CE9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FD2896" w:rsidRPr="002E5CE9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FD2896" w:rsidRPr="00CB268B" w:rsidRDefault="00FD2896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1E27BD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3/3</w:t>
            </w:r>
            <w:r w:rsidR="007E69F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54.628489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83.306940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C137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«Ярче</w:t>
            </w:r>
            <w:proofErr w:type="gramStart"/>
            <w:r w:rsidRPr="005C137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ООО «Камелот-А»</w:t>
            </w:r>
            <w:r w:rsidRPr="00430017">
              <w:rPr>
                <w:rFonts w:eastAsia="SimSun"/>
                <w:color w:val="FF0000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«Камелот-А»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sz w:val="24"/>
                <w:szCs w:val="24"/>
              </w:rPr>
            </w:pPr>
            <w:r w:rsidRPr="00E26FBA">
              <w:rPr>
                <w:sz w:val="24"/>
                <w:szCs w:val="24"/>
              </w:rPr>
              <w:t>1077017026580</w:t>
            </w:r>
            <w:r>
              <w:rPr>
                <w:sz w:val="24"/>
                <w:szCs w:val="24"/>
              </w:rPr>
              <w:t>,</w:t>
            </w:r>
          </w:p>
          <w:p w:rsidR="00060A29" w:rsidRPr="00E26FBA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д.13</w:t>
            </w:r>
          </w:p>
          <w:p w:rsidR="00060A29" w:rsidRPr="00E26FBA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060A29" w:rsidRPr="00E50C88" w:rsidTr="007E172F">
        <w:trPr>
          <w:trHeight w:val="687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д.15а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54.627699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83.308430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д.15а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FD2896" w:rsidRPr="002A1CEB" w:rsidRDefault="00060A29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D134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 w:rsidR="00D134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FD2896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 w:rsidR="00FD289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="00FD2896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FD2896" w:rsidRPr="002A1CEB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FD2896" w:rsidRDefault="00FD2896" w:rsidP="00FD289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305702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EC2BE1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 w:rsidR="007E69F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/1,1*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 w:rsidR="007E69F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54.626070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83.307239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="00060A29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="00060A29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714848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 w:rsidR="0071484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д.14,15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305702" w:rsidRPr="002A1CEB" w:rsidRDefault="00060A29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 w:rsidR="003057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305702" w:rsidRPr="002A1CEB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305702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305702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305702" w:rsidRPr="00CB268B" w:rsidRDefault="00305702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1E27BD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3/3</w:t>
            </w:r>
            <w:r w:rsidR="003B40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54.624395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83.306510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д.16, 17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г. Искитим, ул. Пушкина, д.51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305702" w:rsidRPr="002A1CEB" w:rsidRDefault="00060A29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 w:rsidR="00F81E12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контейнер</w:t>
            </w:r>
            <w:r w:rsidR="00F81E12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ов</w:t>
            </w:r>
            <w:r w:rsidR="00D134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ТК</w:t>
            </w:r>
            <w:proofErr w:type="gramStart"/>
            <w:r w:rsidR="00D134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 w:rsidR="003057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305702" w:rsidRPr="002A1CEB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305702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305702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F81E12" w:rsidRDefault="00F81E12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F81E12" w:rsidRPr="00CB268B" w:rsidRDefault="00F81E12" w:rsidP="00F81E1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1E27BD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4</w:t>
            </w:r>
            <w:r w:rsidR="003B40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  <w:r w:rsidR="003B40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71484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д.16А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54.625312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83.304081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детский сад-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МБДОУ д/с № 16 «Солнышко»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, 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Default="00305702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05702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r w:rsidR="00060A2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бюджетное дошкольное образовательное учреждение</w:t>
            </w:r>
            <w:r w:rsidR="00060A29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д/с № 16 «Солнышко»</w:t>
            </w:r>
            <w:r w:rsidR="00060A2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1025404790290,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д.16А</w:t>
            </w:r>
          </w:p>
          <w:p w:rsidR="00305702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>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РСО-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305702" w:rsidRPr="00CB268B" w:rsidRDefault="00305702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1/1*1,1=1,1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54.624115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83.303588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д.21, 23, 25, 4, 18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305702" w:rsidRPr="002A1CEB" w:rsidRDefault="00060A29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 w:rsidR="003057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305702" w:rsidRPr="002A1CEB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305702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305702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Искитим, ул.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Пушкина, д.51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1E27BD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5/5*1,1</w:t>
            </w:r>
            <w:r w:rsidR="003B40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54.622527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83.303228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  <w:r w:rsidR="00060A29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 w:rsidR="00060A2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="00060A29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д.19, 20, 22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305702" w:rsidRPr="002A1CEB" w:rsidRDefault="00060A29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 w:rsidR="003057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305702" w:rsidRPr="002A1CEB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305702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305702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EC2BE1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="003B40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="003B40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54.625478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83.301654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  <w:r w:rsidR="00060A29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 w:rsidR="00060A2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="00060A29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д.24, 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Новосибирской области,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305702" w:rsidRPr="002A1CEB" w:rsidRDefault="00060A29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 w:rsidR="003057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305702" w:rsidRPr="002A1CEB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305702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305702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F81E12" w:rsidRPr="00CB268B" w:rsidRDefault="00F81E12" w:rsidP="0030570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EC2BE1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3/3</w:t>
            </w:r>
            <w:r w:rsidR="003B40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д.24А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54.624305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83.300735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6*0,7=4,2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завод железобетонных изделий-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ООО «ЖБИ-5»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, 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«ЖБИ-5»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060A29" w:rsidRPr="0006210E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6210E">
              <w:rPr>
                <w:rStyle w:val="copytarget"/>
                <w:sz w:val="24"/>
                <w:szCs w:val="24"/>
              </w:rPr>
              <w:t>1115483001930,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д.24А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54.624460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83.301979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2B722A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торговый </w:t>
            </w:r>
            <w:r w:rsidR="00060A2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павильон «У Киры»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Индивидуальный предприниматель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Солошенко К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ристина Марсовна,</w:t>
            </w:r>
          </w:p>
          <w:p w:rsidR="00060A29" w:rsidRPr="0006210E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6210E">
              <w:rPr>
                <w:rStyle w:val="copytarget"/>
                <w:sz w:val="24"/>
                <w:szCs w:val="24"/>
              </w:rPr>
              <w:t>307547223300051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д.25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54.623225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83.302607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«Магнит»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Акционерное общество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«Тандер»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060A29" w:rsidRPr="00A17088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17088">
              <w:rPr>
                <w:rStyle w:val="copytarget"/>
                <w:sz w:val="24"/>
                <w:szCs w:val="24"/>
              </w:rPr>
              <w:t>1022301598549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F15B04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15B0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F15B04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15B0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54.624307</w:t>
            </w:r>
          </w:p>
          <w:p w:rsidR="00060A29" w:rsidRPr="00F15B04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15B0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83.302561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F15B04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15B0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F15B04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15B0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F15B04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15B0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F15B04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15B0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15B0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«Продсиб»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</w:p>
          <w:p w:rsidR="00060A29" w:rsidRPr="00F15B04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15B0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ООО «Холдинг Продсиб»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060A29" w:rsidRPr="00F15B04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ИП Болтрукевич А.В.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06868">
              <w:rPr>
                <w:rStyle w:val="pseudo-link"/>
                <w:color w:val="222222"/>
                <w:sz w:val="24"/>
                <w:szCs w:val="24"/>
              </w:rPr>
              <w:t>304544531400125</w:t>
            </w:r>
            <w:r w:rsidRPr="00A17088">
              <w:rPr>
                <w:sz w:val="24"/>
                <w:szCs w:val="24"/>
              </w:rPr>
              <w:t>,</w:t>
            </w:r>
            <w:r>
              <w:t xml:space="preserve"> </w:t>
            </w:r>
          </w:p>
          <w:p w:rsidR="00060A29" w:rsidRPr="00F15B04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15B0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мкр. Индустриальный,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60A29" w:rsidRPr="00F15B04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F15B04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15B0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54.627985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83.301088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F15B04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F15B04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F15B04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F15B04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«Пятерочка»-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ООО «Агроторг», </w:t>
            </w:r>
          </w:p>
          <w:p w:rsidR="00060A29" w:rsidRPr="00F15B04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ответственностью 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«Агроторг»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5068D">
              <w:rPr>
                <w:rStyle w:val="copytarget"/>
                <w:sz w:val="24"/>
                <w:szCs w:val="24"/>
              </w:rPr>
              <w:t>1027809237796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26Б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54.629444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83.303366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  <w:r w:rsidR="00060A29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 w:rsidR="00060A2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="00060A29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9D3818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E70BE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д.27, 27А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305702" w:rsidRPr="002A1CEB" w:rsidRDefault="00060A29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</w:t>
            </w:r>
            <w:r w:rsidR="00F81E12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ограниченной</w:t>
            </w:r>
            <w:proofErr w:type="gramEnd"/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 w:rsidR="003057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305702" w:rsidRPr="002A1CEB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305702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305702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F81E12" w:rsidRDefault="00F81E12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F81E12" w:rsidRPr="00CB268B" w:rsidRDefault="00F81E12" w:rsidP="00F81E1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1E27BD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4/4</w:t>
            </w:r>
            <w:r w:rsidR="003B40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9E3930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д.27Б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9E3930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54.628748</w:t>
            </w:r>
          </w:p>
          <w:p w:rsidR="00060A29" w:rsidRPr="009E3930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83.303191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9E3930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9E3930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9E3930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9E3930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«Мария-Ра»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ООО «Розница-К»,</w:t>
            </w:r>
          </w:p>
          <w:p w:rsidR="00060A29" w:rsidRPr="009E3930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bookmarkStart w:id="1" w:name="_Hlk46408202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«Розница-К»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t xml:space="preserve"> </w:t>
            </w:r>
            <w:r w:rsidRPr="000D4BD1">
              <w:rPr>
                <w:rStyle w:val="copytarget"/>
                <w:sz w:val="24"/>
                <w:szCs w:val="24"/>
              </w:rPr>
              <w:t>1052242262478</w:t>
            </w:r>
            <w:bookmarkEnd w:id="1"/>
            <w:r>
              <w:rPr>
                <w:rStyle w:val="copytarget"/>
                <w:sz w:val="24"/>
                <w:szCs w:val="24"/>
              </w:rPr>
              <w:t>,</w:t>
            </w:r>
          </w:p>
          <w:p w:rsidR="00060A29" w:rsidRPr="009E3930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д.27Б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9E3930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60A29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D31430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54.628065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83.300794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="00060A2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д.26А, 28, 29</w:t>
            </w:r>
            <w:r w:rsidR="00E0041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29А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060A29" w:rsidRPr="00CB268B" w:rsidRDefault="00060A29" w:rsidP="006A34A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305702" w:rsidRPr="002A1CEB" w:rsidRDefault="00060A29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 w:rsidR="003057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305702" w:rsidRPr="002A1CEB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305702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305702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05702" w:rsidRPr="002E5CE9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305702" w:rsidRPr="00CB268B" w:rsidRDefault="00305702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3B4035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lastRenderedPageBreak/>
              <w:t>2/2*1,1=2,2</w:t>
            </w:r>
          </w:p>
        </w:tc>
      </w:tr>
      <w:tr w:rsidR="00060A29" w:rsidRPr="00E50C88" w:rsidTr="007E172F">
        <w:trPr>
          <w:trHeight w:val="4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D31430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54.630154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83.299593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д.30, 30А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060A29" w:rsidRPr="002E5CE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305702" w:rsidRPr="002A1CEB" w:rsidRDefault="00060A29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 w:rsidR="003057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="00305702"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305702" w:rsidRPr="002A1CEB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305702" w:rsidRDefault="00305702" w:rsidP="0030570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8F3C37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8F3C37" w:rsidRPr="002E5CE9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8F3C37" w:rsidRPr="002E5CE9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F3C37" w:rsidRPr="002E5CE9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EC2BE1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lastRenderedPageBreak/>
              <w:t>3/3</w:t>
            </w:r>
            <w:r w:rsidR="003D4B83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</w:tr>
      <w:tr w:rsidR="00060A29" w:rsidRPr="00E50C88" w:rsidTr="007E172F">
        <w:trPr>
          <w:trHeight w:val="12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D31430" w:rsidP="0058633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д.30Б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54.630123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83.301622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детский сад-</w:t>
            </w:r>
          </w:p>
          <w:p w:rsidR="00060A29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МАДОУ д/с № 23 «Дельфинчик»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A29" w:rsidRDefault="008F3C37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bookmarkStart w:id="2" w:name="_Hlk46408326"/>
            <w:r w:rsidRPr="008F3C37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8F3C37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="00060A2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автономное дошкольное образовательное учреждение</w:t>
            </w:r>
            <w:r w:rsidR="00060A29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д/с № 23 «Дельфинчик»</w:t>
            </w:r>
            <w:r w:rsidR="00060A2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1025404789134</w:t>
            </w:r>
            <w:bookmarkEnd w:id="2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8F3C37" w:rsidRDefault="00060A29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д.30Б</w:t>
            </w:r>
            <w:r w:rsidR="008F3C37"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</w:t>
            </w:r>
          </w:p>
          <w:p w:rsidR="008F3C37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РСО-</w:t>
            </w:r>
          </w:p>
          <w:p w:rsidR="008F3C37" w:rsidRPr="002E5CE9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8F3C37" w:rsidRPr="002E5CE9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F3C37" w:rsidRPr="002E5CE9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060A29" w:rsidRPr="00CB268B" w:rsidRDefault="00060A29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A29" w:rsidRPr="00CB268B" w:rsidRDefault="003D4B83" w:rsidP="005863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1/1*1,1=1,1</w:t>
            </w:r>
          </w:p>
        </w:tc>
      </w:tr>
      <w:tr w:rsidR="00EE3F28" w:rsidRPr="00E50C88" w:rsidTr="007E172F">
        <w:trPr>
          <w:trHeight w:val="12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D31430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 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54.629170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83.306350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3D4B8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3D4B8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Торговый павильон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АО «Новосибирская птицефабрика», 1025404669982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6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D31430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54.630238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83.306780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="003D4B8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 w:rsidR="003D4B8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кр. Индустриальный, 31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 контейнеро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8F3C37" w:rsidRDefault="008F3C37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8F3C37" w:rsidRPr="002A1CEB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8F3C37" w:rsidRPr="002A1CEB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8F3C37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8F3C37" w:rsidRPr="002E5CE9" w:rsidRDefault="008F3C37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8F3C37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8F3C37" w:rsidRPr="002E5CE9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8F3C37" w:rsidRPr="002E5CE9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F3C37" w:rsidRPr="002E5CE9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1E27B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2/2</w:t>
            </w:r>
            <w:r w:rsidR="003D4B8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D31430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д.32А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54.629704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83.298713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Военкомат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Федеральное казенное учреждение «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Военный комиссариат  Новосибирской области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1035402410542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д.32А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129"/>
        </w:trPr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D31430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д.32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54.629424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83.29911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  <w:p w:rsidR="00EE3F28" w:rsidRPr="005E3BDC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 w:rsidRPr="005E3BDC">
              <w:rPr>
                <w:rFonts w:eastAsia="SimSun"/>
                <w:kern w:val="3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д.32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«Риал»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AD4A02">
              <w:rPr>
                <w:rStyle w:val="copytarget"/>
                <w:sz w:val="24"/>
                <w:szCs w:val="24"/>
              </w:rPr>
              <w:t>1135483001433</w:t>
            </w:r>
            <w:r>
              <w:rPr>
                <w:rStyle w:val="copytarget"/>
                <w:sz w:val="24"/>
                <w:szCs w:val="24"/>
              </w:rPr>
              <w:t xml:space="preserve">,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>
              <w:rPr>
                <w:rStyle w:val="copytarget"/>
                <w:sz w:val="24"/>
                <w:szCs w:val="24"/>
              </w:rPr>
              <w:t>г. Искитим, мкр. Южный, д. 9а</w:t>
            </w:r>
          </w:p>
          <w:p w:rsidR="00EE3F28" w:rsidRPr="00AD4A02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D31430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д.33А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54.630931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83.299632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0.7*2=1.4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BD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р. Индустриальный, д.33А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«Комфортный дом»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Pr="00AD4A02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D4A02">
              <w:rPr>
                <w:rStyle w:val="copytarget"/>
                <w:sz w:val="24"/>
                <w:szCs w:val="24"/>
              </w:rPr>
              <w:t>1155476003517</w:t>
            </w:r>
            <w:r>
              <w:rPr>
                <w:rStyle w:val="copytarget"/>
                <w:sz w:val="24"/>
                <w:szCs w:val="24"/>
              </w:rPr>
              <w:t>, г. Искитим, мкр. Индустриальный, д.53 кв.49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D31430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54.630551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83.299235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BD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д.33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«Риал»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AD4A02">
              <w:rPr>
                <w:rStyle w:val="copytarget"/>
                <w:sz w:val="24"/>
                <w:szCs w:val="24"/>
              </w:rPr>
              <w:t>1135483001433</w:t>
            </w:r>
            <w:r>
              <w:rPr>
                <w:rStyle w:val="copytarget"/>
                <w:sz w:val="24"/>
                <w:szCs w:val="24"/>
              </w:rPr>
              <w:t xml:space="preserve">,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>
              <w:rPr>
                <w:rStyle w:val="copytarget"/>
                <w:sz w:val="24"/>
                <w:szCs w:val="24"/>
              </w:rPr>
              <w:t>г. Искитим, мкр. Южный, д. 9а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98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D31430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54.630466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83.303799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BD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д.37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3C37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«Комфортный дом»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Pr="00A71760" w:rsidRDefault="008F3C37" w:rsidP="008F3C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D4A02">
              <w:rPr>
                <w:rStyle w:val="copytarget"/>
                <w:sz w:val="24"/>
                <w:szCs w:val="24"/>
              </w:rPr>
              <w:t>1155476003517</w:t>
            </w:r>
            <w:r>
              <w:rPr>
                <w:rStyle w:val="copytarget"/>
                <w:sz w:val="24"/>
                <w:szCs w:val="24"/>
              </w:rPr>
              <w:t>, г. Искитим, мкр. Индустриальный, д.53 кв.49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98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D31430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34352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54.630559</w:t>
            </w:r>
          </w:p>
          <w:p w:rsidR="0034352C" w:rsidRPr="00CB268B" w:rsidRDefault="0034352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83.302981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5D005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5D005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*1.1=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397A8F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397A8F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 w:rsidR="005D005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2-х </w:t>
            </w:r>
            <w:r w:rsidRPr="00397A8F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397A8F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«Комфортный дом» 1155476003517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>
              <w:rPr>
                <w:rStyle w:val="copytarget"/>
                <w:sz w:val="24"/>
                <w:szCs w:val="24"/>
              </w:rPr>
              <w:t xml:space="preserve"> г. Искитим, мкр. Индустриальный, д.53,кв.49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1-го контейнера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унитарное предприятие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овосибирска «Спецавтохозяйство»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1025401312287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овосибирск, Северный проезд,д.10</w:t>
            </w:r>
          </w:p>
          <w:p w:rsidR="005D0050" w:rsidRDefault="005D005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</w:p>
          <w:p w:rsidR="00397A8F" w:rsidRDefault="00397A8F" w:rsidP="00397A8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397A8F" w:rsidRPr="002E5CE9" w:rsidRDefault="00397A8F" w:rsidP="00397A8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397A8F" w:rsidRPr="002E5CE9" w:rsidRDefault="00397A8F" w:rsidP="00397A8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97A8F" w:rsidRPr="002E5CE9" w:rsidRDefault="00397A8F" w:rsidP="00397A8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397A8F" w:rsidRDefault="00397A8F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3D4B8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2/2*1,1=2,2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D31430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54.628921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83.304947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отделение связи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Публичное акционерное общество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«Ростелеком»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1027700198767,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D31430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54.629392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83.305831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«Продсиб»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sz w:val="24"/>
                <w:szCs w:val="24"/>
              </w:rPr>
            </w:pPr>
            <w:bookmarkStart w:id="3" w:name="_Hlk46409747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Болтрукевич Алексей Владимирович</w:t>
            </w:r>
            <w:r w:rsidRPr="00A17088">
              <w:rPr>
                <w:sz w:val="24"/>
                <w:szCs w:val="24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304544531400125</w:t>
            </w:r>
            <w:r>
              <w:t xml:space="preserve"> </w:t>
            </w:r>
          </w:p>
          <w:bookmarkEnd w:id="3"/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D31430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54.631381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83.301546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школа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МАОУ СОШ № 4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397A8F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bookmarkStart w:id="4" w:name="_Hlk46410042"/>
            <w:r w:rsidRPr="00397A8F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397A8F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автономное общеобразовательное учреждение средняя общеобразовательная школа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№ 4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1025404789002</w:t>
            </w:r>
          </w:p>
          <w:bookmarkEnd w:id="4"/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д.44</w:t>
            </w:r>
          </w:p>
          <w:p w:rsidR="00397A8F" w:rsidRDefault="00397A8F" w:rsidP="00397A8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РСО-</w:t>
            </w:r>
          </w:p>
          <w:p w:rsidR="00397A8F" w:rsidRPr="002E5CE9" w:rsidRDefault="00397A8F" w:rsidP="00397A8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Искитима Новосибирской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области,</w:t>
            </w:r>
          </w:p>
          <w:p w:rsidR="00397A8F" w:rsidRPr="002E5CE9" w:rsidRDefault="00397A8F" w:rsidP="00397A8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97A8F" w:rsidRPr="002E5CE9" w:rsidRDefault="00397A8F" w:rsidP="00397A8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397A8F" w:rsidRPr="00CB268B" w:rsidRDefault="00397A8F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3D4B8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1/1*1,1=1,1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D31430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54.629386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83.309285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8*1,1=8,8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24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BD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д.45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«Риал»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AD4A02">
              <w:rPr>
                <w:rStyle w:val="copytarget"/>
                <w:sz w:val="24"/>
                <w:szCs w:val="24"/>
              </w:rPr>
              <w:t>1135483001433</w:t>
            </w:r>
            <w:r>
              <w:rPr>
                <w:rStyle w:val="copytarget"/>
                <w:sz w:val="24"/>
                <w:szCs w:val="24"/>
              </w:rPr>
              <w:t xml:space="preserve">,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>
              <w:rPr>
                <w:rStyle w:val="copytarget"/>
                <w:sz w:val="24"/>
                <w:szCs w:val="24"/>
              </w:rPr>
              <w:t>г. Искитим, мкр. Южный, д. 9а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D31430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54.630208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83.307826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BD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д.46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«Риал»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AD4A02">
              <w:rPr>
                <w:rStyle w:val="copytarget"/>
                <w:sz w:val="24"/>
                <w:szCs w:val="24"/>
              </w:rPr>
              <w:t>1135483001433</w:t>
            </w:r>
            <w:r>
              <w:rPr>
                <w:rStyle w:val="copytarget"/>
                <w:sz w:val="24"/>
                <w:szCs w:val="24"/>
              </w:rPr>
              <w:t xml:space="preserve">,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>
              <w:rPr>
                <w:rStyle w:val="copytarget"/>
                <w:sz w:val="24"/>
                <w:szCs w:val="24"/>
              </w:rPr>
              <w:t>г. Искитим, мкр. Южный, д. 9а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D31430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9E393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д.46А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9E393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54.629742</w:t>
            </w:r>
          </w:p>
          <w:p w:rsidR="00EE3F28" w:rsidRPr="009E393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83.308064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9E393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9E393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9E393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9E393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9E393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агазин «Пятерочка»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bookmarkStart w:id="5" w:name="_Hlk46410517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ответственностью 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«Агроторг»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5068D">
              <w:rPr>
                <w:rStyle w:val="copytarget"/>
                <w:sz w:val="24"/>
                <w:szCs w:val="24"/>
              </w:rPr>
              <w:t>1027809237796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EE3F28" w:rsidRPr="0015068D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д.46А</w:t>
            </w:r>
            <w:bookmarkEnd w:id="5"/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9E393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D31430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д.47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54.629943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83.304610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7A8F" w:rsidRPr="00397A8F" w:rsidRDefault="00397A8F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397A8F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</w:t>
            </w:r>
          </w:p>
          <w:p w:rsidR="00397A8F" w:rsidRPr="00397A8F" w:rsidRDefault="00D1343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к</w:t>
            </w:r>
            <w:r w:rsidR="00397A8F" w:rsidRPr="00397A8F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онтейнера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="00397A8F" w:rsidRPr="00397A8F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Новосибирской области,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г. Искитим, ул. Пушкина, д.51</w:t>
            </w:r>
          </w:p>
          <w:p w:rsidR="00397A8F" w:rsidRDefault="00397A8F" w:rsidP="00397A8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РСО-</w:t>
            </w:r>
          </w:p>
          <w:p w:rsidR="00397A8F" w:rsidRPr="002E5CE9" w:rsidRDefault="00397A8F" w:rsidP="00397A8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397A8F" w:rsidRPr="002E5CE9" w:rsidRDefault="00397A8F" w:rsidP="00397A8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97A8F" w:rsidRPr="002E5CE9" w:rsidRDefault="00397A8F" w:rsidP="00397A8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397A8F" w:rsidRPr="00CB268B" w:rsidRDefault="00397A8F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66578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1/1*1,1=1,1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D31430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54.633368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83.303362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4*0.7=2.8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BD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д.52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Товарищество собственников жилья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«Магистральное»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C22A86">
              <w:rPr>
                <w:rStyle w:val="copytarget"/>
                <w:sz w:val="24"/>
                <w:szCs w:val="24"/>
              </w:rPr>
              <w:t>1085472000393</w:t>
            </w:r>
            <w:r>
              <w:rPr>
                <w:rStyle w:val="copytarget"/>
                <w:sz w:val="24"/>
                <w:szCs w:val="24"/>
              </w:rPr>
              <w:t xml:space="preserve">, </w:t>
            </w:r>
          </w:p>
          <w:p w:rsidR="00EE3F28" w:rsidRPr="00C22A8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D31430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д.52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54.633368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83.303362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AE262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 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AE262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*0.7=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   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Pr="00CB268B" w:rsidRDefault="00EE3F28" w:rsidP="00AE262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8119E9" w:rsidP="008119E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     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</w:t>
            </w:r>
            <w:proofErr w:type="gramStart"/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</w:t>
            </w:r>
            <w:proofErr w:type="gramEnd"/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52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8119E9" w:rsidP="008119E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 ответственностью «Аванта»,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6371DF">
              <w:rPr>
                <w:rStyle w:val="copytarget"/>
                <w:sz w:val="24"/>
                <w:szCs w:val="24"/>
              </w:rPr>
              <w:t>1025404788584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EE3F28" w:rsidRPr="006371DF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д.52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D31430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Индустриальный, д.5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AA3B0A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54.633537</w:t>
            </w:r>
          </w:p>
          <w:p w:rsidR="00AA3B0A" w:rsidRPr="00CB268B" w:rsidRDefault="00AA3B0A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83.304651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AA3B0A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AA3B0A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административно-торговое здание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«Полюс Плюс» 1145476033438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Новосибирская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область,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.Б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ердск, ул.Барнаульская,19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D31430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Индустриальный, д.53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54.634090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83.303490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4*0.7=2.8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BD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д.53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оварищество собственников недвижимости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«Комфорт»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extended-textshort"/>
                <w:sz w:val="24"/>
                <w:szCs w:val="24"/>
              </w:rPr>
            </w:pPr>
            <w:r w:rsidRPr="00C22A86">
              <w:rPr>
                <w:rStyle w:val="extended-textshort"/>
                <w:sz w:val="24"/>
                <w:szCs w:val="24"/>
              </w:rPr>
              <w:t>1105472000743</w:t>
            </w:r>
            <w:r>
              <w:rPr>
                <w:rStyle w:val="extended-textshort"/>
                <w:sz w:val="24"/>
                <w:szCs w:val="24"/>
              </w:rPr>
              <w:t>,</w:t>
            </w:r>
          </w:p>
          <w:p w:rsidR="00EE3F28" w:rsidRPr="00C22A8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22A86">
              <w:rPr>
                <w:rStyle w:val="extended-textshort"/>
                <w:sz w:val="24"/>
                <w:szCs w:val="24"/>
              </w:rPr>
              <w:t>г. Искитим, мкр. Индустриальный, д.53 кв.49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Индустриальный, д.54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54.633903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83.302492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4*0.7=2.8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BD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д.54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оварищество собственников жилья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«Индустриальный-54»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,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D36B5C">
              <w:rPr>
                <w:color w:val="000000"/>
                <w:sz w:val="24"/>
                <w:szCs w:val="24"/>
              </w:rPr>
              <w:t>1105472000600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EE3F28" w:rsidRPr="00D36B5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22A86">
              <w:rPr>
                <w:rStyle w:val="extended-textshort"/>
                <w:sz w:val="24"/>
                <w:szCs w:val="24"/>
              </w:rPr>
              <w:t>г. Искитим, мкр. Индустриальный, д.53 кв.49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д.56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54.633522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83.297154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5*0.7=3.5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BD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 Индустриальный, д.56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оварищество собственников жилья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«Индустриальный-56»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D36B5C">
              <w:rPr>
                <w:rStyle w:val="copytarget"/>
                <w:sz w:val="24"/>
                <w:szCs w:val="24"/>
              </w:rPr>
              <w:t>1105483000150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EE3F28" w:rsidRPr="00D36B5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Индустриальный, д.56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    д. 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54.631852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83.287450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0F41BD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0F41BD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1.1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=2,</w:t>
            </w: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банк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-     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Искитимское 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отделение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НО № 8047 ПАО «Сбербанк России»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,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         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убличное акционерное общество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Сбербанк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России»,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C22A86">
              <w:rPr>
                <w:color w:val="000000"/>
                <w:sz w:val="24"/>
                <w:szCs w:val="24"/>
              </w:rPr>
              <w:t>1027700132195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 д.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6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             д. 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54.629755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83.288212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«Магнит»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 xml:space="preserve">Индивидуальный предприниматель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 xml:space="preserve">Черских Александр Васильевич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304547221700097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Новосибирская область,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.И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скитим, ул.Советская,213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EE3F28" w:rsidRPr="00E50C88" w:rsidTr="007E172F">
        <w:trPr>
          <w:trHeight w:val="45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54.627831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83.287697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B35E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B35E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0E70B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0E70B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 д.8, 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F95BBC" w:rsidRPr="002A1CEB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F95BBC" w:rsidRPr="002A1CEB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F95BBC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F95BBC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F95BB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  <w:r w:rsidR="006B2C9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  <w:r w:rsidR="006B2C9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357FA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</w:tr>
      <w:tr w:rsidR="00EE3F28" w:rsidRPr="00E50C88" w:rsidTr="007E172F">
        <w:trPr>
          <w:trHeight w:val="45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5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B071E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</w:t>
            </w:r>
            <w:proofErr w:type="gramStart"/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одгорный,д.8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FB071E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5</w:t>
            </w: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4.627839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83.287730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B071E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B071E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  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B071E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    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B071E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Магазин «Пятерочка»-      ООО «Агроторг»</w:t>
            </w:r>
          </w:p>
          <w:p w:rsidR="00EE3F28" w:rsidRPr="00FB071E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ндивидуальный предприниматель</w:t>
            </w: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Таранов Е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вгений </w:t>
            </w: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В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асильевич,</w:t>
            </w:r>
          </w:p>
          <w:p w:rsidR="00EE3F28" w:rsidRPr="00CE759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E7595">
              <w:rPr>
                <w:rStyle w:val="copytarget"/>
                <w:sz w:val="24"/>
                <w:szCs w:val="24"/>
              </w:rPr>
              <w:t>304547225000017</w:t>
            </w:r>
          </w:p>
          <w:p w:rsidR="00EE3F28" w:rsidRPr="00FB071E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FB071E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д.11а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54.626692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83.285926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Административное здание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униципальное казенное учреждение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«Управление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жилищно-коммунального хозяйства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1085472002109,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д.11а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д.11а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54.626690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83.286013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Административное здание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управляющей организации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ООО Строительная фирма «Запад», </w:t>
            </w:r>
          </w:p>
          <w:p w:rsidR="00EE3F28" w:rsidRPr="00CF7CE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CF7CE0">
              <w:rPr>
                <w:rStyle w:val="copytarget"/>
                <w:sz w:val="24"/>
                <w:szCs w:val="24"/>
              </w:rPr>
              <w:t>1135483000355,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7CE0">
              <w:rPr>
                <w:sz w:val="24"/>
                <w:szCs w:val="24"/>
              </w:rPr>
              <w:t>город Новосибирск, Станционная улица, дом 41, кабинет 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 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54.626455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83.286270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CE696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CE696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6,6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D381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D381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д.23, 43, 41, 26,27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F95BBC" w:rsidRPr="002A1CEB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 w:rsidR="005D005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5-ти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F95BBC" w:rsidRPr="002A1CEB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F95BBC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1-го контейнера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унитарное предприятие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овосибирска «Спецавтохозяйство»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1025401312287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овосибирск, Северный проезд,д.10</w:t>
            </w:r>
          </w:p>
          <w:p w:rsidR="005D0050" w:rsidRDefault="005D0050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F95BBC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</w:t>
            </w:r>
            <w:r w:rsidR="00C016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C016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=2,2</w:t>
            </w:r>
          </w:p>
        </w:tc>
      </w:tr>
      <w:tr w:rsidR="00EE3F28" w:rsidRPr="00E50C88" w:rsidTr="007E172F">
        <w:trPr>
          <w:trHeight w:val="48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5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 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54.624563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83.286656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5.5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17,5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</w:t>
            </w:r>
          </w:p>
          <w:p w:rsidR="00EE3F28" w:rsidRPr="0053560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 29, 29а, 30, 27а, 28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 w:rsidRPr="0053560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33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F95BBC" w:rsidRPr="002A1CEB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F95BBC" w:rsidRPr="002A1CEB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F95BBC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F95BBC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F95BB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5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D6165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</w:tr>
      <w:tr w:rsidR="00EE3F28" w:rsidRPr="00E50C88" w:rsidTr="007E172F">
        <w:trPr>
          <w:trHeight w:val="506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5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д.29а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54.624563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83.286656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Магазин «Хмель и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олод»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Столяров Дмитрий Александрович,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308547208100040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3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54.624202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83.288094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BD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одгорный д. 31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«ЖЭУ №1»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AD4EB4">
              <w:rPr>
                <w:rStyle w:val="copytarget"/>
                <w:sz w:val="24"/>
                <w:szCs w:val="24"/>
              </w:rPr>
              <w:t>1065472008788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EE3F28" w:rsidRPr="00AD4EB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одгорный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д.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31а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54.623747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83.288233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Административное здание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Новосибирскэ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нергосбыт»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Искитимское отделение Открытое акционерное общество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Новосибирскэ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нергос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быт»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sz w:val="24"/>
                <w:szCs w:val="24"/>
              </w:rPr>
            </w:pPr>
            <w:r w:rsidRPr="00D45798">
              <w:rPr>
                <w:sz w:val="24"/>
                <w:szCs w:val="24"/>
              </w:rPr>
              <w:t> 1065407151127</w:t>
            </w:r>
            <w:r>
              <w:rPr>
                <w:sz w:val="24"/>
                <w:szCs w:val="24"/>
              </w:rPr>
              <w:t>,</w:t>
            </w:r>
          </w:p>
          <w:p w:rsidR="00EE3F28" w:rsidRPr="00D4579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одгорный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31а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EE3F28" w:rsidRPr="00E50C88" w:rsidTr="007E172F">
        <w:trPr>
          <w:trHeight w:val="4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B37F7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54.622575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83.287594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школа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-                  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МБОУ СОШ №8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F95BB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95BBC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F95BBC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бюджетное общеобразовательное учреждение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средняя общеобразовательная школа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№8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,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1025404790278,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д.35</w:t>
            </w:r>
          </w:p>
          <w:p w:rsidR="00F95BBC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РСО-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F95BBC" w:rsidRPr="00CB268B" w:rsidRDefault="00F95BB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1/1*</w:t>
            </w:r>
            <w:r w:rsidR="00CE66C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,1</w:t>
            </w:r>
            <w:r w:rsidR="00167E7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=1,1</w:t>
            </w:r>
          </w:p>
        </w:tc>
      </w:tr>
      <w:tr w:rsidR="00EE3F28" w:rsidRPr="00E50C88" w:rsidTr="007E172F">
        <w:trPr>
          <w:trHeight w:val="46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               д. 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54.630161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83.285824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 36, 48, 15а</w:t>
            </w:r>
            <w:r w:rsidR="00200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,1,2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F95BBC" w:rsidRPr="002A1CEB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F95BBC" w:rsidRPr="002A1CEB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F95BBC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F95BBC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F95BB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B92C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</w:tr>
      <w:tr w:rsidR="00EE3F28" w:rsidRPr="00E50C88" w:rsidTr="007E172F">
        <w:trPr>
          <w:trHeight w:val="4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6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54.628530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83.282530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агазин «Радость»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«Александра»,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D45798">
              <w:rPr>
                <w:rStyle w:val="copytarget"/>
                <w:sz w:val="24"/>
                <w:szCs w:val="24"/>
              </w:rPr>
              <w:t>1065472008799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 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д.44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54.628249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83.282203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6,6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0E70B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0E70B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 д. 45, 44, 46, 46в, 34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F95BBC" w:rsidRPr="002A1CEB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>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F95BBC" w:rsidRPr="002A1CEB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F95BBC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F95BBC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F95BB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5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FD71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</w:tr>
      <w:tr w:rsidR="00EE3F28" w:rsidRPr="00E50C88" w:rsidTr="007E172F">
        <w:trPr>
          <w:trHeight w:val="5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6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д.46Б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54.628249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83.282203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Спортивная школа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F95BB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95BBC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F95BBC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униципальное автономное образовательное учреждение 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дополнительного образования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«Д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етск</w:t>
            </w:r>
            <w:proofErr w:type="gramStart"/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о-</w:t>
            </w:r>
            <w:proofErr w:type="gramEnd"/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юношеская спортивная школа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CE0076">
              <w:rPr>
                <w:rStyle w:val="copytarget"/>
                <w:sz w:val="24"/>
                <w:szCs w:val="24"/>
              </w:rPr>
              <w:t>1025404788310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д.46Б</w:t>
            </w:r>
          </w:p>
          <w:p w:rsidR="00F95BBC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РСО-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Искитима Новосибирской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области,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F95BBC" w:rsidRPr="00CE0076" w:rsidRDefault="00F95BB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Pr="00CB268B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1/1*</w:t>
            </w:r>
            <w:r w:rsidR="004332B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1,1=1,1</w:t>
            </w:r>
          </w:p>
        </w:tc>
      </w:tr>
      <w:tr w:rsidR="00EE3F28" w:rsidRPr="00E50C88" w:rsidTr="007E172F">
        <w:trPr>
          <w:trHeight w:val="44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6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    д. 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54.627452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83.280014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7,2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 46а, 47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F95BBC" w:rsidRPr="002A1CEB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F95BBC" w:rsidRPr="002A1CEB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F95BBC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F95BBC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F95BB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1/1*1,1=1,1</w:t>
            </w:r>
          </w:p>
        </w:tc>
      </w:tr>
      <w:tr w:rsidR="00EE3F28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6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  д. 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54.630146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83.288445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бетонированное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8,6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 6, 3, 49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F95BBC" w:rsidRPr="002A1CEB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F95BBC" w:rsidRPr="002A1CEB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F95BBC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F95BBC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F95BBC" w:rsidRPr="002E5CE9" w:rsidRDefault="00F95BBC" w:rsidP="00F95BB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F95BB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C50D5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</w:tr>
      <w:tr w:rsidR="00A417C6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417C6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417C6" w:rsidRPr="00E7172B" w:rsidRDefault="00A417C6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 д. 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7C6" w:rsidRPr="00E7172B" w:rsidRDefault="00A417C6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54.628290</w:t>
            </w:r>
          </w:p>
          <w:p w:rsidR="00A417C6" w:rsidRPr="00E7172B" w:rsidRDefault="00A417C6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83.284092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417C6" w:rsidRPr="00E7172B" w:rsidRDefault="00E7172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417C6" w:rsidRPr="00E7172B" w:rsidRDefault="00E7172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417C6" w:rsidRPr="00E7172B" w:rsidRDefault="00E7172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417C6" w:rsidRPr="00E7172B" w:rsidRDefault="00E7172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417C6" w:rsidRPr="00E7172B" w:rsidRDefault="00A417C6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Детский сад «Сибирячок»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417C6" w:rsidRPr="00E7172B" w:rsidRDefault="00A417C6" w:rsidP="00A417C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 РСО-</w:t>
            </w:r>
          </w:p>
          <w:p w:rsidR="00A417C6" w:rsidRPr="00E7172B" w:rsidRDefault="00A417C6" w:rsidP="00A417C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417C6" w:rsidRPr="00E7172B" w:rsidRDefault="00A417C6" w:rsidP="00A417C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417C6" w:rsidRPr="00E7172B" w:rsidRDefault="00A417C6" w:rsidP="00A417C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г. Искитим, ул. Пушкина, д.51</w:t>
            </w:r>
          </w:p>
          <w:p w:rsidR="00A417C6" w:rsidRPr="00E7172B" w:rsidRDefault="00A417C6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7C6" w:rsidRPr="00E7172B" w:rsidRDefault="00A417C6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1/1*1,1=1,1</w:t>
            </w:r>
          </w:p>
        </w:tc>
      </w:tr>
      <w:tr w:rsidR="00EE3F28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одгорный, д.76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54.623396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83.285537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детский сад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МБДОУ№</w:t>
            </w: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25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«Медвежонок»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DF3D4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F3D4C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DF3D4C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униципальное бюджетное дошкольное образовательное учреждение 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№25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«Медвежонок»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,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1025404790883.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одгорный, д.76</w:t>
            </w:r>
          </w:p>
          <w:p w:rsidR="00DF3D4C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РСО-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DF3D4C" w:rsidRPr="00CB268B" w:rsidRDefault="00DF3D4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1/1*</w:t>
            </w:r>
            <w:r w:rsidR="0016653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1,1=1,1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Северный,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54.654428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83.299118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детский сад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МБДОУ  д/с № 5 «Золотой ключик»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bookmarkStart w:id="6" w:name="_Hlk46410948"/>
            <w:r w:rsidR="00DF3D4C" w:rsidRPr="00DF3D4C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ТКО</w:t>
            </w:r>
            <w:r w:rsidR="00DF3D4C" w:rsidRPr="00DF3D4C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бюджетное дошкольное образовательное учреждение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№ 5 «Золотой ключик»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1025404791411,</w:t>
            </w:r>
          </w:p>
          <w:bookmarkEnd w:id="6"/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Северный, д.3</w:t>
            </w:r>
          </w:p>
          <w:p w:rsidR="00DF3D4C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Искитима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Новосибирской области,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DF3D4C" w:rsidRPr="00CB268B" w:rsidRDefault="00DF3D4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66578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lastRenderedPageBreak/>
              <w:t>1/1*1,1=1,1</w:t>
            </w:r>
          </w:p>
        </w:tc>
      </w:tr>
      <w:tr w:rsidR="00EE3F28" w:rsidRPr="00E50C88" w:rsidTr="007E172F">
        <w:trPr>
          <w:trHeight w:val="5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Северный,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54.654534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83.297004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Северный, д.8, 13, 3А</w:t>
            </w:r>
            <w:r w:rsidR="00613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,12,9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1-го контейнера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унитарное предприятие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овосибирска «Спецавтохозяйство»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1025401312287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овосибирск, Северный проезд,д.10</w:t>
            </w:r>
          </w:p>
          <w:p w:rsidR="005D0050" w:rsidRDefault="005D0050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DF3D4C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1E27B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2/2</w:t>
            </w:r>
            <w:r w:rsidR="0066578B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</w:tr>
      <w:tr w:rsidR="00EE3F28" w:rsidRPr="00E50C88" w:rsidTr="007E172F">
        <w:trPr>
          <w:trHeight w:val="53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Северный,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54.654227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83.299370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ндивидуальный предприниматель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Хохлов В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асилий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ергеевич,</w:t>
            </w:r>
          </w:p>
          <w:p w:rsidR="00EE3F28" w:rsidRPr="00120A5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20A50">
              <w:rPr>
                <w:rStyle w:val="copytarget"/>
                <w:sz w:val="24"/>
                <w:szCs w:val="24"/>
              </w:rPr>
              <w:t>310544518800025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86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Северный, д.23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54.653760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83.297310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мр. Северный, д.24, 25, 23,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DF3D4C" w:rsidRPr="002A1CEB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DF3D4C" w:rsidRPr="002A1CEB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DF3D4C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DF3D4C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1E27B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3/3</w:t>
            </w:r>
            <w:r w:rsidR="006657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</w:tr>
      <w:tr w:rsidR="00EE3F28" w:rsidRPr="00E50C88" w:rsidTr="007E172F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7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F7ABD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Центральный,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54.640827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83.300056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детский сад МБДОУ № 3 д/с «Дюймовочка»,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DF3D4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F3D4C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DF3D4C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бюджетное дошкольное образовательное учреждение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№ 3                                 д/с «Дюймовочка»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1025404790168,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Центральный,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</w:p>
          <w:p w:rsidR="00DF3D4C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DF3D4C" w:rsidRPr="00CB268B" w:rsidRDefault="00DF3D4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12723B" w:rsidP="0012723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      1</w:t>
            </w:r>
            <w:r w:rsidR="00DF3D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/1*1,1=1,1</w:t>
            </w:r>
          </w:p>
        </w:tc>
      </w:tr>
      <w:tr w:rsidR="00EE3F28" w:rsidRPr="00E50C88" w:rsidTr="007E172F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Центральный,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54.639877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83.300126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детский сад МБДОУ № 17 д/с «Огонек»,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DF3D4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F3D4C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DF3D4C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бюджетное дошкольное образовательное учреждение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№ 17           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   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д/с «Огонек»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1025404790894,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Центральный, д.2</w:t>
            </w:r>
          </w:p>
          <w:p w:rsidR="00DF3D4C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1035404788210,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DF3D4C" w:rsidRPr="00CB268B" w:rsidRDefault="00DF3D4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12723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</w:t>
            </w:r>
            <w:r w:rsidR="00593C0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/1</w:t>
            </w:r>
            <w:r w:rsidR="00DF3D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*1,1=1,1</w:t>
            </w:r>
          </w:p>
        </w:tc>
      </w:tr>
      <w:tr w:rsidR="00EE3F28" w:rsidRPr="00E50C88" w:rsidTr="007E172F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7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Центральный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,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54.640871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83.301397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детский сад МБДОУ № 12 д/с «Березка»,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DF3D4C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F3D4C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DF3D4C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бюджетное дошкольное образовательное учреждение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№ 12                             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 /с «Березка»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1075472003133,</w:t>
            </w:r>
          </w:p>
          <w:p w:rsidR="00DF3D4C" w:rsidRDefault="00EE3F28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Центральный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,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д.2а</w:t>
            </w:r>
            <w:r w:rsidR="00DF3D4C"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</w:t>
            </w:r>
          </w:p>
          <w:p w:rsidR="00DF3D4C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12723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 w:rsidR="00593C0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/1</w:t>
            </w:r>
            <w:r w:rsidR="00DF3D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*1,1=1,1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Центральный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54.640585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83.302760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12723B" w:rsidRDefault="0012723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12723B" w:rsidRDefault="0012723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  <w:r w:rsidR="00EE3F28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12723B" w:rsidP="0012723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12723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д.36, 38, 28б;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.Ц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ентральный,д.4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DF3D4C" w:rsidRPr="002A1CEB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 w:rsidR="005D005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4-х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DF3D4C" w:rsidRPr="002A1CEB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DF3D4C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1-го контейнера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унитарное предприятие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овосибирска «Спецавтохозяйство»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1025401312287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овосибирск, Северный проезд,д.10</w:t>
            </w:r>
          </w:p>
          <w:p w:rsidR="005D0050" w:rsidRDefault="005D0050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DF3D4C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DF3D4C" w:rsidRPr="002E5CE9" w:rsidRDefault="00DF3D4C" w:rsidP="00DF3D4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CE696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4/4*1,1</w:t>
            </w:r>
            <w:r w:rsidR="00593C0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</w:tr>
      <w:tr w:rsidR="00EE3F28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7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Центральный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54.639094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83.302094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12723B" w:rsidP="0012723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 w:rsidR="001272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7.2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Центральный, д.5, 30, 31, 32,7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1131B2" w:rsidRPr="002A1CEB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1131B2" w:rsidRPr="002A1CEB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1131B2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1131B2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DE5A1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3</w:t>
            </w:r>
            <w:r w:rsidR="00593C0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/1,1*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="00593C0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="00593C0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</w:tr>
      <w:tr w:rsidR="00EE3F28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7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Центральный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54.641667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83.301408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Центральный, д.12, 14, 13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1131B2" w:rsidRPr="002A1CEB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 xml:space="preserve">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1131B2" w:rsidRPr="002A1CEB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1131B2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1131B2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DE5A1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</w:t>
            </w:r>
            <w:r w:rsidR="001131B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/2*1,1=2,2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7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Центральный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54.641643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83.299723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Центральный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.15;16 ул. Комсомольская, д.12а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1131B2" w:rsidRPr="002A1CEB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1131B2" w:rsidRPr="002A1CEB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1131B2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1131B2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DE5A1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</w:t>
            </w:r>
            <w:r w:rsidR="001131B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/2*1,1=2,2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B37F7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 Центральный,17а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54.638429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83.299555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школа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МОУ-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С(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К)ОШ № 12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1131B2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131B2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1131B2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образовательное учреждение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-с</w:t>
            </w:r>
            <w:proofErr w:type="gramEnd"/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пециальная(коррекционная) общеобразовательная школа- интернат 11 вида № 12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1025404789761,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 Центральный,17а</w:t>
            </w:r>
          </w:p>
          <w:p w:rsidR="001131B2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1131B2" w:rsidRPr="00CB268B" w:rsidRDefault="001131B2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12723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 w:rsidR="001131B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/1*1,1=1,1</w:t>
            </w:r>
          </w:p>
        </w:tc>
      </w:tr>
      <w:tr w:rsidR="00EE3F28" w:rsidRPr="00E50C88" w:rsidTr="007E172F">
        <w:trPr>
          <w:trHeight w:val="47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Центральный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54.639480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83.297363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0262F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0262F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Центральный, д.17, 18, 20, 21,19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1131B2" w:rsidRPr="002A1CEB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1131B2" w:rsidRPr="002A1CEB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1131B2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1131B2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DE5A1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3</w:t>
            </w:r>
            <w:r w:rsidR="001131B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/3*1,1=3,3</w:t>
            </w:r>
          </w:p>
        </w:tc>
      </w:tr>
      <w:tr w:rsidR="00EE3F28" w:rsidRPr="00E50C88" w:rsidTr="007E172F">
        <w:trPr>
          <w:trHeight w:val="687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8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Центральный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.22а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54.638770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83.297442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Центральный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.22, 22а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1131B2" w:rsidRPr="002A1CEB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>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1131B2" w:rsidRPr="002A1CEB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1131B2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1131B2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DE5A13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</w:t>
            </w:r>
            <w:r w:rsidR="001131B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/2*1,1=2,2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8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Центральный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54.637999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83.300925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CE696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CE696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Центральный,  д. 11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, 20Б, </w:t>
            </w:r>
            <w:r w:rsidR="00433F2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20а,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29;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.24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1131B2" w:rsidRPr="002A1CEB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</w:t>
            </w:r>
            <w:r w:rsidR="005D005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2-х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D134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 w:rsidR="00D134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1131B2" w:rsidRPr="002A1CEB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1131B2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1-го контейнера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унитарное предприятие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овосибирска «Спецавтохозяйство»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1025401312287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овосибирск, Северный проезд,д.10</w:t>
            </w:r>
          </w:p>
          <w:p w:rsidR="005D0050" w:rsidRDefault="005D0050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1131B2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1131B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CE696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EE3F28" w:rsidRPr="00E50C88" w:rsidTr="007E172F">
        <w:trPr>
          <w:trHeight w:val="50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8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Шипуновский мкр.,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54.598486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83.315903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66578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66578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*0,7=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Шипуновский мкр., д.1, 2, 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D1343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площадки, контейнеров ТКО-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       Искитима Новосибирской области,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1131B2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Искитима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Новосибирской области,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1131B2" w:rsidRPr="002E5CE9" w:rsidRDefault="001131B2" w:rsidP="001131B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1131B2" w:rsidRPr="00CB268B" w:rsidRDefault="001131B2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Pr="00CB268B" w:rsidRDefault="001131B2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4</w:t>
            </w:r>
            <w:r w:rsidR="006657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  <w:r w:rsidR="006657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</w:tr>
      <w:tr w:rsidR="00EE3F28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8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д.1Б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54.627589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83.289670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Административное здание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ндивидуальный предприниматель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Кислов 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лександр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В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икторович,</w:t>
            </w:r>
          </w:p>
          <w:p w:rsidR="00EE3F28" w:rsidRPr="00DE1D7E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E1D7E">
              <w:rPr>
                <w:color w:val="333333"/>
                <w:sz w:val="24"/>
                <w:szCs w:val="24"/>
              </w:rPr>
              <w:t>307547222100010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ндивидуальный предприниматель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Таранов Е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вгений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В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асильевич,</w:t>
            </w:r>
          </w:p>
          <w:p w:rsidR="00EE3F28" w:rsidRPr="00DE1D7E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E1D7E">
              <w:rPr>
                <w:rStyle w:val="copytarget"/>
                <w:sz w:val="24"/>
                <w:szCs w:val="24"/>
              </w:rPr>
              <w:t>304547225000017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522E0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2E0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д.1Г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522E0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2E0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54.625489</w:t>
            </w:r>
          </w:p>
          <w:p w:rsidR="00EE3F28" w:rsidRPr="00522E0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2E0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83.289506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522E0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2E0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522E0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522E0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2E0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плитка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522E0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АЗС</w:t>
            </w:r>
            <w:r w:rsidRPr="00522E0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№42</w:t>
            </w:r>
          </w:p>
          <w:p w:rsidR="00EE3F28" w:rsidRPr="00522E0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</w:t>
            </w:r>
            <w:r w:rsidRPr="00522E0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«Газпромнефть-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Ц</w:t>
            </w:r>
            <w:r w:rsidRPr="00522E0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ентр»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Pr="00DE1D7E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E1D7E">
              <w:rPr>
                <w:sz w:val="24"/>
                <w:szCs w:val="24"/>
              </w:rPr>
              <w:t>1027739602824</w:t>
            </w:r>
            <w:r>
              <w:rPr>
                <w:sz w:val="24"/>
                <w:szCs w:val="24"/>
              </w:rPr>
              <w:t>,</w:t>
            </w:r>
          </w:p>
          <w:p w:rsidR="00EE3F28" w:rsidRPr="00522E0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2E0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пр. Юбилейный, д.1Г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522E00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69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54.612067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83.290957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D237E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бункер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рыбоперерабатывающий завод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–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ООО «Искитимский рыбзавод»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«Искитимский рыбзавод»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Pr="00EF2C2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2C24">
              <w:rPr>
                <w:rStyle w:val="extended-textshort"/>
                <w:sz w:val="24"/>
                <w:szCs w:val="24"/>
              </w:rPr>
              <w:t>1125483003359</w:t>
            </w:r>
            <w:r>
              <w:rPr>
                <w:rStyle w:val="extended-textshort"/>
                <w:sz w:val="24"/>
                <w:szCs w:val="24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пр. Юбилейный,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5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  <w:r w:rsidR="00B37F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54.612086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83.290259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предприятие торговли металлами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729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«МеталлМаркет»,</w:t>
            </w:r>
            <w:r>
              <w:t xml:space="preserve"> </w:t>
            </w:r>
            <w:r w:rsidRPr="00EF2C24">
              <w:rPr>
                <w:rStyle w:val="copytarget"/>
                <w:sz w:val="24"/>
                <w:szCs w:val="24"/>
              </w:rPr>
              <w:t>1195476055191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пр. Юбилейный,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8</w:t>
            </w:r>
            <w:r w:rsidR="00A440E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д.3а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54.623460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83.289954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6,4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.Ю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билейный д.3а, 1, 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, 5,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312BA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12BA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площадки,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312BA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       Искитима Новосибирской области,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12BA0" w:rsidRDefault="00EE3F28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  <w:r w:rsidR="00312BA0"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</w:t>
            </w:r>
          </w:p>
          <w:p w:rsidR="00312BA0" w:rsidRDefault="00312BA0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312BA0" w:rsidRPr="002E5CE9" w:rsidRDefault="00312BA0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312BA0" w:rsidRPr="002E5CE9" w:rsidRDefault="00312BA0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12BA0" w:rsidRPr="002E5CE9" w:rsidRDefault="00312BA0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312BA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3</w:t>
            </w:r>
            <w:r w:rsidR="00B16ED5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3</w:t>
            </w:r>
            <w:r w:rsidR="00B16ED5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*</w:t>
            </w:r>
            <w:r w:rsidR="0016653E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1,1=</w:t>
            </w: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</w:tr>
      <w:tr w:rsidR="00EE3F28" w:rsidRPr="00E50C88" w:rsidTr="007E172F">
        <w:trPr>
          <w:trHeight w:val="40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A440ED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54.613374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83.290089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Административное здание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ООО «Водоканал»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«Водоканал»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t xml:space="preserve"> </w:t>
            </w:r>
            <w:r w:rsidRPr="00E04089">
              <w:rPr>
                <w:rStyle w:val="copytarget"/>
                <w:sz w:val="24"/>
                <w:szCs w:val="24"/>
              </w:rPr>
              <w:t>1175476050650</w:t>
            </w:r>
            <w: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пр. Юбилейный,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  <w:r w:rsidR="00A440E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  д. 4а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54.614135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83.290442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административное здание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ФБУЗ «Центр гигиены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 эпидемиологии»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Ф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едеральное бюджетное учреждение здравохранения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«Центр гигиены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 эпидемиологии»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E04089">
              <w:rPr>
                <w:rStyle w:val="copytarget"/>
                <w:sz w:val="24"/>
                <w:szCs w:val="24"/>
              </w:rPr>
              <w:t>1055406020845</w:t>
            </w:r>
            <w:r>
              <w:rPr>
                <w:rStyle w:val="copytarget"/>
                <w:sz w:val="24"/>
                <w:szCs w:val="24"/>
              </w:rPr>
              <w:t>,</w:t>
            </w:r>
            <w:r>
              <w:t xml:space="preserve">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  д. 4а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7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  <w:r w:rsidR="00A440E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д.4Б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54.614613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83.289445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Автокомплекс «Юг»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ндивидуальный предприниматель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Адов 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горь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лександрович,</w:t>
            </w:r>
            <w:r>
              <w:t xml:space="preserve"> </w:t>
            </w:r>
            <w:r w:rsidRPr="00E04089">
              <w:rPr>
                <w:rStyle w:val="copytarget"/>
                <w:sz w:val="24"/>
                <w:szCs w:val="24"/>
              </w:rPr>
              <w:t>317547600157420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9</w:t>
            </w:r>
            <w:r w:rsidR="00A440E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д.6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54.615417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83.290291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щебень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Административное здание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ОГИБДД МО МВД России «Искитимский»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Межмуниципальный отдел Министерства внутренних дел России «Искитимский»,</w:t>
            </w:r>
            <w:r>
              <w:t xml:space="preserve"> </w:t>
            </w:r>
            <w:r w:rsidRPr="00C063C7">
              <w:rPr>
                <w:rStyle w:val="copytarget"/>
                <w:sz w:val="24"/>
                <w:szCs w:val="24"/>
              </w:rPr>
              <w:t>1025404791620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пр. Юбилейный, д.6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  <w:r w:rsidR="00A440E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д.6а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54.616445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83.290935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Автокомплекс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ндивидуальный предприниматель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Поляков 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лександр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лександрович,</w:t>
            </w:r>
            <w:r>
              <w:t xml:space="preserve"> </w:t>
            </w:r>
            <w:r w:rsidRPr="00C063C7">
              <w:rPr>
                <w:rStyle w:val="copytarget"/>
                <w:sz w:val="24"/>
                <w:szCs w:val="24"/>
              </w:rPr>
              <w:t>317547600114724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  <w:r w:rsidR="00A440E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д.6в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54.617161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83.290742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Административное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здание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ИП Адов А.С.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ндивидуальный предприниматель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Адов 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горь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лександрович,</w:t>
            </w:r>
            <w:r>
              <w:t xml:space="preserve"> </w:t>
            </w:r>
            <w:r w:rsidRPr="00E04089">
              <w:rPr>
                <w:rStyle w:val="copytarget"/>
                <w:sz w:val="24"/>
                <w:szCs w:val="24"/>
              </w:rPr>
              <w:t>317547600157420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  <w:r w:rsidR="00A440E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  д.10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54.620641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83.290249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.Ю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билейный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д.10, 1а, 8, 9;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осмонавтов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д.28, 30, 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312BA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12BA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площадки,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312BA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       Искитима Новосибирской области,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12BA0" w:rsidRDefault="00EE3F28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  <w:r w:rsidR="00312BA0"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</w:t>
            </w:r>
          </w:p>
          <w:p w:rsidR="00312BA0" w:rsidRDefault="00312BA0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312BA0" w:rsidRPr="002E5CE9" w:rsidRDefault="00312BA0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Искитима Новосибирской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области,</w:t>
            </w:r>
          </w:p>
          <w:p w:rsidR="00312BA0" w:rsidRPr="002E5CE9" w:rsidRDefault="00312BA0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12BA0" w:rsidRPr="002E5CE9" w:rsidRDefault="00312BA0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312BA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3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E62C6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</w:tr>
      <w:tr w:rsidR="00EE3F28" w:rsidRPr="00E50C88" w:rsidTr="007E172F">
        <w:trPr>
          <w:trHeight w:val="4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9</w:t>
            </w:r>
            <w:r w:rsidR="00A440E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54.620144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83.285451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23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.Ю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билейный,д.13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sz w:val="24"/>
                <w:szCs w:val="24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оварищество собственников жилья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«Юбилейный-13»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t xml:space="preserve"> </w:t>
            </w:r>
            <w:r w:rsidRPr="00C063C7">
              <w:rPr>
                <w:sz w:val="24"/>
                <w:szCs w:val="24"/>
              </w:rPr>
              <w:t>1095472001811</w:t>
            </w:r>
            <w:r>
              <w:rPr>
                <w:sz w:val="24"/>
                <w:szCs w:val="24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пр. Юбилейный, д.13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  <w:r w:rsidR="00A440E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54.628862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83.289491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ндивидуальный предприниматель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Отроков 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ндрей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В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алерьевич,</w:t>
            </w:r>
            <w:r>
              <w:rPr>
                <w:rFonts w:ascii="Arial" w:hAnsi="Arial" w:cs="Arial"/>
                <w:color w:val="2C2C2C"/>
              </w:rPr>
              <w:t xml:space="preserve"> </w:t>
            </w:r>
            <w:r w:rsidRPr="00C063C7">
              <w:rPr>
                <w:color w:val="2C2C2C"/>
                <w:sz w:val="24"/>
                <w:szCs w:val="24"/>
              </w:rPr>
              <w:t>304547227100037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  <w:r w:rsidR="00A440E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54.619244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83.285855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23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 д.17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С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троительная фирма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«Запад»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>
              <w:t xml:space="preserve"> </w:t>
            </w:r>
            <w:r w:rsidRPr="003C64BA">
              <w:rPr>
                <w:rStyle w:val="copytarget"/>
                <w:sz w:val="24"/>
                <w:szCs w:val="24"/>
              </w:rPr>
              <w:t>1135483000355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EE3F28" w:rsidRPr="003C64B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Style w:val="copytarget"/>
                <w:sz w:val="24"/>
                <w:szCs w:val="24"/>
              </w:rPr>
              <w:t>г</w:t>
            </w:r>
            <w:r w:rsidRPr="003C64BA">
              <w:rPr>
                <w:rStyle w:val="copytarget"/>
                <w:sz w:val="24"/>
                <w:szCs w:val="24"/>
              </w:rPr>
              <w:t>. Искитим, мкр. Подгорный, д.11а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A440ED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 д.17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54.619045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83.285084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«Ярче»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ООО «Камелот-А»,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«Камелот-А»,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1077017026580,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 д.17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  <w:r w:rsidR="00A440E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54.619244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83.285430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23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.Ю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билейный.д. 19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«ЖЭУ №1»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AD4EB4">
              <w:rPr>
                <w:rStyle w:val="copytarget"/>
                <w:sz w:val="24"/>
                <w:szCs w:val="24"/>
              </w:rPr>
              <w:t>1065472008788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мкр. Подгорный,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EE3F28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10</w:t>
            </w:r>
            <w:r w:rsidR="00A440E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   д. 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54.621835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83.286382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23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.Ю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билейный, д.21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«ЖЭУ №1»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AD4EB4">
              <w:rPr>
                <w:rStyle w:val="copytarget"/>
                <w:sz w:val="24"/>
                <w:szCs w:val="24"/>
              </w:rPr>
              <w:t>1065472008788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Подгорный,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  <w:r w:rsidR="00A440E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д.22а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54.621824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83.286751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7,2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.Ю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билейный д.22а, 22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312BA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12BA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площадки,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312BA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-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       Искитима Новосибирской области,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312BA0" w:rsidRDefault="00312BA0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312BA0" w:rsidRPr="002E5CE9" w:rsidRDefault="00312BA0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312BA0" w:rsidRPr="002E5CE9" w:rsidRDefault="00312BA0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12BA0" w:rsidRPr="002E5CE9" w:rsidRDefault="00312BA0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312BA0" w:rsidRPr="00CB268B" w:rsidRDefault="00312BA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312BA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="00D2786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</w:tr>
      <w:tr w:rsidR="00EE3F28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  <w:r w:rsidR="00A440E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            д. 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54.621585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83.288258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«Магнит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АО «Тандер»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Акционерное общество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«Тандер»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EE3F28" w:rsidRPr="00A1708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17088">
              <w:rPr>
                <w:rStyle w:val="copytarget"/>
                <w:sz w:val="24"/>
                <w:szCs w:val="24"/>
              </w:rPr>
              <w:t>1022301598549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Юбилейный,             д. 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292BDD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2BDD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2BDD" w:rsidRPr="00CB268B" w:rsidRDefault="00292BD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BDD" w:rsidRDefault="009B4F31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54.611358</w:t>
            </w:r>
          </w:p>
          <w:p w:rsidR="009B4F31" w:rsidRPr="00CB268B" w:rsidRDefault="009B4F31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83.288437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2BDD" w:rsidRPr="00CB268B" w:rsidRDefault="00292BD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2BDD" w:rsidRPr="00CB268B" w:rsidRDefault="00292BD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2BDD" w:rsidRPr="00CB268B" w:rsidRDefault="00292BD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2BDD" w:rsidRDefault="00292BD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2BDD" w:rsidRDefault="00292BDD" w:rsidP="00292BDD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парк мкр. Южный</w:t>
            </w:r>
          </w:p>
          <w:p w:rsidR="009B4F31" w:rsidRDefault="009B4F31" w:rsidP="00292BDD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МБУ ПКиО им. Коротеева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4F31" w:rsidRDefault="009B4F31" w:rsidP="009B4F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9B4F31" w:rsidRPr="002E5CE9" w:rsidRDefault="009B4F31" w:rsidP="009B4F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Искитима Новосибирской области,</w:t>
            </w:r>
          </w:p>
          <w:p w:rsidR="009B4F31" w:rsidRPr="002E5CE9" w:rsidRDefault="009B4F31" w:rsidP="009B4F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9B4F31" w:rsidRPr="002E5CE9" w:rsidRDefault="009B4F31" w:rsidP="009B4F3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292BDD" w:rsidRDefault="00292BD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92BDD" w:rsidRDefault="009B4F31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2/2*1,1=2,2</w:t>
            </w:r>
          </w:p>
        </w:tc>
      </w:tr>
      <w:tr w:rsidR="00EE3F28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4B6D3E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10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54.370202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83.163260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«Пятерочка»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ООО «Агроторг»,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«Агроторг»,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1027809237796,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885149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1д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54.616644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83.272423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АЗС «Сиблюкс»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«Сиблюкс»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rPr>
                <w:rStyle w:val="extended-textshort"/>
              </w:rPr>
              <w:t xml:space="preserve"> </w:t>
            </w:r>
            <w:r w:rsidRPr="003C64BA">
              <w:rPr>
                <w:rStyle w:val="extended-textshort"/>
                <w:sz w:val="24"/>
                <w:szCs w:val="24"/>
              </w:rPr>
              <w:t>1195476033576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1д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885149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54.616375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83.277414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27C49" w:rsidRDefault="00C27C49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27C49" w:rsidRDefault="00C27C49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*1.1=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6,6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.Ю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жный, д.1, 1а, 1б, 1б/1, 2, 3, 4, 5, 3а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312BA0" w:rsidRPr="002A1CEB" w:rsidRDefault="00312BA0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 w:rsidR="00304DC2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2-х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312BA0" w:rsidRPr="002A1CEB" w:rsidRDefault="00312BA0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312BA0" w:rsidRDefault="00312BA0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304DC2" w:rsidRDefault="00304DC2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4-х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304DC2" w:rsidRDefault="00304DC2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унитарное предприятие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овосибирска «Спецавтохозяйство»</w:t>
            </w:r>
          </w:p>
          <w:p w:rsidR="00304DC2" w:rsidRDefault="00304DC2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1025401312287</w:t>
            </w:r>
          </w:p>
          <w:p w:rsidR="00304DC2" w:rsidRDefault="00304DC2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овосибирск, Северный проезд,д.10</w:t>
            </w:r>
          </w:p>
          <w:p w:rsidR="00312BA0" w:rsidRDefault="00312BA0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312BA0" w:rsidRPr="002E5CE9" w:rsidRDefault="00312BA0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312BA0" w:rsidRPr="002E5CE9" w:rsidRDefault="00312BA0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12BA0" w:rsidRPr="002E5CE9" w:rsidRDefault="00312BA0" w:rsidP="00312BA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312BA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6</w:t>
            </w:r>
            <w:r w:rsidR="00E6788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 w:rsidR="00D62E3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6,6</w:t>
            </w:r>
          </w:p>
        </w:tc>
      </w:tr>
      <w:tr w:rsidR="00EE3F28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885149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10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54.613638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83.280193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0E70B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д.6, 7, 13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965380" w:rsidRPr="002A1CEB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965380" w:rsidRPr="002A1CEB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965380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965380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96538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lastRenderedPageBreak/>
              <w:t>2</w:t>
            </w:r>
            <w:r w:rsidR="00090C11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2</w:t>
            </w:r>
            <w:r w:rsidR="00B16ED5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*</w:t>
            </w:r>
            <w:r w:rsidR="00090C11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1,1=</w:t>
            </w: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</w:tr>
      <w:tr w:rsidR="00EE3F28" w:rsidRPr="00E50C88" w:rsidTr="007E172F">
        <w:trPr>
          <w:trHeight w:val="5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885149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54.612517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83.280812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ТЦ «Мария-Ра»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ООО «Розница К-1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«Розница-К»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t xml:space="preserve"> </w:t>
            </w:r>
            <w:r w:rsidRPr="000D4BD1">
              <w:rPr>
                <w:rStyle w:val="copytarget"/>
                <w:sz w:val="24"/>
                <w:szCs w:val="24"/>
              </w:rPr>
              <w:t>1052242262478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1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69A" w:rsidRPr="00CB268B" w:rsidRDefault="00885149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 w:rsidR="00A440E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 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54.612482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83.281675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CE696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CE696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д.8, 9, 12, 72,7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04DC2" w:rsidRPr="002E5CE9" w:rsidRDefault="00EE3F28" w:rsidP="00304DC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965380" w:rsidRPr="002A1CEB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 w:rsidR="00304DC2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4-х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965380" w:rsidRPr="002A1CEB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965380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304DC2" w:rsidRDefault="00304DC2" w:rsidP="00304DC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1-го контейнера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304DC2" w:rsidRDefault="00304DC2" w:rsidP="00304DC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унитарное предприятие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овосибирска «Спецавтохозяйство»</w:t>
            </w:r>
          </w:p>
          <w:p w:rsidR="00304DC2" w:rsidRDefault="00304DC2" w:rsidP="00304DC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1025401312287</w:t>
            </w:r>
          </w:p>
          <w:p w:rsidR="00304DC2" w:rsidRDefault="00304DC2" w:rsidP="00304DC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овосибирск, Северный проезд,д.10</w:t>
            </w:r>
          </w:p>
          <w:p w:rsidR="00965380" w:rsidRDefault="00965380" w:rsidP="00304DC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CE696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1,1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 w:rsidR="002472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1,21</w:t>
            </w:r>
          </w:p>
        </w:tc>
      </w:tr>
      <w:tr w:rsidR="00EE3F28" w:rsidRPr="00E50C88" w:rsidTr="007E172F">
        <w:trPr>
          <w:trHeight w:val="555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885149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11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.11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54.611646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83.286792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166A2D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66A2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торговый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павильон «Домино»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color w:val="333333"/>
                <w:sz w:val="24"/>
                <w:szCs w:val="24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«Салаир»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 w:rsidRPr="00EC0152">
              <w:rPr>
                <w:rFonts w:ascii="TensorFont" w:hAnsi="TensorFont" w:cs="Arial"/>
                <w:color w:val="333333"/>
                <w:sz w:val="24"/>
                <w:szCs w:val="24"/>
              </w:rPr>
              <w:t xml:space="preserve"> </w:t>
            </w:r>
            <w:r w:rsidRPr="00EC0152">
              <w:rPr>
                <w:color w:val="333333"/>
                <w:sz w:val="24"/>
                <w:szCs w:val="24"/>
              </w:rPr>
              <w:t>1065472008348</w:t>
            </w:r>
            <w:r>
              <w:rPr>
                <w:color w:val="333333"/>
                <w:sz w:val="24"/>
                <w:szCs w:val="24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.11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8D3CB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д.10а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54.614336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83.278144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CE696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CE696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0E70B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27,2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д.10, 10а, 14, 14а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965380" w:rsidRPr="002A1CEB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 w:rsidR="00304DC2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1-го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контейнер</w:t>
            </w:r>
            <w:r w:rsidR="00304DC2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D134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 w:rsidR="00D134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965380" w:rsidRPr="002A1CEB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965380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304DC2" w:rsidRDefault="00304DC2" w:rsidP="00304DC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2-х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304DC2" w:rsidRDefault="00304DC2" w:rsidP="00304DC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унитарное предприятие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овосибирска «Спецавтохозяйство»</w:t>
            </w:r>
          </w:p>
          <w:p w:rsidR="00304DC2" w:rsidRDefault="00304DC2" w:rsidP="00304DC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1025401312287</w:t>
            </w:r>
          </w:p>
          <w:p w:rsidR="00304DC2" w:rsidRDefault="00304DC2" w:rsidP="00304DC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овосибирск, Северный проезд,д.10</w:t>
            </w:r>
          </w:p>
          <w:p w:rsidR="00965380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965380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96538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3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24727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</w:tr>
      <w:tr w:rsidR="00EE3F28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8D3CB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11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 Ю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билейный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54.619130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83.286744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ДК «Россия»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ответственность «АртСайнс Девелопмент»,</w:t>
            </w:r>
            <w:r>
              <w:rPr>
                <w:rFonts w:ascii="Arial" w:hAnsi="Arial" w:cs="Arial"/>
                <w:color w:val="2C2C2C"/>
              </w:rPr>
              <w:t xml:space="preserve"> </w:t>
            </w:r>
            <w:r w:rsidRPr="00BA7E96">
              <w:rPr>
                <w:color w:val="2C2C2C"/>
                <w:sz w:val="24"/>
                <w:szCs w:val="24"/>
              </w:rPr>
              <w:t>1075405006313</w:t>
            </w:r>
            <w:r>
              <w:rPr>
                <w:color w:val="2C2C2C"/>
                <w:sz w:val="24"/>
                <w:szCs w:val="24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пр. Юбилейный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EE3F28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8D3CB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11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 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54.613198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83.276566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ООО «Компания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Холидей»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«Компания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Холидей»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sz w:val="24"/>
                <w:szCs w:val="24"/>
              </w:rPr>
            </w:pPr>
            <w:r w:rsidRPr="00BA7E96">
              <w:rPr>
                <w:sz w:val="24"/>
                <w:szCs w:val="24"/>
              </w:rPr>
              <w:t xml:space="preserve"> 1045402463831</w:t>
            </w:r>
            <w:r>
              <w:rPr>
                <w:sz w:val="24"/>
                <w:szCs w:val="24"/>
              </w:rPr>
              <w:t>,</w:t>
            </w:r>
          </w:p>
          <w:p w:rsidR="00EE3F28" w:rsidRPr="00BA7E9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8D3CB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54.618136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83.282177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5*0,7=3,5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23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.Ю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жный, д.25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оварищество собственников жилья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«Искитим-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Магадан»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Pr="00BA7E9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t xml:space="preserve"> </w:t>
            </w:r>
            <w:r w:rsidRPr="00BA7E96">
              <w:rPr>
                <w:rStyle w:val="copytarget"/>
                <w:sz w:val="24"/>
                <w:szCs w:val="24"/>
              </w:rPr>
              <w:t>1025404791246</w:t>
            </w:r>
            <w:r w:rsidRPr="00BA7E9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8D3CB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д.25а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54.618604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83.281297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д.25а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ТСЖ «Быт»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965380" w:rsidRPr="002A1CEB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965380" w:rsidRPr="002A1CEB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965380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965380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965380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Искитима Новосибирской области,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96538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3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3378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</w:tr>
      <w:tr w:rsidR="00EE3F28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8D3CB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11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54.616433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83.281105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0E70B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д.27, 26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965380" w:rsidRPr="002A1CEB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965380" w:rsidRPr="002A1CEB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965380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965380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965380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96538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 w:rsidR="0019279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8D3CB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11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B5D02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B5D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4B5D02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B5D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54.617354</w:t>
            </w:r>
          </w:p>
          <w:p w:rsidR="00EE3F28" w:rsidRPr="004B5D02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B5D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83.280365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B5D02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B5D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B5D02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B5D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4B5D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6,6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B5D02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B5D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B5D02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B5D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B5D02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4B5D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</w:t>
            </w:r>
            <w:proofErr w:type="gramStart"/>
            <w:r w:rsidRPr="004B5D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.Ю</w:t>
            </w:r>
            <w:proofErr w:type="gramEnd"/>
            <w:r w:rsidRPr="004B5D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жный,</w:t>
            </w:r>
          </w:p>
          <w:p w:rsidR="00EE3F28" w:rsidRPr="004B5D02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B5D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д.28, 28а, 28б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28в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</w:t>
            </w:r>
            <w:r w:rsidRPr="006B6CF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«Элит», </w:t>
            </w:r>
          </w:p>
          <w:p w:rsidR="00EE3F28" w:rsidRPr="00530A8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530A8C">
              <w:rPr>
                <w:rStyle w:val="copytarget"/>
                <w:sz w:val="24"/>
                <w:szCs w:val="24"/>
              </w:rPr>
              <w:t>1115483000710,</w:t>
            </w:r>
          </w:p>
          <w:p w:rsidR="00EE3F28" w:rsidRPr="00530A8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30A8C">
              <w:rPr>
                <w:sz w:val="24"/>
                <w:szCs w:val="24"/>
              </w:rPr>
              <w:t xml:space="preserve">город Искитим, Южный микрорайон, дом 41б </w:t>
            </w:r>
          </w:p>
          <w:p w:rsidR="00965380" w:rsidRPr="002A1CEB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965380" w:rsidRPr="002A1CEB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965380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965380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4B5D02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4B5D02" w:rsidRDefault="0096538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19279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</w:tr>
      <w:tr w:rsidR="00EE3F28" w:rsidRPr="00E50C88" w:rsidTr="007E172F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8D3CB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54.617758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83.284506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д.30, 44а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965380" w:rsidRPr="002A1CEB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965380" w:rsidRPr="002A1CEB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965380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965380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965380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965380" w:rsidRPr="002E5CE9" w:rsidRDefault="00965380" w:rsidP="0096538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96538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3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72369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</w:tr>
      <w:tr w:rsidR="00EE3F28" w:rsidRPr="00E50C88" w:rsidTr="007E172F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8D3CB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12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54.618170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83.283723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5*0,7=3,5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23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.Ю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жный, д.31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оварищество собственников жилья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«Южный-31»</w:t>
            </w:r>
            <w:r>
              <w:rPr>
                <w:rFonts w:ascii="Open Sans" w:hAnsi="Open Sans" w:cs="Arial"/>
                <w:color w:val="000000"/>
              </w:rPr>
              <w:t xml:space="preserve"> </w:t>
            </w:r>
            <w:r>
              <w:rPr>
                <w:rFonts w:asciiTheme="minorHAnsi" w:hAnsiTheme="minorHAnsi" w:cs="Arial"/>
                <w:color w:val="000000"/>
              </w:rPr>
              <w:t>,</w:t>
            </w:r>
            <w:r w:rsidRPr="008B007D">
              <w:rPr>
                <w:color w:val="000000"/>
                <w:sz w:val="24"/>
                <w:szCs w:val="24"/>
              </w:rPr>
              <w:t>1065472005983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мкр. Южный, д.31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2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8D3CB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54.618482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83.286129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8*0,7=5,6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24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23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мусоросборная </w:t>
            </w:r>
            <w:r w:rsidRPr="00A523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.Ю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жный, д.32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оварищество собственников жилья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«Южный-32»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8B007D">
              <w:rPr>
                <w:rStyle w:val="copytarget"/>
                <w:sz w:val="24"/>
                <w:szCs w:val="24"/>
              </w:rPr>
              <w:t>1085472001328</w:t>
            </w:r>
            <w:r>
              <w:rPr>
                <w:rStyle w:val="copytarget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мкр. Южный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.32</w:t>
            </w:r>
            <w:r>
              <w:t xml:space="preserve">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8D3CB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319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66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«Монетка»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 Элемент-Трейд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sz w:val="24"/>
                <w:szCs w:val="24"/>
              </w:rPr>
            </w:pPr>
            <w:r w:rsidRPr="00BA7E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1036605217252,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.Е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катеренбург, ул.Щербакова,4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6F6AA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27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8D3CB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54.617339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83.288034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5*0,7=3,5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23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.Ю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жный, д.35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оварищество собственников жилья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«Южный-35»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t xml:space="preserve"> </w:t>
            </w:r>
            <w:r w:rsidRPr="008B007D">
              <w:rPr>
                <w:rStyle w:val="copytarget"/>
                <w:sz w:val="24"/>
                <w:szCs w:val="24"/>
              </w:rPr>
              <w:t>1105472000325</w:t>
            </w:r>
            <w:r>
              <w:rPr>
                <w:rStyle w:val="copytarget"/>
                <w:sz w:val="24"/>
                <w:szCs w:val="24"/>
              </w:rPr>
              <w:t>,</w:t>
            </w:r>
            <w:r w:rsidRPr="008B007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7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д.37а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54.612710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83.285061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детский сад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МБДОУ №19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«Золотая рыбка»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6F6AA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F6AAE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6F6AAE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бюджетное дошкольное образовательное учреждение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№19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«Золотая рыбка»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108547002736,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кр. Южный, д.37а</w:t>
            </w:r>
          </w:p>
          <w:p w:rsidR="006F6AAE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6F6AAE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РСО-</w:t>
            </w:r>
          </w:p>
          <w:p w:rsidR="006F6AAE" w:rsidRPr="002E5CE9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6F6AAE" w:rsidRPr="002E5CE9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6F6AAE" w:rsidRPr="002E5CE9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6F6AAE" w:rsidRPr="00CB268B" w:rsidRDefault="006F6AA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1/1*</w:t>
            </w:r>
            <w:r w:rsidR="00AC218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,1</w:t>
            </w:r>
            <w:r w:rsidR="00AC218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=1,1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д.38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54.611653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83.287323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</w:t>
            </w:r>
            <w:r w:rsidR="00CE696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CE696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1,1=7,7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D381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D381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37,2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д.38, 37, 39, 40</w:t>
            </w:r>
            <w:r w:rsidR="00613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11</w:t>
            </w:r>
            <w:r w:rsidR="00613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,42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3818" w:rsidRPr="002E5CE9" w:rsidRDefault="009D3818" w:rsidP="009D381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9D3818" w:rsidRPr="002E5CE9" w:rsidRDefault="009D3818" w:rsidP="009D381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9D3818" w:rsidRPr="002E5CE9" w:rsidRDefault="009D3818" w:rsidP="009D381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6F6AAE" w:rsidRPr="002A1CEB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 w:rsidR="005D005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2-х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6F6AAE" w:rsidRPr="002A1CEB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6F6AAE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5-ти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унитарное предприятие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овосибирска «Спецавтохозяйство»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1025401312287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овосибирск, Северный проезд,д.10</w:t>
            </w:r>
          </w:p>
          <w:p w:rsidR="006F6AAE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6F6AAE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6F6AAE" w:rsidRPr="002E5CE9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6F6AAE" w:rsidRPr="002E5CE9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6F6AAE" w:rsidRPr="002E5CE9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г. Искитим, ул. Пушкина, д.51</w:t>
            </w:r>
          </w:p>
          <w:p w:rsidR="00EE3F28" w:rsidRPr="0029541F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CE696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2/2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 w:rsidR="00AC218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,1</w:t>
            </w:r>
            <w:r w:rsidR="00AC218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</w:tr>
      <w:tr w:rsidR="00EE3F28" w:rsidRPr="00E50C88" w:rsidTr="007E172F">
        <w:trPr>
          <w:trHeight w:val="54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54.614618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83.288166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 w:rsidR="000E70B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д.41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6F6AAE" w:rsidRPr="002A1CEB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6F6AAE" w:rsidRPr="002A1CEB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6F6AAE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6F6AAE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6F6AAE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6F6AAE" w:rsidRPr="002E5CE9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6F6AAE" w:rsidRPr="002E5CE9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6F6AAE" w:rsidRPr="002E5CE9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2/</w:t>
            </w:r>
            <w:r w:rsidR="00AC218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AC218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=2,2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54.614213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83.285741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 w:rsidR="000E70B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д.42, 41Б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70BE" w:rsidRPr="002E5CE9" w:rsidRDefault="000E70BE" w:rsidP="000E70B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Администрация г. Искитима Новосибирской области,</w:t>
            </w:r>
          </w:p>
          <w:p w:rsidR="000E70BE" w:rsidRPr="002E5CE9" w:rsidRDefault="000E70BE" w:rsidP="000E70B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E70BE" w:rsidRPr="002E5CE9" w:rsidRDefault="000E70BE" w:rsidP="000E70B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6F6AAE" w:rsidRPr="002A1CEB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6F6AAE" w:rsidRPr="002A1CEB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6F6AAE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6F6AAE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6F6AAE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6F6AAE" w:rsidRPr="002E5CE9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6F6AAE" w:rsidRPr="002E5CE9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6F6AAE" w:rsidRPr="002E5CE9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6F6AA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lastRenderedPageBreak/>
              <w:t>3</w:t>
            </w:r>
            <w:r w:rsidR="00B16ED5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3</w:t>
            </w:r>
            <w:r w:rsidR="00B16ED5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*</w:t>
            </w:r>
            <w:r w:rsidR="00AC2180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1</w:t>
            </w:r>
            <w:r w:rsidR="00B16ED5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,1</w:t>
            </w:r>
            <w:r w:rsidR="00AC2180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</w:tr>
      <w:tr w:rsidR="00EE3F28" w:rsidRPr="00E50C88" w:rsidTr="007E172F">
        <w:trPr>
          <w:trHeight w:val="49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54.617706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83.286560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2.2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 w:rsidR="000E70B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д.44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70BE" w:rsidRPr="002E5CE9" w:rsidRDefault="000E70BE" w:rsidP="000E70B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0E70BE" w:rsidRPr="002E5CE9" w:rsidRDefault="000E70BE" w:rsidP="000E70B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E70BE" w:rsidRPr="002E5CE9" w:rsidRDefault="000E70BE" w:rsidP="000E70B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Искитим, ул.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6F6AAE" w:rsidRPr="002A1CEB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6F6AAE" w:rsidRPr="002A1CEB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6F6AAE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6F6AAE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6F6AAE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6F6AAE" w:rsidRPr="002E5CE9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6F6AAE" w:rsidRPr="002E5CE9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6F6AAE" w:rsidRPr="002E5CE9" w:rsidRDefault="006F6AAE" w:rsidP="006F6AA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6F6AA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lastRenderedPageBreak/>
              <w:t>4</w:t>
            </w:r>
            <w:r w:rsidR="00B16ED5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4</w:t>
            </w:r>
            <w:r w:rsidR="00B16ED5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*1,1</w:t>
            </w:r>
            <w:r w:rsidR="00EE1DFC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</w:tr>
      <w:tr w:rsidR="00EE3F28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54.617086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83.286448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7*0,7=4,9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23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 -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.Ю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жный, д.46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строительная фирма «Запад»,</w:t>
            </w:r>
          </w:p>
          <w:p w:rsidR="00EE3F28" w:rsidRPr="009D4AF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9D4AF6">
              <w:rPr>
                <w:rStyle w:val="copytarget"/>
                <w:sz w:val="24"/>
                <w:szCs w:val="24"/>
              </w:rPr>
              <w:t>1135483000355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EE3F28" w:rsidRPr="009D4AF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4AF6">
              <w:rPr>
                <w:rStyle w:val="copytarget"/>
                <w:sz w:val="24"/>
                <w:szCs w:val="24"/>
              </w:rPr>
              <w:t>г. Искитим, мкр. Подгорный, д.11а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 46а/1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54.615822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83.284838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д.46а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46а/1</w:t>
            </w:r>
            <w:r w:rsidR="00613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,51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4673C5" w:rsidRPr="002A1CEB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4673C5" w:rsidRPr="002A1CEB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4673C5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4673C5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4673C5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4673C5" w:rsidRPr="002E5CE9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4673C5" w:rsidRPr="002E5CE9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4673C5" w:rsidRPr="002E5CE9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4673C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4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AF3E5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</w:tr>
      <w:tr w:rsidR="00EE3F28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 48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54.615885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83.280026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ТЦ «Мария-Ра»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ООО «Розница К-1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«Розница-К»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t xml:space="preserve"> </w:t>
            </w:r>
            <w:r w:rsidRPr="000D4BD1">
              <w:rPr>
                <w:rStyle w:val="copytarget"/>
                <w:sz w:val="24"/>
                <w:szCs w:val="24"/>
              </w:rPr>
              <w:t>1052242262478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 46а/1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д.49а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54.616668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83.283142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детский сад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МАДОУ «Журавушка»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№ 24,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 xml:space="preserve">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4673C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73C5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>Собственник контейнер</w:t>
            </w:r>
            <w:r w:rsidR="009E6AC2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ов</w:t>
            </w:r>
            <w:r w:rsidR="00D13430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4673C5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униципальное 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автономное дошкольное образовательное учреждение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д/с № 24 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«Журавушка»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1155476089339,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д.49а</w:t>
            </w:r>
          </w:p>
          <w:p w:rsidR="004673C5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4673C5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4673C5" w:rsidRPr="002E5CE9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4673C5" w:rsidRPr="002E5CE9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4673C5" w:rsidRPr="002E5CE9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4673C5" w:rsidRPr="00CB268B" w:rsidRDefault="004673C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1/</w:t>
            </w:r>
            <w:r w:rsidR="00A8147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A8147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=1,1</w:t>
            </w:r>
          </w:p>
        </w:tc>
      </w:tr>
      <w:tr w:rsidR="00EE3F28" w:rsidRPr="00E50C88" w:rsidTr="007E172F">
        <w:trPr>
          <w:trHeight w:val="54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д.50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54.615846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83.284118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B44B0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B44B0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д.50, 49, 24</w:t>
            </w:r>
            <w:r w:rsidR="00395F0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,33,45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4673C5" w:rsidRPr="002A1CEB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5020A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4673C5" w:rsidRPr="002A1CEB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4673C5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.42,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офис 200</w:t>
            </w:r>
          </w:p>
          <w:p w:rsidR="004673C5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4673C5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4673C5" w:rsidRPr="002E5CE9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4673C5" w:rsidRPr="002E5CE9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4673C5" w:rsidRPr="002E5CE9" w:rsidRDefault="004673C5" w:rsidP="004673C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4673C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4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  <w:r w:rsidR="00B16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A8147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</w:tr>
      <w:tr w:rsidR="00EE3F28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д.50а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54.614484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83.279583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Детский сад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МБ ДОУ №22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«Родничок»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4673C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73C5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 w:rsidR="005020A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ов ТКО</w:t>
            </w:r>
            <w:r w:rsidRPr="004673C5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бюджетное дошкольное образовательное учреждение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д/с 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№22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«Родничок»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1045403646375,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мкр. Южный, д.50а</w:t>
            </w:r>
          </w:p>
          <w:p w:rsidR="00A50701" w:rsidRDefault="00A50701" w:rsidP="00A507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A50701" w:rsidRDefault="00A50701" w:rsidP="00A507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 w:rsidR="005020A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A50701" w:rsidRPr="002E5CE9" w:rsidRDefault="00A50701" w:rsidP="00A507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50701" w:rsidRPr="002E5CE9" w:rsidRDefault="00A50701" w:rsidP="00A507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50701" w:rsidRPr="002E5CE9" w:rsidRDefault="00A50701" w:rsidP="00A507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4673C5" w:rsidRPr="00CB268B" w:rsidRDefault="004673C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</w:t>
            </w:r>
            <w:r w:rsidR="00D12E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D12E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=1,1</w:t>
            </w:r>
          </w:p>
        </w:tc>
      </w:tr>
      <w:tr w:rsidR="00EE3F28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д.51а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54.616197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83.286776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Детский сад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МБ ДОУ № 27 «Росинка»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A50701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701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 w:rsidR="005020A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ов ТКО</w:t>
            </w:r>
            <w:r w:rsidRPr="00A50701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униципальное бюджетное 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дошкольное образовательное учреждение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д/с 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№ 27 «Росинка»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1045403646419,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д.51а</w:t>
            </w:r>
          </w:p>
          <w:p w:rsidR="00A50701" w:rsidRDefault="00A50701" w:rsidP="00A507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A50701" w:rsidRDefault="00A50701" w:rsidP="00A507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РСО-</w:t>
            </w:r>
          </w:p>
          <w:p w:rsidR="00A50701" w:rsidRPr="002E5CE9" w:rsidRDefault="00A50701" w:rsidP="00A507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50701" w:rsidRPr="002E5CE9" w:rsidRDefault="00A50701" w:rsidP="00A507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50701" w:rsidRPr="002E5CE9" w:rsidRDefault="00A50701" w:rsidP="00A507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50701" w:rsidRPr="00CB268B" w:rsidRDefault="00A50701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1/</w:t>
            </w:r>
            <w:r w:rsidR="00F5349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F5349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=1,1</w:t>
            </w:r>
          </w:p>
        </w:tc>
      </w:tr>
      <w:tr w:rsidR="00EE3F28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54.614790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83.281496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Школа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МБОУ СОШ №11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школа №11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A50701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701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 w:rsidR="005020A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ов ТКО</w:t>
            </w:r>
            <w:r w:rsidRPr="00A50701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бюджетное образовательное учреждение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средняя образовательная школа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№11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1025404790289,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мкр. Южный, д.52</w:t>
            </w:r>
          </w:p>
          <w:p w:rsidR="00A50701" w:rsidRDefault="00A50701" w:rsidP="00A507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A50701" w:rsidRDefault="00A50701" w:rsidP="00A507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РСО-</w:t>
            </w:r>
          </w:p>
          <w:p w:rsidR="00A50701" w:rsidRPr="002E5CE9" w:rsidRDefault="00A50701" w:rsidP="00A507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50701" w:rsidRPr="002E5CE9" w:rsidRDefault="00A50701" w:rsidP="00A507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50701" w:rsidRPr="002E5CE9" w:rsidRDefault="00A50701" w:rsidP="00A507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50701" w:rsidRPr="00CB268B" w:rsidRDefault="00A50701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</w:t>
            </w:r>
            <w:r w:rsidR="006F26F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6F26F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=1,1</w:t>
            </w:r>
          </w:p>
        </w:tc>
      </w:tr>
      <w:tr w:rsidR="00EE3F28" w:rsidRPr="00E50C88" w:rsidTr="007E172F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д.53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54.614218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83.284736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Школа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МАОУ СОШ №9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0F082A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082A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 w:rsidR="005020A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0F082A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автономное образовательное учреждение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средняя образовательная школа</w:t>
            </w:r>
            <w:r w:rsidR="00EE3F28"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№9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1025404788793,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д.53</w:t>
            </w:r>
          </w:p>
          <w:p w:rsidR="000F082A" w:rsidRDefault="000F082A" w:rsidP="000F082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0F082A" w:rsidRDefault="000F082A" w:rsidP="000F082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РСО-</w:t>
            </w:r>
          </w:p>
          <w:p w:rsidR="000F082A" w:rsidRPr="002E5CE9" w:rsidRDefault="000F082A" w:rsidP="000F082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0F082A" w:rsidRPr="002E5CE9" w:rsidRDefault="000F082A" w:rsidP="000F082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F082A" w:rsidRPr="002E5CE9" w:rsidRDefault="000F082A" w:rsidP="000F082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0F082A" w:rsidRPr="00CB268B" w:rsidRDefault="000F082A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1/1*</w:t>
            </w:r>
            <w:r w:rsidR="006F26F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,1</w:t>
            </w:r>
            <w:r w:rsidR="006F26F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=1,1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 55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54.615539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83.275686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Спортивный комплекс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«Заря»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0F082A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082A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 w:rsidR="005020A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0F082A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бюджетное учреждение «Центр физической культуры и спорта» г. Искитима,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1065472007985,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 55</w:t>
            </w:r>
          </w:p>
          <w:p w:rsidR="000F082A" w:rsidRDefault="000F082A" w:rsidP="000F082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0F082A" w:rsidRDefault="000F082A" w:rsidP="000F082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 w:rsidR="005020A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0F082A" w:rsidRPr="002E5CE9" w:rsidRDefault="000F082A" w:rsidP="000F082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0F082A" w:rsidRPr="002E5CE9" w:rsidRDefault="000F082A" w:rsidP="000F082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1035404788210,</w:t>
            </w:r>
          </w:p>
          <w:p w:rsidR="000F082A" w:rsidRPr="002E5CE9" w:rsidRDefault="000F082A" w:rsidP="000F082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0F082A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2/2*1,1=2,2</w:t>
            </w:r>
          </w:p>
        </w:tc>
      </w:tr>
      <w:tr w:rsidR="00EE3F28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д.56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54.614723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83.287806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Супермаркет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«Лента»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«Лента»,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D444B8">
              <w:rPr>
                <w:rStyle w:val="copytarget"/>
                <w:sz w:val="24"/>
                <w:szCs w:val="24"/>
              </w:rPr>
              <w:t>1037832048605</w:t>
            </w:r>
            <w:r>
              <w:rPr>
                <w:rStyle w:val="copytarget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д.56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F26FF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26FF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26FF" w:rsidRPr="005E38DD" w:rsidRDefault="006F26FF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8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</w:t>
            </w:r>
            <w:proofErr w:type="gramStart"/>
            <w:r w:rsidRPr="005E38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.Ю</w:t>
            </w:r>
            <w:proofErr w:type="gramEnd"/>
            <w:r w:rsidRPr="005E38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жный,д.57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26FF" w:rsidRPr="005E38DD" w:rsidRDefault="005E38D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8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54.615568</w:t>
            </w:r>
          </w:p>
          <w:p w:rsidR="005E38DD" w:rsidRPr="005E38DD" w:rsidRDefault="005E38D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8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83.287599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26FF" w:rsidRPr="005E38DD" w:rsidRDefault="006F26FF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8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26FF" w:rsidRPr="005E38DD" w:rsidRDefault="006F26FF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8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26FF" w:rsidRPr="005E38DD" w:rsidRDefault="006F26FF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8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26FF" w:rsidRPr="005E38DD" w:rsidRDefault="000F082A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8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26FF" w:rsidRPr="005E38DD" w:rsidRDefault="005E38D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8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МКД-мкр. Южный, д. 57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F082A" w:rsidRPr="005E38DD" w:rsidRDefault="000F082A" w:rsidP="000F082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8D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5020A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5E38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Администрация г. Искитима Новосибирской области,</w:t>
            </w:r>
          </w:p>
          <w:p w:rsidR="000F082A" w:rsidRPr="005E38DD" w:rsidRDefault="000F082A" w:rsidP="000F082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8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F082A" w:rsidRPr="005E38DD" w:rsidRDefault="000F082A" w:rsidP="000F082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8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0F082A" w:rsidRPr="005E38DD" w:rsidRDefault="000F082A" w:rsidP="000F082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0F082A" w:rsidRPr="005E38DD" w:rsidRDefault="000F082A" w:rsidP="000F082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5E38D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 РСО-</w:t>
            </w:r>
          </w:p>
          <w:p w:rsidR="000F082A" w:rsidRPr="005E38DD" w:rsidRDefault="000F082A" w:rsidP="000F082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8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0F082A" w:rsidRPr="005E38DD" w:rsidRDefault="000F082A" w:rsidP="000F082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8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F082A" w:rsidRPr="005E38DD" w:rsidRDefault="000F082A" w:rsidP="000F082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E38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6F26FF" w:rsidRPr="005E38DD" w:rsidRDefault="006F26FF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26FF" w:rsidRPr="006A34AB" w:rsidRDefault="006A34AB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3</w:t>
            </w:r>
            <w:r w:rsidR="006F26FF" w:rsidRPr="005E38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3*1.1</w:t>
            </w:r>
            <w:r w:rsidR="006F26FF" w:rsidRPr="005E38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3.3</w:t>
            </w:r>
          </w:p>
        </w:tc>
      </w:tr>
      <w:tr w:rsidR="00EE3F28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14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B071E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</w:t>
            </w:r>
            <w:proofErr w:type="gramStart"/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.Ю</w:t>
            </w:r>
            <w:proofErr w:type="gramEnd"/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жный, д.70Д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FB071E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54.610986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83.282789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B071E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B071E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B071E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плитка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B071E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B071E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АЗС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B071E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</w:t>
            </w: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«Газпромнефть-центр»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t xml:space="preserve"> </w:t>
            </w:r>
            <w:r w:rsidRPr="002B1176">
              <w:rPr>
                <w:rStyle w:val="copytarget"/>
                <w:sz w:val="24"/>
                <w:szCs w:val="24"/>
              </w:rPr>
              <w:t>1027739602824</w:t>
            </w:r>
            <w:r>
              <w:rPr>
                <w:rStyle w:val="copytarget"/>
                <w:sz w:val="24"/>
                <w:szCs w:val="24"/>
              </w:rPr>
              <w:t>,</w:t>
            </w:r>
            <w:r w:rsidRPr="002B117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</w:t>
            </w:r>
            <w:proofErr w:type="gramStart"/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.Ю</w:t>
            </w:r>
            <w:proofErr w:type="gramEnd"/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жный, д.70Д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FB071E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14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д.72а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54.611797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83.279800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торговый павильон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ООО Хот дог ЭНД Донатс» «Дядя Денер»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Хот дог ЭНД Донатс»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B1176">
              <w:rPr>
                <w:sz w:val="24"/>
                <w:szCs w:val="24"/>
              </w:rPr>
              <w:t>1115476042285</w:t>
            </w:r>
            <w:r>
              <w:rPr>
                <w:sz w:val="24"/>
                <w:szCs w:val="24"/>
              </w:rPr>
              <w:t>,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мкр. Южный, д.72а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9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14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д.72в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54.611828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83.279921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Автомойка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ндивидуальный предприниматель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Медведев Р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одион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лександрович,</w:t>
            </w:r>
            <w:r>
              <w:t xml:space="preserve"> </w:t>
            </w:r>
            <w:r w:rsidRPr="002B1176">
              <w:rPr>
                <w:rStyle w:val="copytarget"/>
                <w:sz w:val="24"/>
                <w:szCs w:val="24"/>
              </w:rPr>
              <w:t>314547627900220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9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14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д.75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54.606702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83.290096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Южный, д.75, 76, 77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2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14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Южный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.98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54.597559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83.302482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АЗС «Энергия»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«СИМБИОЗ»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E3F28" w:rsidRPr="002B117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B1176">
              <w:rPr>
                <w:rStyle w:val="copytarget"/>
                <w:sz w:val="24"/>
                <w:szCs w:val="24"/>
              </w:rPr>
              <w:t>1145476020580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5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14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жм  Ясный,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54.617743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83.272967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14,5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МКД-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жм Ясный, д.1, 2, 3, 4, 5, 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ю «Ясный», </w:t>
            </w:r>
          </w:p>
          <w:p w:rsidR="00EE3F28" w:rsidRPr="0027748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7748C">
              <w:rPr>
                <w:rStyle w:val="copytarget"/>
                <w:sz w:val="24"/>
                <w:szCs w:val="24"/>
              </w:rPr>
              <w:t>1145476076866,</w:t>
            </w:r>
          </w:p>
          <w:p w:rsidR="00EE3F28" w:rsidRPr="0027748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7748C">
              <w:rPr>
                <w:sz w:val="24"/>
                <w:szCs w:val="24"/>
              </w:rPr>
              <w:t>город Искитим, Южный микрорайон, дом 55а</w:t>
            </w:r>
          </w:p>
          <w:p w:rsidR="00D94211" w:rsidRPr="002A1CEB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5020A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D94211" w:rsidRPr="002A1CEB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</w:t>
            </w:r>
            <w:r w:rsidR="0097784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97784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=2,2</w:t>
            </w:r>
          </w:p>
        </w:tc>
      </w:tr>
      <w:tr w:rsidR="00EE3F28" w:rsidRPr="00E50C88" w:rsidTr="007E172F">
        <w:trPr>
          <w:trHeight w:val="4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14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жм  Ясный,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54.619300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83.272678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4*1,1=4,4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15,8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жм Ясный, д.7, 8, 9, 10, 12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ю «Ясный», </w:t>
            </w:r>
          </w:p>
          <w:p w:rsidR="00EE3F28" w:rsidRPr="0027748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7748C">
              <w:rPr>
                <w:rStyle w:val="copytarget"/>
                <w:sz w:val="24"/>
                <w:szCs w:val="24"/>
              </w:rPr>
              <w:t>1145476076866,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sz w:val="24"/>
                <w:szCs w:val="24"/>
              </w:rPr>
            </w:pPr>
            <w:r w:rsidRPr="0027748C">
              <w:rPr>
                <w:sz w:val="24"/>
                <w:szCs w:val="24"/>
              </w:rPr>
              <w:t>город Искитим, Южный микрорайон, дом 55а</w:t>
            </w:r>
          </w:p>
          <w:p w:rsidR="00EE3F28" w:rsidRPr="0027748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D94211" w:rsidRPr="002A1CEB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5020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 w:rsidR="005020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D94211" w:rsidRPr="002A1CEB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</w:t>
            </w:r>
            <w:r w:rsidR="0097784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97784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=2,2</w:t>
            </w:r>
          </w:p>
        </w:tc>
      </w:tr>
      <w:tr w:rsidR="00EE3F28" w:rsidRPr="00E50C88" w:rsidTr="007E172F">
        <w:trPr>
          <w:trHeight w:val="461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14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жм  Ясный,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54.620875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83.271733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3D4347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3D4347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3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3.3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15,8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жм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.Я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сный, д.11, 13, 14, 15, 16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ю «Ясный», </w:t>
            </w:r>
          </w:p>
          <w:p w:rsidR="00EE3F28" w:rsidRPr="0027748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7748C">
              <w:rPr>
                <w:rStyle w:val="copytarget"/>
                <w:sz w:val="24"/>
                <w:szCs w:val="24"/>
              </w:rPr>
              <w:t>1145476076866,</w:t>
            </w:r>
          </w:p>
          <w:p w:rsidR="00EE3F28" w:rsidRPr="0027748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7748C">
              <w:rPr>
                <w:sz w:val="24"/>
                <w:szCs w:val="24"/>
              </w:rPr>
              <w:t>город Искитим, Южный микрорайон, дом 55а</w:t>
            </w:r>
          </w:p>
          <w:p w:rsidR="00D94211" w:rsidRPr="002A1CEB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5020A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D94211" w:rsidRPr="002A1CEB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1035404788210,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/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</w:t>
            </w:r>
            <w:r w:rsidR="0097784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97784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=2,2</w:t>
            </w:r>
          </w:p>
        </w:tc>
      </w:tr>
      <w:tr w:rsidR="00EE3F28" w:rsidRPr="00E50C88" w:rsidTr="007E172F">
        <w:trPr>
          <w:trHeight w:val="486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жм  Ясный, д.17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54.622070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83.272731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3D4347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3D4347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2*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=2.2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жм Ясный, д.17, 18, 19, 20, 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ю «Ясный», </w:t>
            </w:r>
          </w:p>
          <w:p w:rsidR="00EE3F28" w:rsidRPr="0027748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7748C">
              <w:rPr>
                <w:rStyle w:val="copytarget"/>
                <w:sz w:val="24"/>
                <w:szCs w:val="24"/>
              </w:rPr>
              <w:t>1145476076866,</w:t>
            </w:r>
          </w:p>
          <w:p w:rsidR="00EE3F28" w:rsidRPr="0027748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7748C">
              <w:rPr>
                <w:sz w:val="24"/>
                <w:szCs w:val="24"/>
              </w:rPr>
              <w:t>город Искитим, Южный микрорайон, дом 55а</w:t>
            </w:r>
          </w:p>
          <w:p w:rsidR="00D94211" w:rsidRPr="002A1CEB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5020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 w:rsidR="005020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D94211" w:rsidRPr="002A1CEB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2/</w:t>
            </w:r>
            <w:r w:rsidR="0097784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97784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=2,2</w:t>
            </w:r>
          </w:p>
        </w:tc>
      </w:tr>
      <w:tr w:rsidR="00EE3F28" w:rsidRPr="00E50C88" w:rsidTr="007E172F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жм  Ясный</w:t>
            </w:r>
            <w:proofErr w:type="gramStart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 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54.622678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83.270902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жм Ясный, д.22, 23, 24, 25, 26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 xml:space="preserve">Собственник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>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ю «Ясный», </w:t>
            </w:r>
          </w:p>
          <w:p w:rsidR="00EE3F28" w:rsidRPr="0027748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7748C">
              <w:rPr>
                <w:rStyle w:val="copytarget"/>
                <w:sz w:val="24"/>
                <w:szCs w:val="24"/>
              </w:rPr>
              <w:t>1145476076866,</w:t>
            </w:r>
          </w:p>
          <w:p w:rsidR="00EE3F28" w:rsidRPr="0027748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7748C">
              <w:rPr>
                <w:sz w:val="24"/>
                <w:szCs w:val="24"/>
              </w:rPr>
              <w:t>город Искитим, Южный микрорайон, дом 55а</w:t>
            </w:r>
          </w:p>
          <w:p w:rsidR="00D94211" w:rsidRPr="002A1CEB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5020A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D94211" w:rsidRPr="002A1CEB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</w:t>
            </w:r>
            <w:r w:rsidR="0097784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97784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=2,2</w:t>
            </w:r>
          </w:p>
        </w:tc>
      </w:tr>
      <w:tr w:rsidR="00EE3F28" w:rsidRPr="00E50C88" w:rsidTr="007E172F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15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жм  Ясный,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54.620875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83.271985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3D4347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3D4347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2*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=2.2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17,2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жм Ясный, д.27, 28, 29, 30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ю «Ясный», </w:t>
            </w:r>
          </w:p>
          <w:p w:rsidR="00EE3F28" w:rsidRPr="0027748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7748C">
              <w:rPr>
                <w:rStyle w:val="copytarget"/>
                <w:sz w:val="24"/>
                <w:szCs w:val="24"/>
              </w:rPr>
              <w:t>1145476076866,</w:t>
            </w:r>
          </w:p>
          <w:p w:rsidR="00EE3F28" w:rsidRPr="0027748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7748C">
              <w:rPr>
                <w:sz w:val="24"/>
                <w:szCs w:val="24"/>
              </w:rPr>
              <w:lastRenderedPageBreak/>
              <w:t>город Искитим, Южный микрорайон, дом 55а</w:t>
            </w:r>
          </w:p>
          <w:p w:rsidR="00D94211" w:rsidRPr="002A1CEB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5020A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D94211" w:rsidRPr="002A1CEB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CB268B" w:rsidRDefault="00EE3F28" w:rsidP="00EE3F28">
            <w:pPr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B268B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</w:t>
            </w:r>
            <w:r w:rsidR="0097784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97784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=2,2</w:t>
            </w:r>
          </w:p>
        </w:tc>
      </w:tr>
      <w:tr w:rsidR="00EE3F28" w:rsidRPr="00E50C88" w:rsidTr="007E172F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15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жм  Ясный,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D35267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54.623713</w:t>
            </w:r>
          </w:p>
          <w:p w:rsidR="00D35267" w:rsidRDefault="00D35267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83.272836</w:t>
            </w: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Default="005D0050" w:rsidP="005D005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5D0050" w:rsidRPr="00CB268B" w:rsidRDefault="005D0050" w:rsidP="005D005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604E9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жм Ясный, д. 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1, 32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ю «Ясный», </w:t>
            </w:r>
          </w:p>
          <w:p w:rsidR="00EE3F28" w:rsidRPr="0027748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7748C">
              <w:rPr>
                <w:rStyle w:val="copytarget"/>
                <w:sz w:val="24"/>
                <w:szCs w:val="24"/>
              </w:rPr>
              <w:t>1145476076866,</w:t>
            </w:r>
          </w:p>
          <w:p w:rsidR="00EE3F28" w:rsidRPr="0027748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7748C">
              <w:rPr>
                <w:sz w:val="24"/>
                <w:szCs w:val="24"/>
              </w:rPr>
              <w:t>город Искитим, Южный микрорайон, дом 55а</w:t>
            </w:r>
          </w:p>
          <w:p w:rsidR="00D94211" w:rsidRPr="002A1CEB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="005020A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D94211" w:rsidRPr="002A1CEB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D94211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D94211" w:rsidRPr="002E5CE9" w:rsidRDefault="00D94211" w:rsidP="00D942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E3F28" w:rsidRPr="002E5CE9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B16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</w:t>
            </w:r>
            <w:r w:rsidR="0097784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</w:t>
            </w:r>
            <w:r w:rsidR="0097784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=2,2</w:t>
            </w:r>
          </w:p>
        </w:tc>
      </w:tr>
      <w:tr w:rsidR="005D0050" w:rsidRPr="00E50C88" w:rsidTr="007E172F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050" w:rsidRDefault="005D0050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050" w:rsidRPr="00CB268B" w:rsidRDefault="005D005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жм Ясный,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0050" w:rsidRDefault="005D005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54.617517</w:t>
            </w:r>
            <w:r w:rsidRPr="005D005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83.270285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050" w:rsidRDefault="005D005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050" w:rsidRPr="00CB268B" w:rsidRDefault="005D005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050" w:rsidRPr="00CB268B" w:rsidRDefault="005D005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050" w:rsidRDefault="005D005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050" w:rsidRDefault="005D0050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МКД-Ясный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.33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A87" w:rsidRPr="002E5CE9" w:rsidRDefault="00455A87" w:rsidP="00455A8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</w:t>
            </w:r>
          </w:p>
          <w:p w:rsidR="00455A87" w:rsidRDefault="00455A87" w:rsidP="00455A8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ю «Ясный», </w:t>
            </w:r>
          </w:p>
          <w:p w:rsidR="00455A87" w:rsidRPr="0027748C" w:rsidRDefault="00455A87" w:rsidP="00455A8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7748C">
              <w:rPr>
                <w:rStyle w:val="copytarget"/>
                <w:sz w:val="24"/>
                <w:szCs w:val="24"/>
              </w:rPr>
              <w:t>1145476076866,</w:t>
            </w:r>
          </w:p>
          <w:p w:rsidR="005D0050" w:rsidRPr="00455A87" w:rsidRDefault="00455A87" w:rsidP="00455A8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7748C">
              <w:rPr>
                <w:sz w:val="24"/>
                <w:szCs w:val="24"/>
              </w:rPr>
              <w:t>город Искитим, Южный микрорайон, дом 55а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0050" w:rsidRDefault="00455A87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9C30A2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</w:t>
            </w:r>
            <w:r w:rsidR="00F106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Авроры,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54.639442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83.289042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Авроры, д.14, 1, 3, 5, 5а,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Авроры,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54.639296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83.288006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Авроры, д.16, 17, 15, 13, 22,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36F6F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36F6F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736F6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End"/>
            <w:r w:rsidRPr="00736F6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Авроры,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D35267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54.639063</w:t>
            </w:r>
          </w:p>
          <w:p w:rsidR="00D35267" w:rsidRPr="00736F6F" w:rsidRDefault="00D35267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83.286973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36F6F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6F6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36F6F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6F6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36F6F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6F6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36F6F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6F6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36F6F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6F6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36F6F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6F6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Авроры, д.26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21,23,25</w:t>
            </w:r>
          </w:p>
          <w:p w:rsidR="00EE3F28" w:rsidRPr="00736F6F" w:rsidRDefault="00EE3F28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736F6F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6F6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Авроры,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54.638929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83.286472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613ED5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Авроры, д.28, 32, 21</w:t>
            </w:r>
            <w:r w:rsidR="00EE3F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19, 30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Авроры,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54.638388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83.285174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B268B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Авроры, д.34, 33. 31, 29</w:t>
            </w:r>
            <w:r w:rsidR="00613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,25,23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2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54.614731</w:t>
            </w:r>
          </w:p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83.306125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2,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2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54.614367</w:t>
            </w:r>
          </w:p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83.306356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 w:rsidR="00613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4, 5, 7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3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54.614164</w:t>
            </w:r>
          </w:p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83.306457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3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54.613853</w:t>
            </w:r>
          </w:p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83.306683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14, 16, 13, 22, 18, 20</w:t>
            </w:r>
            <w:r w:rsidR="00613ED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54.613260</w:t>
            </w:r>
          </w:p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83.307049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д.17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26, 24, 19, 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54.613059</w:t>
            </w:r>
          </w:p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83.307188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21, 30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54.612816</w:t>
            </w:r>
          </w:p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83.307327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23, 25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54.612106</w:t>
            </w:r>
          </w:p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83.307767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29, 27, 33, 31, 36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54.611964</w:t>
            </w:r>
          </w:p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83.307413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38, 33, 36, 34, 27, 25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54.610731</w:t>
            </w:r>
          </w:p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83.306706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д.45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48, 44, 43, 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r w:rsidRPr="00B7610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54.610285</w:t>
            </w:r>
          </w:p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83.306382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r w:rsidRPr="00B7610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51, 49, 47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170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r w:rsidRPr="00B7610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54.610080</w:t>
            </w:r>
          </w:p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83.306258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r w:rsidRPr="00B7610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r w:rsidRPr="00B7610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54.609955</w:t>
            </w:r>
          </w:p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83.305963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r w:rsidRPr="00B7610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55, 57, 59, 50, 52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r w:rsidRPr="00B7610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54.609367</w:t>
            </w:r>
          </w:p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83.305648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r w:rsidRPr="00B7610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61, 63, 65, 67, 69, 54, 54а, 56, 58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r w:rsidRPr="00B7610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54.608766</w:t>
            </w:r>
          </w:p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83.305137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70F66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0F6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B76101" w:rsidRDefault="00EE3F28" w:rsidP="00EE3F28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7610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Алма-Атинская, д.</w:t>
            </w:r>
            <w:r w:rsidR="0097272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67, 65,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5020AD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Алма-Атинский, 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54.612895</w:t>
            </w:r>
          </w:p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83.306350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Алма-Атинский,  д.4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6, 3</w:t>
            </w:r>
            <w:r w:rsidR="0097272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,5,1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00417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0417" w:rsidRDefault="00F1069A" w:rsidP="00E00417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0417" w:rsidRPr="00CC5A13" w:rsidRDefault="00E00417" w:rsidP="00E00417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Алма-Атинский, 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0417" w:rsidRPr="00CC5A13" w:rsidRDefault="00E00417" w:rsidP="00E0041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0041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54.61297583.306437</w:t>
            </w:r>
          </w:p>
          <w:p w:rsidR="00E00417" w:rsidRPr="00CC5A13" w:rsidRDefault="00E00417" w:rsidP="00E0041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0417" w:rsidRPr="00CC5A13" w:rsidRDefault="00E00417" w:rsidP="00E0041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0417" w:rsidRPr="00CC5A13" w:rsidRDefault="00E00417" w:rsidP="00E0041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0417" w:rsidRPr="00CC5A13" w:rsidRDefault="00E00417" w:rsidP="00E0041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0417" w:rsidRDefault="00E00417" w:rsidP="00E00417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0417" w:rsidRPr="00526B43" w:rsidRDefault="00E00417" w:rsidP="00E0041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0417" w:rsidRPr="00CC5A13" w:rsidRDefault="00E00417" w:rsidP="00E0041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Алма-Атинский, 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5, 1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0417" w:rsidRDefault="00E00417" w:rsidP="00E0041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5020AD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Алма-Атинский, 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54.612241</w:t>
            </w:r>
          </w:p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83.306811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Алма-Атинский,  д.9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10, 8,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r w:rsidRPr="003E778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54.648009</w:t>
            </w:r>
          </w:p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83.299311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E778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6, 4, 1, 3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r w:rsidRPr="003E778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54.648178</w:t>
            </w:r>
          </w:p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83.299268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E778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</w:t>
            </w:r>
            <w:r w:rsidR="00F26D4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12, 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F26D42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6D42" w:rsidRDefault="00F1069A" w:rsidP="00F26D4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6D42" w:rsidRPr="00DA1FFB" w:rsidRDefault="00F26D42" w:rsidP="00F26D42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1FF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6D42" w:rsidRPr="00DA1FFB" w:rsidRDefault="00DA1FFB" w:rsidP="00F26D4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1FF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54.648338</w:t>
            </w:r>
          </w:p>
          <w:p w:rsidR="00DA1FFB" w:rsidRPr="00DA1FFB" w:rsidRDefault="00DA1FFB" w:rsidP="00F26D4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1FF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83.299193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6D42" w:rsidRPr="00DA1FFB" w:rsidRDefault="00F26D42" w:rsidP="00F26D4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1FF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6D42" w:rsidRPr="00DA1FFB" w:rsidRDefault="00F26D42" w:rsidP="00F26D4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1FF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6D42" w:rsidRPr="00DA1FFB" w:rsidRDefault="00F26D42" w:rsidP="00F26D4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1FF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6D42" w:rsidRPr="00DA1FFB" w:rsidRDefault="00F26D42" w:rsidP="00F26D42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1FF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6D42" w:rsidRPr="00DA1FFB" w:rsidRDefault="00F26D42" w:rsidP="00F26D4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1FF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26D42" w:rsidRPr="00DA1FFB" w:rsidRDefault="00F26D42" w:rsidP="00F26D4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1FF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 10,  5, 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6D42" w:rsidRPr="00DA1FFB" w:rsidRDefault="00F26D42" w:rsidP="00F26D4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1FF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54.648602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83.299135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4, 16, 11, 13, 15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54.649890</w:t>
            </w:r>
          </w:p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83.298180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54.650058</w:t>
            </w:r>
          </w:p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83.298062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54.650413</w:t>
            </w:r>
          </w:p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83.297815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54.650500</w:t>
            </w:r>
          </w:p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83.297740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F26D42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F26D42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="00EE3F28"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д.29</w:t>
            </w:r>
            <w:r w:rsidR="00F26D4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30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185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д.33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54.651128</w:t>
            </w:r>
          </w:p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83.297182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д.33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54.651800</w:t>
            </w:r>
          </w:p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83.296399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д.43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r w:rsidRPr="0035616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54.651890</w:t>
            </w:r>
          </w:p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83.296271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r w:rsidRPr="0035616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r w:rsidRPr="0035616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54.652082</w:t>
            </w:r>
          </w:p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83.296065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873E9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5616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47, 48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r w:rsidRPr="0035616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54.652281</w:t>
            </w:r>
          </w:p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83.295840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873E9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5616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д.55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54.652522</w:t>
            </w:r>
          </w:p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83.295497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AA34B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873E9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5A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д.55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57, 59, 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C5A1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A69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д.65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A69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54.652489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A69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83.295494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EA69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A69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A69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д.65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66, 68, 70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A69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A69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54.653520</w:t>
            </w:r>
          </w:p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A69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83.294776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A6903" w:rsidRDefault="00AA34B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A69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A69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F26D42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A69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Алтайская, д.6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7, 69, 71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F1069A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Базарная,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54.635213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83.301897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Базарная, 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Базарная,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54.635111</w:t>
            </w:r>
          </w:p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83.301926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EA6903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Базарная, д.22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1-я Бакинская,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54.597625</w:t>
            </w:r>
          </w:p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83.319109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873E9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1-я Бакинская, д.5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7, 9, 52, 54, 56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1-я Бакинская, д.58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54.597100</w:t>
            </w:r>
          </w:p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83.318385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873E9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1-я Бакинская, д.58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60,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1-я Бакинская, д.62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54.596859</w:t>
            </w:r>
          </w:p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83.318101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873E9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1-я Бакинская, д.62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64, 13, 15а, 15, 15б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1-я Бакинская, д.94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54.594118</w:t>
            </w:r>
          </w:p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83.313393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873E9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1-я Бакинская, д.94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92, 100, 86, 88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2-я Бакинская,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54.602556</w:t>
            </w:r>
          </w:p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83.319615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873E9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2-я Бакинская,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    </w:t>
            </w: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4а,6,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200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2-я Бакинская,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54.602363</w:t>
            </w:r>
          </w:p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83.320350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873E9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9B4DE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2-я Бакинская,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2-я Бакинская,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54.602424</w:t>
            </w:r>
          </w:p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83.320535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873E9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2-я Бакинская, д.14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12, 16,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</w:t>
            </w: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1-я Бакинск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ий</w:t>
            </w: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54.597687</w:t>
            </w:r>
          </w:p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83.319410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</w:t>
            </w: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1-я Бакинск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ий</w:t>
            </w:r>
            <w:r w:rsidRPr="00C66B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11, 11а,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C66B4A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1-й Бакинский,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54.596548</w:t>
            </w:r>
          </w:p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83.318976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873E9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1-й Бакинский,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4, 6, 7,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2-й Бакинский,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54.596847</w:t>
            </w:r>
          </w:p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83.316788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873E9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2-й Бакинский,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4, 6в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2-й Бакинский, д.6А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54.597241</w:t>
            </w:r>
          </w:p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83.317184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023F1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F238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2-й Бакинский, д.6А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6Б, 6, 8,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4F2384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54.615369</w:t>
            </w:r>
          </w:p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83.308076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023F1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r w:rsidRPr="00084C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54.614404</w:t>
            </w:r>
          </w:p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83.307449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023F1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54.614727</w:t>
            </w:r>
          </w:p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83.307017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023F1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54.613932</w:t>
            </w:r>
          </w:p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83.307945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023F1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д.17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19, 15, 22,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54.614422</w:t>
            </w:r>
          </w:p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83.307242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023F1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r w:rsidRPr="00DA15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54.613513</w:t>
            </w:r>
          </w:p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83.308275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023F1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54.612723</w:t>
            </w:r>
          </w:p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83.308785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023F1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54.612405</w:t>
            </w:r>
          </w:p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83.309262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023F1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54.612405</w:t>
            </w:r>
          </w:p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83.309263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023F1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д.38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36, 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39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д.42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54.611601</w:t>
            </w:r>
          </w:p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83.308604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023F1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д.42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40, 44, 46, 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216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д.60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54.610330</w:t>
            </w:r>
          </w:p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83.307403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023F1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62, 60, 58а, 58. 56. 54. 52, 66, 64, 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д.72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54.610113</w:t>
            </w:r>
          </w:p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83.308164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023F1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r w:rsidRPr="00F6730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д.72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д.76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54.609847</w:t>
            </w:r>
          </w:p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83.307787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023F1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84, 82, 80, 78, 76, 74, 68, 70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д.86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54.609321</w:t>
            </w:r>
          </w:p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83.306934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3D36D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r w:rsidRPr="001E0DC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д.86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д.90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54.608966</w:t>
            </w:r>
          </w:p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83.306376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3D36D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д.90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88, 92, 94, 96, 98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д.100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54.608254</w:t>
            </w:r>
          </w:p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83.305619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2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3D36D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r w:rsidRPr="00AC7E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Барнаульская, д.100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AB2CFC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54.624380</w:t>
            </w:r>
          </w:p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83.293817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3D36D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54.624624</w:t>
            </w:r>
          </w:p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83.293642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3D36D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5641D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41D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41D" w:rsidRPr="00F06938" w:rsidRDefault="0055641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641D" w:rsidRDefault="00FC1D8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54.624200</w:t>
            </w:r>
          </w:p>
          <w:p w:rsidR="00FC1D8E" w:rsidRPr="00F06938" w:rsidRDefault="00FC1D8E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83.293791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41D" w:rsidRPr="00F06938" w:rsidRDefault="0055641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41D" w:rsidRPr="00F06938" w:rsidRDefault="0055641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41D" w:rsidRPr="00F06938" w:rsidRDefault="0055641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41D" w:rsidRPr="003D36D2" w:rsidRDefault="0055641D" w:rsidP="00EE3F28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41D" w:rsidRPr="004937E5" w:rsidRDefault="0055641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641D" w:rsidRPr="00F06938" w:rsidRDefault="0055641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641D" w:rsidRDefault="0055641D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E3F28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7C3238" w:rsidRDefault="00B62B24" w:rsidP="00EE3F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54.623876</w:t>
            </w:r>
          </w:p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83.293843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Default="00EE3F28" w:rsidP="00EE3F28">
            <w:pPr>
              <w:jc w:val="center"/>
            </w:pPr>
            <w:r w:rsidRPr="003D36D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4937E5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F28" w:rsidRPr="00F06938" w:rsidRDefault="00EE3F28" w:rsidP="00EE3F2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7C3238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54.624051</w:t>
            </w:r>
          </w:p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83.293628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Default="00B62B24" w:rsidP="00B62B24">
            <w:pPr>
              <w:jc w:val="center"/>
            </w:pPr>
            <w:r w:rsidRPr="003D36D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4937E5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54.623315</w:t>
            </w:r>
          </w:p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83.293823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3D36D2" w:rsidRDefault="00B62B24" w:rsidP="00B62B24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4937E5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7C3238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54.623144</w:t>
            </w:r>
          </w:p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83.293793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Default="00B62B24" w:rsidP="00B62B24">
            <w:pPr>
              <w:jc w:val="center"/>
            </w:pPr>
            <w:r w:rsidRPr="003D36D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4937E5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7C3238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54.623322</w:t>
            </w:r>
          </w:p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83.293628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Default="00B62B24" w:rsidP="00B62B24">
            <w:pPr>
              <w:jc w:val="center"/>
            </w:pPr>
            <w:r w:rsidRPr="003D36D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54.622805</w:t>
            </w:r>
          </w:p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83.293662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3D36D2" w:rsidRDefault="00B62B24" w:rsidP="00B62B24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526B43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7C3238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231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54.620784</w:t>
            </w:r>
          </w:p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83.293841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Default="00B62B24" w:rsidP="00B62B24">
            <w:pPr>
              <w:jc w:val="center"/>
            </w:pPr>
            <w:r w:rsidRPr="003D36D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4937E5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7C3238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54.620641</w:t>
            </w:r>
          </w:p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83.293852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Default="00B62B24" w:rsidP="00B62B24">
            <w:pPr>
              <w:jc w:val="center"/>
            </w:pPr>
            <w:r w:rsidRPr="003D36D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4937E5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7C3238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54.620071</w:t>
            </w:r>
          </w:p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83.293710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Default="00B62B24" w:rsidP="00B62B24">
            <w:pPr>
              <w:jc w:val="center"/>
            </w:pPr>
            <w:r w:rsidRPr="003D36D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4937E5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7C3238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54.619692</w:t>
            </w:r>
          </w:p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83.293871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Default="00B62B24" w:rsidP="00B62B24">
            <w:pPr>
              <w:jc w:val="center"/>
            </w:pPr>
            <w:r w:rsidRPr="003D36D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4937E5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д.41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7C3238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54.619928</w:t>
            </w:r>
          </w:p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83.293684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Default="00B62B24" w:rsidP="00B62B24">
            <w:pPr>
              <w:jc w:val="center"/>
            </w:pPr>
            <w:r w:rsidRPr="003D36D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4937E5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д.42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2F568E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         д. 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54.619736</w:t>
            </w:r>
          </w:p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83.293694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jc w:val="center"/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         д. 44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2F568E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                 д. 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54.619368</w:t>
            </w:r>
          </w:p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83.293877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0,7*2=1,4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jc w:val="center"/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                 д. 45,43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2F568E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                 д. 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54.619582</w:t>
            </w:r>
          </w:p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83.293752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                 д. 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2F568E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                 д. 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54.619162</w:t>
            </w:r>
          </w:p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83.293899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jc w:val="center"/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                 д. 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2F568E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                 д. 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54.618978</w:t>
            </w:r>
          </w:p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83.293872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0,7*2=1,4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jc w:val="center"/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                 д. 49,52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7C3238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                  д. 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54.619225</w:t>
            </w:r>
          </w:p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83.293748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Default="00B62B24" w:rsidP="00B62B24">
            <w:pPr>
              <w:jc w:val="center"/>
            </w:pPr>
            <w:r w:rsidRPr="00A57FB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693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Белорусская,                   д. 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06938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7C3238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Белинского, д.43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54.619869</w:t>
            </w:r>
          </w:p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83.284149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Default="00B62B24" w:rsidP="00B62B24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4937E5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Белинского, д.43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7C3238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Белинского, д.4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54.619891</w:t>
            </w:r>
          </w:p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83.284436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Default="00B62B24" w:rsidP="00B62B24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4937E5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Белинского, д.4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Белинского, д.45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54.619342</w:t>
            </w:r>
          </w:p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83.284545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jc w:val="center"/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Белинского, д.45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Белинского, д.47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54.619431</w:t>
            </w:r>
          </w:p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83.283863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jc w:val="center"/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Белинского, д.47, 47а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E50C88" w:rsidTr="007E172F">
        <w:trPr>
          <w:trHeight w:val="37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Бердская, д. 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54.631463</w:t>
            </w:r>
          </w:p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83.296883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jc w:val="center"/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pPr>
              <w:jc w:val="center"/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2F568E" w:rsidRDefault="00B62B24" w:rsidP="00B62B24"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Бердская, д. 1, 2, 3, 4, 5,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2F568E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F568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7C3238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247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Бердская,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54.631426</w:t>
            </w:r>
          </w:p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83.297538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Default="00B62B24" w:rsidP="00B62B24">
            <w:pPr>
              <w:jc w:val="center"/>
            </w:pPr>
            <w:r w:rsidRPr="00A57FB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4937E5" w:rsidRDefault="00B62B24" w:rsidP="00B62B24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Default="00B62B24" w:rsidP="00B62B24">
            <w:r w:rsidRPr="00C05F6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Бердская, д.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7, 8, 9, 10, 11, 12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62B24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7C3238" w:rsidRDefault="00B62B24" w:rsidP="00B62B2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Бердская,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54.631357</w:t>
            </w:r>
          </w:p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83.298482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Default="00B62B24" w:rsidP="00B62B24">
            <w:pPr>
              <w:jc w:val="center"/>
            </w:pPr>
            <w:r w:rsidRPr="00A57FB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Pr="004937E5" w:rsidRDefault="00B62B24" w:rsidP="00B62B24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B24" w:rsidRDefault="00B62B24" w:rsidP="00B62B24">
            <w:r w:rsidRPr="00C05F6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Бердская, д.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13, 14, 15, 16, 17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2B24" w:rsidRPr="00F370BC" w:rsidRDefault="00B62B24" w:rsidP="00B62B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7C3238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Бердская,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54.631344</w:t>
            </w:r>
          </w:p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83.298732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A57FB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4937E5" w:rsidRDefault="00B05E68" w:rsidP="00B05E68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r w:rsidRPr="00F9202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Бердская, д.18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7C3238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Бердская,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54.631755</w:t>
            </w:r>
          </w:p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83.300231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Детский сад - </w:t>
            </w: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МБДОУ № 10</w:t>
            </w:r>
          </w:p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«Ручеек»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038F8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D038F8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бюджетное дошкольное образовательное учреждение</w:t>
            </w: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№ 10</w:t>
            </w:r>
          </w:p>
          <w:p w:rsidR="00B05E68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«Ручеек»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B05E68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1025404790421,</w:t>
            </w:r>
          </w:p>
          <w:p w:rsidR="00B05E68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Бердская, д.29</w:t>
            </w:r>
          </w:p>
          <w:p w:rsidR="00B05E68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B05E68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B05E68" w:rsidRPr="002E5CE9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B05E68" w:rsidRPr="002E5CE9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B05E68" w:rsidRPr="002E5CE9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1/1*1,1=1,1</w:t>
            </w:r>
          </w:p>
        </w:tc>
      </w:tr>
      <w:tr w:rsidR="00B05E68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7C3238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Бердская, д.74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54.630377</w:t>
            </w:r>
          </w:p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83.311372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3E9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4937E5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Бердская, д.74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7C3238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Бердская, д.76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54.630301</w:t>
            </w:r>
          </w:p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83.311689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1825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4937E5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Бердская, д.76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7C3238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Бердская, д.88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54.630079</w:t>
            </w:r>
          </w:p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83.314313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1825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4937E5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Бердская, д.88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7C3238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54.625975</w:t>
            </w:r>
          </w:p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83.322410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12*0.7=</w:t>
            </w:r>
          </w:p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Завод </w:t>
            </w: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«Искитимизвесть»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ткрытое акционерное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общество</w:t>
            </w: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«Искитимизвесть»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t xml:space="preserve"> </w:t>
            </w:r>
            <w:r w:rsidRPr="00A37B27">
              <w:rPr>
                <w:rStyle w:val="copytarget"/>
                <w:sz w:val="24"/>
                <w:szCs w:val="24"/>
              </w:rPr>
              <w:t>1055472006347</w:t>
            </w:r>
            <w:r>
              <w:rPr>
                <w:rStyle w:val="copytarget"/>
              </w:rPr>
              <w:t>,</w:t>
            </w:r>
          </w:p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70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F370BC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B05E68" w:rsidRPr="00E50C88" w:rsidTr="007E172F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7C3238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255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54.623189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83.320908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63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6, 5, 8, 2, 2б, 3, 3а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7C3238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54.622959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83.320887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63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4937E5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10, 12,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7C3238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54.623994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83.320738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63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4937E5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д.20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18,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7C3238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54.623211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83.320693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63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4937E5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7C3238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54.623055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83.320693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63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д.28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28а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7C3238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54.620940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83.320804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63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7C3238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54.622402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83.320710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3*0.7=2,1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д.32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7C3238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54.620687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83.321010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63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7C3238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54.620562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83.321112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63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д.35</w:t>
            </w:r>
            <w:r w:rsidR="0097272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7C3238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54.620186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83.321434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63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A31E25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54.619654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83.321910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63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д.49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A31E25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54.621995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83.320751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63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45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A31E25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267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д.56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54.621403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83.320697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д.56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54, 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45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A31E25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268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д.58А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54.620792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83.320729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д.58А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45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A31E25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269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д.58В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54.620359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83.321067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д.58В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60, 64, 62, 68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45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A31E25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д.58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54.620997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83.320648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д.58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A31E25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54.616512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83.321975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A31E25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54.618415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83.322614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5, 77, 73а, 79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A31E25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54.616112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83.321842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3, 81, 85, 87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A31E25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54.617447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83.323325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89, 91, 93, 95, 97, ж/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Солнечный, 16, 17,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A31E25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д.102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54.610569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83.320682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4937E5" w:rsidRDefault="00B05E68" w:rsidP="00B05E68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r w:rsidRPr="00442D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д.102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б, 100,137, 139, 102а, 141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A31E25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д.104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54.610170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83.320781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4937E5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143, 145, 104б, 104</w:t>
            </w: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д.104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а,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A31E25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.</w:t>
            </w:r>
            <w:proofErr w:type="gramEnd"/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Береговая, д.11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54.608640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83.320387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4937E5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.</w:t>
            </w:r>
            <w:proofErr w:type="gramEnd"/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Береговая, д.11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4, 112, 157, 159, 161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A31E25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.</w:t>
            </w:r>
            <w:proofErr w:type="gramEnd"/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Береговая, д.116а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54.608065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83.320556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4937E5" w:rsidRDefault="00B05E68" w:rsidP="00B05E68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r w:rsidRPr="006F770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6F770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.</w:t>
            </w:r>
            <w:proofErr w:type="gramEnd"/>
            <w:r w:rsidRPr="006F770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Береговая, д.116а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/2, 163, 116а. 116б, 165, 167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C5722F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.</w:t>
            </w:r>
            <w:proofErr w:type="gramEnd"/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Береговая,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18в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54.607545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83.321321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4937E5" w:rsidRDefault="00B05E68" w:rsidP="00B05E68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6F770D" w:rsidRDefault="00B05E68" w:rsidP="00B05E68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.</w:t>
            </w:r>
            <w:proofErr w:type="gramEnd"/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Береговая,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18, 171, 169, 117б, 173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05E68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C5722F" w:rsidRDefault="00B05E68" w:rsidP="00B05E6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.</w:t>
            </w:r>
            <w:proofErr w:type="gramEnd"/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Береговая, д.13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54.605831</w:t>
            </w:r>
          </w:p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83.328535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Default="00B05E68" w:rsidP="00B05E68">
            <w:pPr>
              <w:jc w:val="center"/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4937E5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.</w:t>
            </w:r>
            <w:proofErr w:type="gramEnd"/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Береговая, д.13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5, 133, 136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5E68" w:rsidRPr="00B67C8A" w:rsidRDefault="00B05E68" w:rsidP="00B05E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.</w:t>
            </w:r>
            <w:proofErr w:type="gramEnd"/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Береговая, д.14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54.609776</w:t>
            </w:r>
          </w:p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83.320908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25575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25575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.</w:t>
            </w:r>
            <w:proofErr w:type="gramEnd"/>
            <w:r w:rsidRPr="0025575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Береговая, д.14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.</w:t>
            </w:r>
            <w:proofErr w:type="gramEnd"/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Береговая, д.149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54.609636</w:t>
            </w:r>
          </w:p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83.320767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0E621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25575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25575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.</w:t>
            </w:r>
            <w:proofErr w:type="gramEnd"/>
            <w:r w:rsidRPr="0025575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Береговая, д.149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Береговая, </w:t>
            </w: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д.171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54.607555</w:t>
            </w:r>
          </w:p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83.321275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0E621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Дома частного </w:t>
            </w: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040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ул. Береговая, д.171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,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118а,. 173, 169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630A53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284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д.17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54.607269</w:t>
            </w:r>
          </w:p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83.321823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0E621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04068B" w:rsidRDefault="00630A53" w:rsidP="00630A53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д.17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 118б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д.17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54.607116</w:t>
            </w:r>
          </w:p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83.322081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0E621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д.17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7, 179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54.606808</w:t>
            </w:r>
          </w:p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83.322628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0E621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81, 185а, 187, 189, 193, 193а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д.18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54.606614</w:t>
            </w:r>
          </w:p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83.324772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0E621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д.187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189, 191, 185</w:t>
            </w:r>
            <w:r w:rsidR="0097272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,193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д.19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54.606058</w:t>
            </w:r>
          </w:p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83.328960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0E621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д.19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5, 138, 195а, 199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54.606267</w:t>
            </w:r>
          </w:p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83.322084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0E621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205,  152, 150, 148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54.606270</w:t>
            </w:r>
          </w:p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83.332921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0E621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67C8A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7C8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Береговая,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207, 213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Березняки кв.1,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54.594029</w:t>
            </w:r>
          </w:p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83.322714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Березняки кв.1, д.13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Березняки кв.1,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54.593985</w:t>
            </w:r>
          </w:p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83.323090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0E621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BF731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Березняки кв.1,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Березняки кв.1,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54.59389</w:t>
            </w:r>
          </w:p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83.323797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0E621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BF7310" w:rsidRDefault="00630A53" w:rsidP="00630A53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Березняки кв.1,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6, 10, 15, 17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917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Березняки кв.1, д.21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54.594132</w:t>
            </w:r>
          </w:p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0E621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952A3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Березняки кв.1, д.21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30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295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Березняки кв.1, д.24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54.594575</w:t>
            </w:r>
          </w:p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0E621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1C554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Березняки кв.1,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30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296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Березняки кв.1,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54.593280</w:t>
            </w:r>
          </w:p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83.324168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0E621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5546" w:rsidRDefault="00630A53" w:rsidP="00630A53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Березняки кв.1,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5а, 27,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Березняки кв.1,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54.594792</w:t>
            </w:r>
          </w:p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83.323355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0E621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3F34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Березняки кв.1, д.28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298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Березняки кв.1,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54.594618</w:t>
            </w:r>
          </w:p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83.324889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C40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3671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Березняки кв.1,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Березняки кв.1,  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54.594568</w:t>
            </w:r>
          </w:p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83.325308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C40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E169C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Березняки кв.1,   д.31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Березняки кв.2, 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54.591631</w:t>
            </w:r>
          </w:p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83.332130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0F4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Березняки кв.2, 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1,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лотная,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54.633485</w:t>
            </w:r>
          </w:p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83.285675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C40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F0F4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лотная, д.9, 3, 7, 11, 17</w:t>
            </w:r>
            <w:r w:rsidR="0097272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ул. Западная, д.69, 65, 57, 79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75, 77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Больничная, 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54.634178</w:t>
            </w:r>
          </w:p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83.296301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C40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7C709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Больничная,  д.4</w:t>
            </w:r>
            <w:r w:rsidR="0097272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Больничная, 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54.634228</w:t>
            </w:r>
          </w:p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83.296897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C40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C7091" w:rsidRDefault="00630A53" w:rsidP="00630A53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Больничная, 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8, 6, 2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Больничная, 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54.634257</w:t>
            </w:r>
          </w:p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83.297265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C40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D6696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Больничная,  д.10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Больничная, 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54.634089</w:t>
            </w:r>
          </w:p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83.298063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C40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Больничная, 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13а, 13, 15, 17, 19</w:t>
            </w:r>
            <w:r w:rsidR="0097272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Больничная, 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54.634431</w:t>
            </w:r>
          </w:p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83.300939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C40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6696E" w:rsidRDefault="00630A53" w:rsidP="00630A53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Больничная,  д.</w:t>
            </w:r>
            <w:r w:rsidR="0097272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26, 27, 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Больничная, 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54.634484</w:t>
            </w:r>
          </w:p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83.301318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C40E9" w:rsidRDefault="00630A53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C40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Больничная, 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20, 25,31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Больничная,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54.634521</w:t>
            </w:r>
          </w:p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83.301960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C40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0F6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Больничная, д.33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31а, 34, 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C70F62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Боровая,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54.626687</w:t>
            </w:r>
          </w:p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83.320262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C40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Боровая,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2, 3, 4,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Боровая,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54.626217</w:t>
            </w:r>
          </w:p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83.318961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C40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Боровая, д.9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7, 11, 13,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Боровая,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54.626358</w:t>
            </w:r>
          </w:p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83.317741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C40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358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Боровая,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16, 16а, 17, 20, 22,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3583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Бурлинская, д.1Б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54.660741</w:t>
            </w:r>
          </w:p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83.272877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C40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A548F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Бурлинская, д.1Б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313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Бурлинская, 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54.660772</w:t>
            </w:r>
          </w:p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83.273296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C40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>
              <w:rPr>
                <w:rFonts w:eastAsia="SimSun"/>
                <w:i/>
                <w:noProof/>
                <w:kern w:val="3"/>
                <w:sz w:val="24"/>
                <w:szCs w:val="24"/>
              </w:rPr>
              <w:drawing>
                <wp:inline distT="0" distB="0" distL="0" distR="0">
                  <wp:extent cx="9248775" cy="171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87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Бурлинская,  д.2А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54.660671</w:t>
            </w:r>
          </w:p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83.272966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7555F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Бурлинская, 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2а, 1б, 1а,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Бурлинская, 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54.661058</w:t>
            </w:r>
          </w:p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83.274135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7472D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7472D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="00630A53"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C40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7555F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Бурлинская, 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4, 6, 8, 5, 7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Бурлинская, 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54.661304</w:t>
            </w:r>
          </w:p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83.274562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25CE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7555F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Бурлинская, 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9, 10, 12, 11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Бурлинская, 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54.661245</w:t>
            </w:r>
          </w:p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83.274637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25CE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>
              <w:rPr>
                <w:rFonts w:eastAsia="SimSun"/>
                <w:i/>
                <w:noProof/>
                <w:kern w:val="3"/>
                <w:sz w:val="24"/>
                <w:szCs w:val="24"/>
              </w:rPr>
              <w:drawing>
                <wp:inline distT="0" distB="0" distL="0" distR="0">
                  <wp:extent cx="9248775" cy="1714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87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Бурлинская, 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54.661352</w:t>
            </w:r>
          </w:p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83.274975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25CE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723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Бурлинская, 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13, 14, 15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Бурлинская, 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54.661715</w:t>
            </w:r>
          </w:p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83.275611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25CE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37E5" w:rsidRDefault="00630A53" w:rsidP="00630A53">
            <w:pPr>
              <w:jc w:val="center"/>
            </w:pPr>
            <w:r w:rsidRPr="004937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723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Бурлинская, 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15а, 20, 18,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80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Базарная площадь, д.12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54.637334</w:t>
            </w:r>
          </w:p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83.298603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5*0,7=3,5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«СибирьТрансстрой»,</w:t>
            </w:r>
            <w:r w:rsidRPr="00A73C77">
              <w:rPr>
                <w:rFonts w:ascii="Arial" w:hAnsi="Arial" w:cs="Arial"/>
              </w:rPr>
              <w:t xml:space="preserve"> </w:t>
            </w:r>
            <w:r w:rsidRPr="00A73C77">
              <w:rPr>
                <w:sz w:val="24"/>
                <w:szCs w:val="24"/>
              </w:rPr>
              <w:t>1125476051436,</w:t>
            </w: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Базарная площадь,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Весовой, д.9А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54.648556</w:t>
            </w:r>
          </w:p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83.300349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Весовой, д.9А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3, 4, 5, 6, 7, 8, 9,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Вокзальная,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54.640943</w:t>
            </w:r>
          </w:p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83.305048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Административное здание вневедомственной охраны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Искитимский Отдел вневедомственной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охраны-филиал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Федерального государственного казенного учреждения «Управление вневедомственной охраны войск национальной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гвардии России по Новосибирской области»,</w:t>
            </w:r>
          </w:p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ac"/>
                <w:sz w:val="24"/>
                <w:szCs w:val="24"/>
              </w:rPr>
            </w:pPr>
            <w:r w:rsidRPr="00D615D8">
              <w:rPr>
                <w:rStyle w:val="ac"/>
                <w:sz w:val="24"/>
                <w:szCs w:val="24"/>
              </w:rPr>
              <w:t>1125476117469</w:t>
            </w:r>
            <w:r>
              <w:rPr>
                <w:rStyle w:val="ac"/>
                <w:sz w:val="24"/>
                <w:szCs w:val="24"/>
              </w:rPr>
              <w:t>,</w:t>
            </w:r>
          </w:p>
          <w:p w:rsidR="00630A53" w:rsidRPr="00D615D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Вокзальная,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630A53" w:rsidRPr="00E50C88" w:rsidTr="007E172F">
        <w:trPr>
          <w:trHeight w:val="4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323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Вокзальная,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54.641666</w:t>
            </w:r>
          </w:p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83.306116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455A87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455A87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1*1,1=1,21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Вокзальная</w:t>
            </w:r>
            <w:proofErr w:type="gramStart"/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E5CE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630A53" w:rsidRPr="002E5CE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630A53" w:rsidRPr="002E5CE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630A53" w:rsidRPr="002E5CE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455A87" w:rsidRDefault="00455A87" w:rsidP="00455A8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1-го контейнера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455A87" w:rsidRDefault="00455A87" w:rsidP="00455A8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унитарное предприятие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овосибирска «Спецавтохозяйство»</w:t>
            </w:r>
          </w:p>
          <w:p w:rsidR="00455A87" w:rsidRDefault="00455A87" w:rsidP="00455A8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1025401312287</w:t>
            </w:r>
          </w:p>
          <w:p w:rsidR="00455A87" w:rsidRDefault="00455A87" w:rsidP="00455A8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овосибирск, Северный проезд,д.10</w:t>
            </w:r>
          </w:p>
          <w:p w:rsidR="00455A87" w:rsidRDefault="00455A87" w:rsidP="00455A8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630A53" w:rsidRPr="002E5CE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630A53" w:rsidRPr="002E5CE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630A53" w:rsidRPr="002E5CE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1/1*1,1=1,1</w:t>
            </w:r>
          </w:p>
        </w:tc>
      </w:tr>
      <w:tr w:rsidR="00630A53" w:rsidRPr="00E50C88" w:rsidTr="007E172F">
        <w:trPr>
          <w:trHeight w:val="5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324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Вокзальная,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FB071E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54.641725</w:t>
            </w:r>
          </w:p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83.306108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jc w:val="center"/>
            </w:pPr>
            <w:r w:rsidRPr="00AD26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Административное здание Администрации    г. Искитима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       Искитима Новосибирской области, </w:t>
            </w:r>
          </w:p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0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Вокзальная,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54.640665</w:t>
            </w:r>
          </w:p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83.305954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Бункер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Рынок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Таранов Евгений Васильевич</w:t>
            </w:r>
          </w:p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sz w:val="24"/>
                <w:szCs w:val="24"/>
              </w:rPr>
              <w:t xml:space="preserve"> </w:t>
            </w:r>
            <w:r w:rsidRPr="00726019">
              <w:rPr>
                <w:rStyle w:val="copytarget"/>
                <w:sz w:val="24"/>
                <w:szCs w:val="24"/>
              </w:rPr>
              <w:t>3045472250000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0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ул</w:t>
            </w:r>
            <w:proofErr w:type="gramStart"/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.В</w:t>
            </w:r>
            <w:proofErr w:type="gramEnd"/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окзальная,8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54.64087183.306383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3*0.7=2.1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асфальт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Рынок «Торговый ряд»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Баранов Олег Александрович</w:t>
            </w:r>
          </w:p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315547900043478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2601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Восточная, д.18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54.646194</w:t>
            </w:r>
          </w:p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83.325097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AD26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Восточная,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6,14, 10, 4, 18а,18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Восточная,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54.647031</w:t>
            </w:r>
          </w:p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83.327533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D26FC" w:rsidRDefault="00630A53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D26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26B4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Восточная,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Восточная,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54.646759</w:t>
            </w:r>
          </w:p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83.326380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D26FC" w:rsidRDefault="00630A53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D26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26B4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Восточная,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  <w:r w:rsidR="0097272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,16,14,10,4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Гагарина,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54.570505</w:t>
            </w:r>
          </w:p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83.329034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AD26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Пожарная часть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90870" w:rsidRDefault="00630A53" w:rsidP="00630A53">
            <w:pPr>
              <w:jc w:val="center"/>
              <w:rPr>
                <w:sz w:val="24"/>
                <w:szCs w:val="24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Государственное казенное учреждение Новосибирской области «Центр по обеспечению мероприятий в области гражданской обороны</w:t>
            </w:r>
            <w:proofErr w:type="gramStart"/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,ч</w:t>
            </w:r>
            <w:proofErr w:type="gramEnd"/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резвычайных ситуаций и пожарной безопасности Новосибирской области» ( ГКУ НСО </w:t>
            </w: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«Центр ГО ЧС И ПБ Новосибирской области»</w:t>
            </w:r>
            <w:r>
              <w:rPr>
                <w:sz w:val="24"/>
                <w:szCs w:val="24"/>
              </w:rPr>
              <w:t>,</w:t>
            </w:r>
          </w:p>
          <w:p w:rsidR="00630A53" w:rsidRPr="00490870" w:rsidRDefault="00630A53" w:rsidP="00630A53">
            <w:pPr>
              <w:ind w:left="720"/>
              <w:jc w:val="center"/>
              <w:rPr>
                <w:sz w:val="24"/>
                <w:szCs w:val="24"/>
              </w:rPr>
            </w:pPr>
            <w:r w:rsidRPr="00490870">
              <w:rPr>
                <w:sz w:val="24"/>
                <w:szCs w:val="24"/>
              </w:rPr>
              <w:t>1055406005995</w:t>
            </w:r>
            <w:r>
              <w:rPr>
                <w:sz w:val="24"/>
                <w:szCs w:val="24"/>
              </w:rPr>
              <w:t>,</w:t>
            </w:r>
          </w:p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Гагарина, д.18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630A53" w:rsidRPr="00E50C88" w:rsidTr="007E172F">
        <w:trPr>
          <w:trHeight w:val="51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331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Герцена,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54.650056</w:t>
            </w:r>
          </w:p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83.296727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A329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B33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Герцена, д.7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8, 6,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B331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1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Герцена,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54.650345</w:t>
            </w:r>
          </w:p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83.296673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A329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Герцена, д.12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9, 10, 11,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4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Герцена,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54.651842</w:t>
            </w:r>
          </w:p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83.294930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A329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Герцена, д.25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5722F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Герцена,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54.652020</w:t>
            </w:r>
          </w:p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83.294871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A329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Герцена, д.30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28, 23, 24,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Герцена,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54.652610</w:t>
            </w:r>
          </w:p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83.293991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A329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Герцена, д.35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Герцена,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54.652506</w:t>
            </w:r>
          </w:p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83.294267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A329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Герцена,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4, 27, 33, 32, 27, 29, 38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Герцена, д.41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54.652990</w:t>
            </w:r>
          </w:p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83.253518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A329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Герцена, д.41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37, 39, 40, 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Герцена, д.49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54.653736</w:t>
            </w:r>
          </w:p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83.292565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A329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805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Герцена, д.49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45, 47, 48, 52, 54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Глинки, д.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54.624329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83.280098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A329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8057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д.1, 2, 3, 4,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54.624133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83.279945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A329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1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54.624008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83.280133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A329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1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155C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155C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A155C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.Г</w:t>
            </w:r>
            <w:proofErr w:type="gramEnd"/>
            <w:r w:rsidRPr="00A155C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линки,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155C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155C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54.623810</w:t>
            </w:r>
          </w:p>
          <w:p w:rsidR="00630A53" w:rsidRPr="00A155C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155C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83.280131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155C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155C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155C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155C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155C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155C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155C7" w:rsidRDefault="00630A53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155C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155C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155C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155C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155C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A155C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.Г</w:t>
            </w:r>
            <w:proofErr w:type="gramEnd"/>
            <w:r w:rsidRPr="00A155C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линки, д.9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A155C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155C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54.623597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83.280143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7A329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344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54.623224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83.280122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8A0E5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54.623471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83.279981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8A0E5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54.623242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83.279943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8A0E5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54.622874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83.280117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8A0E5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54.622731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83.280117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7472D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8A0E5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54.622244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83.279977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8A0E5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54.621221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83.280170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7C7201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7472D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="00630A53"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D601A1" w:rsidP="00630A53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27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28, 29, 30, 31, 32. 33, 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54.620420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83.280194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8A0E5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35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36, 37, 38. 39, 40, 41, 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54.619493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83.280195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8A0E5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45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43, 44, 46, 47, 48, 49, 50, 51, 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54.619156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83.280175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8A0E5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095D5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Глинки, д. 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Гоголя,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54.646854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83.323130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8A0E5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Гоголя, д.1А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1, 3, 9а, 2а,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Гоголя,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54.646278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83.323001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8A0E5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Гоголя, д.6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4, 8, 10,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Гоголя,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54.648551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83.329176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Гоголя,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9, 7, 11, 15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C7201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201" w:rsidRDefault="006F0DF4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201" w:rsidRPr="004854F0" w:rsidRDefault="007C7201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.Г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оголя,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8538C" w:rsidRDefault="0058538C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54.648338</w:t>
            </w:r>
          </w:p>
          <w:p w:rsidR="007C7201" w:rsidRDefault="0058538C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8538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83.327977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201" w:rsidRPr="004854F0" w:rsidRDefault="007C7201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201" w:rsidRPr="004854F0" w:rsidRDefault="007C7201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201" w:rsidRPr="004854F0" w:rsidRDefault="0058538C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201" w:rsidRDefault="0058538C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201" w:rsidRPr="00A73C77" w:rsidRDefault="0058538C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201" w:rsidRPr="004854F0" w:rsidRDefault="0058538C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.Г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оголя, д.18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7201" w:rsidRDefault="0058538C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35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Гоголя,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54.647945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83.324484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«Ереван»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ндивидуальный предприниматель Хохлов</w:t>
            </w: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Василий </w:t>
            </w: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С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ергеевич,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310544518800025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630A53" w:rsidRPr="00E50C88" w:rsidTr="007E172F">
        <w:trPr>
          <w:trHeight w:val="54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35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Гоголя, д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.33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«ФОРТ ПРОДУКТ»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ндивидуальный предприниматель</w:t>
            </w: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Фисенко Н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аталья </w:t>
            </w: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лександровна,</w:t>
            </w:r>
          </w:p>
          <w:p w:rsidR="00630A53" w:rsidRPr="006F1AB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F1AB3">
              <w:rPr>
                <w:rStyle w:val="copytarget"/>
                <w:sz w:val="24"/>
                <w:szCs w:val="24"/>
              </w:rPr>
              <w:t>309547208900012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Гоголя,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54.648147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83.323165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3716D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Школа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МБОУ ООШ  № 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038F8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D038F8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бюджетное образовательное учреждение –</w:t>
            </w: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основная общеобразовательная школа</w:t>
            </w: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№ 6</w:t>
            </w:r>
          </w:p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854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10254047913,</w:t>
            </w:r>
          </w:p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Гоголя, д.24</w:t>
            </w:r>
          </w:p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РСО-</w:t>
            </w:r>
          </w:p>
          <w:p w:rsidR="00630A53" w:rsidRPr="002E5CE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630A53" w:rsidRPr="002E5CE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630A53" w:rsidRPr="002E5CE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630A53" w:rsidRPr="004854F0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1/1*1,1=1,1</w:t>
            </w:r>
          </w:p>
        </w:tc>
      </w:tr>
      <w:tr w:rsidR="00630A53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36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д.2Б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54.654516</w:t>
            </w:r>
          </w:p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83.290061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3716D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А, 2Б,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36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54.659048</w:t>
            </w:r>
          </w:p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83.289362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3716D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0, 18,24, 17, 13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36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54.656614</w:t>
            </w:r>
          </w:p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83.290999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3716D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15, 22, 24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36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54.657037</w:t>
            </w:r>
          </w:p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83.291192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3716D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д.26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,19, 17, 21, 28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36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д.32А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54.657448</w:t>
            </w:r>
          </w:p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83.291428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3716D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д.32А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36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д.38/1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54.658883</w:t>
            </w:r>
          </w:p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83.291835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5E464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д.38/1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36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54.658842</w:t>
            </w:r>
          </w:p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83.291815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3716D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36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54.659091</w:t>
            </w:r>
          </w:p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83.291864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3716D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36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54.659303</w:t>
            </w:r>
          </w:p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83.291950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3716D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621F8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д.44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54.659429</w:t>
            </w:r>
          </w:p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83.291978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3716D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F1617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37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д.47А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54.660753</w:t>
            </w:r>
          </w:p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83.292226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3716D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д.47А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54а, 56а, 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37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54.659766</w:t>
            </w:r>
          </w:p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83.292117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3716D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37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д.54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54.660729</w:t>
            </w:r>
          </w:p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83.292379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3716D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37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54.661177</w:t>
            </w:r>
          </w:p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83.291596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3716D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959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Горького,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60, 56, 58, 62, 64, 55, 53, 51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37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Грибоедова,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54.623588</w:t>
            </w:r>
          </w:p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83.278853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70119E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3716D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Грибоедова,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12, 9, 10, 11, 13, 14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37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Грибоедова,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54.623587</w:t>
            </w:r>
          </w:p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83.278714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C4E7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595941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Грибоедова,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20, 17, 18, 19, 21, 22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37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Грибоедова,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54.621209</w:t>
            </w:r>
          </w:p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83.278932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*2=1.4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Грибоедова,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28, 27, 29, 30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37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Грибоедова,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54.620769</w:t>
            </w:r>
          </w:p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83.278932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C4E7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Грибоедова, д.32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  31, 33, 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37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Грибоедова,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54.620071</w:t>
            </w:r>
          </w:p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83.278948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C4E7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Грибоедова, д.40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35, 36, 37, 38, 39, 40, 41, 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Грибоедова, д.50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54.619134</w:t>
            </w:r>
          </w:p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83.278970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*2=1.4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D601A1" w:rsidP="00630A53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Грибоедова, д.50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51, 52, 43, 44, 45, 46. 47, 48, 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38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Дачная,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54.621138</w:t>
            </w:r>
          </w:p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83.323137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C4E7C" w:rsidRDefault="00630A53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«Лыжная база» МАОУ ДОД ДЮСШ</w:t>
            </w:r>
          </w:p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униципальное автономное образовательное учреждение 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дополнительного образования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детск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о-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юношеская спортивная школа,</w:t>
            </w:r>
          </w:p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CE0076">
              <w:rPr>
                <w:rStyle w:val="copytarget"/>
                <w:sz w:val="24"/>
                <w:szCs w:val="24"/>
              </w:rPr>
              <w:t>1025404788310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Дачная,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38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Дачная,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54.620586</w:t>
            </w:r>
          </w:p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83.323058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Дачная,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3а, 32, 28,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38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Дачная,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54.623003</w:t>
            </w:r>
          </w:p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83.321954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C4E7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Дачная, д.6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4, 2, 2б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38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Дачная,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54.620058</w:t>
            </w:r>
          </w:p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83.327286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C4E7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Дачная,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15, 13, 17, 11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38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Дачная,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54.620065</w:t>
            </w:r>
          </w:p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83.327259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C4E7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Дачная,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13, 11, 17, 15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38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Дачная,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54.621724</w:t>
            </w:r>
          </w:p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83.322394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C4E7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Дачная, д.20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16, 18, 14, 12,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38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Дачная,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54.620058</w:t>
            </w:r>
          </w:p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83.322800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C4E7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Дачная, д.38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38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Дачная,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54.619857</w:t>
            </w:r>
          </w:p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83.322856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C4E7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Дачная, д.40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38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Дачная, д.4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54.619624</w:t>
            </w:r>
          </w:p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83.322890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C4E7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Дачная, д.4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 44а, 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Дачная, д.48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54.618943</w:t>
            </w:r>
          </w:p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83.323277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C4E7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15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Дачная, д.48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50, 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D415FC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39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Декабристов, д.5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54.632087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83.313243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C4E7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Декабристов, д.5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3, 4,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39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Декабристов,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54.632436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83.311601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C4E7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Декабристов, д.9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7, 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39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Декабристов,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2FF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54.63224683.312391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C4E7C" w:rsidRDefault="00630A53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C4E7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Декабристов, д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8,  11, 12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39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Декабристов,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54.632271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83.311994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Декабристов, д.15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39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Декабристов, д.25/2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54.632636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83.309607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C4E7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Декабристов, д.25/2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22.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39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Джамбула,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54.648934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83.327829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C4E7C" w:rsidRDefault="00630A53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45F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Джамбула,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1C2A02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39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Джамбула,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54.651824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83.328105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45F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Джамбула, д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0A41E8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39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Джамбула,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54.652288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83.328132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45FAD" w:rsidRDefault="00630A53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45F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Джамбула, д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0A41E8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39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Джамбула,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54.650852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83.328109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45F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Джамбула, д.8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0A41E8" w:rsidRDefault="006F0DF4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Джамбула,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54.651380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83.328145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45F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Джамбула,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0A41E8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40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Джамбула,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54.652439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83.328130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45F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Джамбула, д.24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0A41E8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40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Джамбула, д.24А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54.652620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83.328145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45F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Джамбула, д.24А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0A41E8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40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Джамбула, д.26А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54.658826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83.328156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45F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Джамбула, д.26А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25а,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0A41E8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40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Дзержинского,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54.663457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83.277612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45F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Дзержинского, д.8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9, 10, 5,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0A41E8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40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Дзержинского,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54.663159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83.277070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58538C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 w:rsidR="0067472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*2=1,4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45F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B407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Дзержинского, д.11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8538C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538C" w:rsidRDefault="006F0DF4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406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538C" w:rsidRPr="00243398" w:rsidRDefault="0058538C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зержинского,д.17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8C" w:rsidRPr="00243398" w:rsidRDefault="0067472D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54.662974</w:t>
            </w:r>
            <w:r w:rsidR="0058538C" w:rsidRPr="0058538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83.276252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538C" w:rsidRDefault="0058538C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538C" w:rsidRPr="00243398" w:rsidRDefault="0058538C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538C" w:rsidRPr="00243398" w:rsidRDefault="0058538C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538C" w:rsidRPr="00C45FAD" w:rsidRDefault="0058538C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538C" w:rsidRPr="00A73C77" w:rsidRDefault="0058538C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538C" w:rsidRPr="00B407DD" w:rsidRDefault="0058538C" w:rsidP="00630A53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зержинского,д.17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8C" w:rsidRDefault="0058538C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0A41E8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Дзержинского,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54.662984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83.275672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45F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Дзержинского, д.21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19, 17, 20, 18, 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0A41E8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40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Дзержинского,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54.662891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83.274913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45F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r w:rsidRPr="006B6E7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Дзержинского,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0A41E8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40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Дзержинского,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54.662630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83.273105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45F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Дзержинского, д.37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35, 33, 32, 34, 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0A41E8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40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Дзержинского, д.40А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54.662536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83.272025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45F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Дзержинского, д.40А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7472D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7472D" w:rsidRDefault="006F0DF4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7472D" w:rsidRPr="00243398" w:rsidRDefault="0067472D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зержинского,д.43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472D" w:rsidRPr="00243398" w:rsidRDefault="0067472D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54.662365</w:t>
            </w:r>
            <w:r w:rsidRPr="0067472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83.272309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7472D" w:rsidRPr="00243398" w:rsidRDefault="0067472D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7472D" w:rsidRPr="00243398" w:rsidRDefault="0067472D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7472D" w:rsidRPr="00243398" w:rsidRDefault="0067472D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7472D" w:rsidRPr="00C45FAD" w:rsidRDefault="00D601A1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7472D" w:rsidRPr="00A73C77" w:rsidRDefault="0067472D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7472D" w:rsidRPr="00243398" w:rsidRDefault="0067472D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зержинского,д.43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472D" w:rsidRDefault="0067472D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30A53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0A41E8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Дзержинского, д.41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77CB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54.662541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83.272429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C45FAD" w:rsidRDefault="00630A53" w:rsidP="00630A5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Дзержинского, д.41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0A41E8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41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Дзержинского, д.47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54.662320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83.271540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45F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Дзержинского, д.47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45, 49, 43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0A41E8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41</w:t>
            </w:r>
            <w:r w:rsidR="006F0DF4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Дорожная,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54.642024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83.292778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jc w:val="center"/>
            </w:pPr>
            <w:r w:rsidRPr="00C45F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Дорожная,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2, 3, 4, 5,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0A41E8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Дорожная,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54.640564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83.292462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Дорожная, д.16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14, 15, 17, 18,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30A5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Дорожная,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54.639508</w:t>
            </w:r>
          </w:p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83.293195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773239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A73C77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0A53" w:rsidRPr="00243398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Дорожная,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29, 24 , 26, 28, 35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0A53" w:rsidRDefault="00630A53" w:rsidP="00630A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D26B41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D26B41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Дорожная,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54.638311</w:t>
            </w:r>
          </w:p>
          <w:p w:rsidR="0051441F" w:rsidRPr="00D26B41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83.293650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D26B41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D26B41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D26B41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D26B41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D26B41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D26B41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Дорожная, д.31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D26B41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Дорожная,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54.635079</w:t>
            </w:r>
          </w:p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83.294271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3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Дорожная,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46, 42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D26B41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D26B41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Дорожная, д.54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54.634053</w:t>
            </w:r>
          </w:p>
          <w:p w:rsidR="0051441F" w:rsidRPr="00D26B41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83.294135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D26B41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D26B41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0,7*3=2,1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D26B41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D26B41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D26B41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D26B41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Дорожная, д.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D26B41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26B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Ермака,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54.637019</w:t>
            </w:r>
          </w:p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83.289788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773239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r w:rsidRPr="00C42A5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Ермака, д.5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Ермака,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54.637007</w:t>
            </w:r>
          </w:p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83.289413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773239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B57B2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Ермака,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419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Ермака,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54.637299</w:t>
            </w:r>
          </w:p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83.287467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B57B21" w:rsidRDefault="0051441F" w:rsidP="0051441F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42A5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Ермака,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15, 25, 27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Ермака,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54.637547</w:t>
            </w:r>
          </w:p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83.285850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773239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B57B21" w:rsidRDefault="0051441F" w:rsidP="0051441F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Ермака, д.24, 29, 31, 33</w:t>
            </w:r>
            <w:r w:rsidR="0097272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,25,27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Ермака,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54.638353</w:t>
            </w:r>
          </w:p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83.287245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24339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773239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5D2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Ермака, д.13, 3, 5, 14, 18,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7172B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ул. Жданова, д. 1 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3B0E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54.571937</w:t>
            </w:r>
          </w:p>
          <w:p w:rsidR="0051441F" w:rsidRPr="00E7172B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83.326244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7172B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7172B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7172B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7172B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7172B" w:rsidRDefault="0051441F" w:rsidP="0051441F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7172B" w:rsidRDefault="0051441F" w:rsidP="0051441F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.Ж</w:t>
            </w:r>
            <w:proofErr w:type="gramEnd"/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данова,1,2,3,5,7,8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E7172B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71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54.648604</w:t>
            </w:r>
          </w:p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83.295518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FB071E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4, 3, 5, 7, 9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54.647649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83.296514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D228C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 2, 21, 21а, 17,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54.649412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83.294796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D228C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r w:rsidRPr="00277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54.647959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83.296200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D228C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35,39, 16, 18, 20, 22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д.44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54.650188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83.294329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D228C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д.44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42, 48, 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д.53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54.653002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83.290867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D228C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д.53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д.64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54.651961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83.292526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D228C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д.64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62, 66, 41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</w:t>
            </w:r>
            <w:proofErr w:type="gramStart"/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.72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54.652466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83.291581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D228C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</w:t>
            </w:r>
            <w:proofErr w:type="gramStart"/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.72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70, 74, 45, 45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431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</w:t>
            </w:r>
            <w:proofErr w:type="gramStart"/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.76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54.652783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83.291265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D228C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</w:t>
            </w:r>
            <w:proofErr w:type="gramStart"/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.76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49, 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</w:t>
            </w:r>
            <w:proofErr w:type="gramStart"/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.82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54.653133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83.290934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F27398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F27398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="0051441F"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F27398" w:rsidP="0051441F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</w:t>
            </w:r>
            <w:proofErr w:type="gramStart"/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.82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80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0119E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Default="0070119E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1F2FD3" w:rsidRDefault="0070119E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19E" w:rsidRPr="001F2FD3" w:rsidRDefault="0070119E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1F2FD3" w:rsidRDefault="0070119E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1F2FD3" w:rsidRDefault="0070119E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1F2FD3" w:rsidRDefault="0070119E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D228CA" w:rsidRDefault="0070119E" w:rsidP="0051441F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A73C77" w:rsidRDefault="0070119E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1F2FD3" w:rsidRDefault="0070119E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19E" w:rsidRDefault="0070119E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</w:t>
            </w:r>
            <w:proofErr w:type="gramStart"/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.98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54.653153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83.288403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r w:rsidRPr="009F78C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</w:t>
            </w:r>
            <w:proofErr w:type="gramStart"/>
            <w:r w:rsidRPr="009F78C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9F78C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.98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д.100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54.653341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83.288208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F8468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r w:rsidRPr="00261EE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д.104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54.653450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83.287647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F8468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r w:rsidRPr="0015645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д.106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54.653197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83.290771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F8468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r w:rsidRPr="00F523D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д.106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д.108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54.653618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83.287127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F8468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д.108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54.653775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83.286824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F8468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д.110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112, 114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A41E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54.654185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83.285865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F8468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д.118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116, 120, 122, 124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54.654891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83.284618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F8468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441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54.655595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83.282901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F8468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д.140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134, 132, 128, 130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54.656118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83.281678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F8468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6, 148, 138, 136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54.656217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83.281324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F8468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r w:rsidRPr="00CE76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61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д.160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54.657427</w:t>
            </w:r>
          </w:p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83.282724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*0,7=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д.160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158, 162, 156, 164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61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54.656687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83.281721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F8468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66, 168, 152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61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54.656207</w:t>
            </w:r>
          </w:p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83.280934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817D0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Железнодорожная,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70, 174, 172, 176, 178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1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54.651966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83.307905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19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19*0,7=13,3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Завод - </w:t>
            </w: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АО «Искитимцемент»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sz w:val="24"/>
                <w:szCs w:val="24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кционерное общество</w:t>
            </w: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«Искитимцемент»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t xml:space="preserve"> </w:t>
            </w:r>
            <w:r w:rsidRPr="00B52D4C">
              <w:rPr>
                <w:sz w:val="24"/>
                <w:szCs w:val="24"/>
              </w:rPr>
              <w:t>1025404788177</w:t>
            </w:r>
            <w:r>
              <w:rPr>
                <w:sz w:val="24"/>
                <w:szCs w:val="24"/>
              </w:rPr>
              <w:t>,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52D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ул. З</w:t>
            </w: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аводская,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69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54.651070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83.307921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Завод - </w:t>
            </w: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ЗАО «Чернореченский карьер»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акрытое акционерное общество</w:t>
            </w: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«Чернореченский карьер»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t xml:space="preserve"> </w:t>
            </w:r>
            <w:r w:rsidRPr="00B52D4C">
              <w:rPr>
                <w:rStyle w:val="extended-textshort"/>
                <w:sz w:val="24"/>
                <w:szCs w:val="24"/>
              </w:rPr>
              <w:t>1065472012561,</w:t>
            </w:r>
          </w:p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ул. Заводская,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1F2FD3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D601A1" w:rsidRPr="00E50C88" w:rsidTr="007E172F">
        <w:trPr>
          <w:trHeight w:val="69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601A1" w:rsidRDefault="000867EE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601A1" w:rsidRPr="001F2FD3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.З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аводская,д.12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01A1" w:rsidRPr="001F2FD3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54.659529</w:t>
            </w:r>
            <w:r w:rsidRPr="00D601A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83.296887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601A1" w:rsidRPr="001F2FD3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601A1" w:rsidRPr="001F2FD3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601A1" w:rsidRPr="001F2FD3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601A1" w:rsidRPr="001F2FD3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601A1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D601A1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601A1" w:rsidRPr="001F2FD3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.З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аводская,д.12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01A1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</w:t>
            </w:r>
            <w:r w:rsidR="000867EE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54.655972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83.299811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7542B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Дома частного </w:t>
            </w: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ул. Заводская, д.41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,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43, 45, 47, 51, 53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51441F" w:rsidRPr="00E50C88" w:rsidTr="007E172F">
        <w:trPr>
          <w:trHeight w:val="5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45</w:t>
            </w:r>
            <w:r w:rsidR="000867EE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54.660359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83.292880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7542B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д.42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3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45</w:t>
            </w:r>
            <w:r w:rsidR="000867EE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д.54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54.660371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83.290783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7542B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д.54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45</w:t>
            </w:r>
            <w:r w:rsidR="000867EE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д.62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54.660335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83.289142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7542B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д.62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64, 60, 105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CD4263">
              <w:rPr>
                <w:iCs/>
                <w:sz w:val="24"/>
                <w:szCs w:val="24"/>
              </w:rPr>
              <w:t>45</w:t>
            </w:r>
            <w:r w:rsidR="000867EE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д.67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54.659801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83.295976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д.67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65, 16, 63, 61, 12, 57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CD4263">
              <w:rPr>
                <w:iCs/>
                <w:sz w:val="24"/>
                <w:szCs w:val="24"/>
              </w:rPr>
              <w:t>45</w:t>
            </w:r>
            <w:r w:rsidR="000867EE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д.70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54.660264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83.228272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="0051441F"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7542B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д.70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68, 109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CD4263">
              <w:rPr>
                <w:iCs/>
                <w:sz w:val="24"/>
                <w:szCs w:val="24"/>
              </w:rPr>
              <w:t>45</w:t>
            </w:r>
            <w:r w:rsidR="000867EE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д.75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54.660099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83.294334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7542B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д.75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77, 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45</w:t>
            </w:r>
            <w:r w:rsidR="000867EE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54.660641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83.286607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7542B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r w:rsidRPr="00A32BF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д.76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iCs/>
                <w:sz w:val="24"/>
                <w:szCs w:val="24"/>
              </w:rPr>
              <w:t>45</w:t>
            </w:r>
            <w:r w:rsidR="000867EE"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д.81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54.660245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83.293572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7542B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д.81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36, 79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iCs/>
                <w:sz w:val="24"/>
                <w:szCs w:val="24"/>
              </w:rPr>
              <w:t>45</w:t>
            </w:r>
            <w:r w:rsidR="000867EE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54.660339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83.285604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7542B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4, 78, 117, 119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CD4263">
              <w:rPr>
                <w:iCs/>
                <w:sz w:val="24"/>
                <w:szCs w:val="24"/>
              </w:rPr>
              <w:t>4</w:t>
            </w:r>
            <w:r w:rsidR="000867EE">
              <w:rPr>
                <w:iCs/>
                <w:sz w:val="24"/>
                <w:szCs w:val="24"/>
              </w:rPr>
              <w:t>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д.88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54.660164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83.285447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2B5D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д.88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CD4263">
              <w:rPr>
                <w:iCs/>
                <w:sz w:val="24"/>
                <w:szCs w:val="24"/>
              </w:rPr>
              <w:t>46</w:t>
            </w:r>
            <w:r w:rsidR="000867EE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д.101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54.660263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83.289889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2B5D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д.101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CD4263">
              <w:rPr>
                <w:iCs/>
                <w:sz w:val="24"/>
                <w:szCs w:val="24"/>
              </w:rPr>
              <w:t>46</w:t>
            </w:r>
            <w:r w:rsidR="000867EE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д.107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54.660249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83.288841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2B5D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д.107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93125A" w:rsidRPr="00E50C88" w:rsidTr="007E172F">
        <w:trPr>
          <w:trHeight w:val="5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25A" w:rsidRPr="00CD4263" w:rsidRDefault="000867EE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25A" w:rsidRPr="00874D75" w:rsidRDefault="0093125A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д.121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25A" w:rsidRPr="00874D75" w:rsidRDefault="0093125A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54.660182</w:t>
            </w:r>
            <w:r w:rsidRPr="0093125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83.285641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25A" w:rsidRPr="00874D75" w:rsidRDefault="0093125A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25A" w:rsidRPr="00874D75" w:rsidRDefault="0093125A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25A" w:rsidRPr="00874D75" w:rsidRDefault="0093125A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25A" w:rsidRPr="002B5D71" w:rsidRDefault="0093125A" w:rsidP="0051441F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25A" w:rsidRPr="00A73C77" w:rsidRDefault="0093125A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25A" w:rsidRPr="00874D75" w:rsidRDefault="0093125A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.З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аводская, д.121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125A" w:rsidRDefault="0093125A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4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CD4263">
              <w:rPr>
                <w:iCs/>
                <w:sz w:val="24"/>
                <w:szCs w:val="24"/>
              </w:rPr>
              <w:t>46</w:t>
            </w:r>
            <w:r w:rsidR="000867EE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д.137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54.659607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83.284509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2B5D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Заводская, д.137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135, 139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13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CD4263">
              <w:rPr>
                <w:iCs/>
                <w:sz w:val="24"/>
                <w:szCs w:val="24"/>
              </w:rPr>
              <w:t>46</w:t>
            </w:r>
            <w:r w:rsidR="000867EE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Заводской, д.1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54.658660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83.288022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Дома частного </w:t>
            </w: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пер. Заводской,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33545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iCs/>
                <w:sz w:val="24"/>
                <w:szCs w:val="24"/>
              </w:rPr>
              <w:lastRenderedPageBreak/>
              <w:t>46</w:t>
            </w:r>
            <w:r w:rsidR="000867EE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Заводской,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54.658496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83.288153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2B5D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Заводской,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1A742C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CD4263">
              <w:rPr>
                <w:iCs/>
                <w:sz w:val="24"/>
                <w:szCs w:val="24"/>
              </w:rPr>
              <w:t>46</w:t>
            </w:r>
            <w:r w:rsidR="000867EE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Заводской,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54.658816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83.287976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Заводской,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5,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0867EE" w:rsidP="0051441F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Заводской,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54.659819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83.287929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2B5D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Заводской, д.11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7, 9, 13,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iCs/>
                <w:sz w:val="24"/>
                <w:szCs w:val="24"/>
              </w:rPr>
            </w:pPr>
            <w:r w:rsidRPr="00CD4263">
              <w:rPr>
                <w:sz w:val="24"/>
                <w:szCs w:val="24"/>
              </w:rPr>
              <w:t>46</w:t>
            </w:r>
            <w:r w:rsidR="000867EE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Заводской,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54.659040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83.289303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2B5D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Заводской,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6, 18, 14, 12, 10, 8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867EE">
              <w:rPr>
                <w:sz w:val="24"/>
                <w:szCs w:val="24"/>
              </w:rPr>
              <w:t>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Западный ж/</w:t>
            </w:r>
            <w:proofErr w:type="gramStart"/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54.622792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83.266444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АЗС «Энергия»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</w:t>
            </w: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«Сибнефтемаркет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extended-textshort"/>
                <w:sz w:val="24"/>
                <w:szCs w:val="24"/>
              </w:rPr>
            </w:pPr>
            <w:r w:rsidRPr="00B52D4C">
              <w:rPr>
                <w:rStyle w:val="extended-textshort"/>
                <w:sz w:val="24"/>
                <w:szCs w:val="24"/>
              </w:rPr>
              <w:t>1035401940001</w:t>
            </w:r>
            <w:r>
              <w:rPr>
                <w:rStyle w:val="extended-textshort"/>
                <w:sz w:val="24"/>
                <w:szCs w:val="24"/>
              </w:rPr>
              <w:t>,</w:t>
            </w:r>
          </w:p>
          <w:p w:rsidR="0051441F" w:rsidRPr="00B52D4C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Западный ж/</w:t>
            </w:r>
            <w:proofErr w:type="gramStart"/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874D7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д.1б</w:t>
            </w:r>
          </w:p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874D75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4</w:t>
            </w:r>
            <w:r w:rsidR="000867EE">
              <w:rPr>
                <w:sz w:val="24"/>
                <w:szCs w:val="24"/>
              </w:rPr>
              <w:t>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9843BC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843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Западный ж/</w:t>
            </w:r>
            <w:proofErr w:type="gramStart"/>
            <w:r w:rsidRPr="009843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9843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9843BC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843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54.374623</w:t>
            </w:r>
          </w:p>
          <w:p w:rsidR="0051441F" w:rsidRPr="009843BC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843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83.161146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9843BC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843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9843BC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843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9843BC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843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9843BC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843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9843BC" w:rsidRDefault="0051441F" w:rsidP="0051441F">
            <w:r w:rsidRPr="009843BC">
              <w:rPr>
                <w:rFonts w:eastAsia="SimSun"/>
                <w:iCs/>
                <w:noProof/>
                <w:kern w:val="3"/>
                <w:sz w:val="24"/>
                <w:szCs w:val="24"/>
              </w:rPr>
              <w:drawing>
                <wp:inline distT="0" distB="0" distL="0" distR="0">
                  <wp:extent cx="9248775" cy="1714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87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1441F" w:rsidRPr="009843BC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843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5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0867EE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Западный ж/</w:t>
            </w:r>
            <w:proofErr w:type="gramStart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д.148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54.639866</w:t>
            </w:r>
          </w:p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83.279560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930C7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r w:rsidRPr="002F5D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Западный ж/</w:t>
            </w:r>
            <w:proofErr w:type="gramStart"/>
            <w:r w:rsidRPr="002F5D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2F5D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0867EE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Западный ж/</w:t>
            </w:r>
            <w:proofErr w:type="gramStart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д.151а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54.640265</w:t>
            </w:r>
          </w:p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83.280777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930C7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r w:rsidRPr="00AE2BB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Западный ж/</w:t>
            </w:r>
            <w:proofErr w:type="gramStart"/>
            <w:r w:rsidRPr="00AE2BB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AE2BB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д.151а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0867EE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Западный ж/</w:t>
            </w:r>
            <w:proofErr w:type="gramStart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54.641605</w:t>
            </w:r>
          </w:p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83.282310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930C7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r w:rsidRPr="00B1338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Западный ж/</w:t>
            </w:r>
            <w:proofErr w:type="gramStart"/>
            <w:r w:rsidRPr="00B1338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B1338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0867EE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Западный ж/</w:t>
            </w:r>
            <w:proofErr w:type="gramStart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54.641960</w:t>
            </w:r>
          </w:p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83.283484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930C7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r w:rsidRPr="00A2498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Западный ж/</w:t>
            </w:r>
            <w:proofErr w:type="gramStart"/>
            <w:r w:rsidRPr="00A2498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A2498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0867EE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Западный ж/</w:t>
            </w:r>
            <w:proofErr w:type="gramStart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д.217А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54.640905</w:t>
            </w:r>
          </w:p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83.282197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930C7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Западный ж/</w:t>
            </w:r>
            <w:proofErr w:type="gramStart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д.217А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3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0867EE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Западный ж/</w:t>
            </w:r>
            <w:proofErr w:type="gramStart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54.640735</w:t>
            </w:r>
          </w:p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83.281880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930C7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Западный ж/</w:t>
            </w:r>
            <w:proofErr w:type="gramStart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3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0867EE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Западный ж/</w:t>
            </w:r>
            <w:proofErr w:type="gramStart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54.641540</w:t>
            </w:r>
          </w:p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83.283592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383D6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Западный ж/</w:t>
            </w:r>
            <w:proofErr w:type="gramStart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21, 219, 220, 222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8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</w:t>
            </w:r>
            <w:r w:rsidR="0096129B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Западный ж/</w:t>
            </w:r>
            <w:proofErr w:type="gramStart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54.641036</w:t>
            </w:r>
          </w:p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83.282669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383D6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Западный ж/</w:t>
            </w:r>
            <w:proofErr w:type="gramStart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23, 222/2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0119E" w:rsidRPr="00E50C88" w:rsidTr="007E172F">
        <w:trPr>
          <w:trHeight w:val="8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Default="0096129B" w:rsidP="00514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00683D" w:rsidRDefault="0070119E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Западная, д.49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19E" w:rsidRDefault="0070119E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54.631878</w:t>
            </w:r>
            <w:r w:rsidRPr="0070119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83.285094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00683D" w:rsidRDefault="0070119E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00683D" w:rsidRDefault="0070119E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00683D" w:rsidRDefault="0070119E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383D60" w:rsidRDefault="0070119E" w:rsidP="0051441F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526B43" w:rsidRDefault="0070119E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00683D" w:rsidRDefault="0070119E" w:rsidP="0070119E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.З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ападная, д.49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19E" w:rsidRDefault="0070119E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6129B">
              <w:rPr>
                <w:sz w:val="24"/>
                <w:szCs w:val="24"/>
              </w:rPr>
              <w:t>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Заречная,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54.642517</w:t>
            </w:r>
          </w:p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83.322562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Ритуальные услуги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ндивидуальный предприниматель</w:t>
            </w: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Гребенщиков 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лександр Викторович,</w:t>
            </w:r>
          </w:p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314547627300358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27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6129B">
              <w:rPr>
                <w:sz w:val="24"/>
                <w:szCs w:val="24"/>
              </w:rPr>
              <w:t>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Заречная,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54.642893</w:t>
            </w:r>
          </w:p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83.322390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Ветлечебница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sz w:val="24"/>
                <w:szCs w:val="24"/>
              </w:rPr>
            </w:pPr>
            <w:r w:rsidRPr="00917A57">
              <w:rPr>
                <w:sz w:val="24"/>
                <w:szCs w:val="24"/>
              </w:rPr>
              <w:t>Государственное бюджетное учреждение Новосибирской области "Управление ветеринарии Искитимского района Новосибирской области"</w:t>
            </w:r>
            <w:r>
              <w:rPr>
                <w:sz w:val="24"/>
                <w:szCs w:val="24"/>
              </w:rPr>
              <w:t>,</w:t>
            </w:r>
          </w:p>
          <w:p w:rsidR="0051441F" w:rsidRPr="00917A5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sz w:val="24"/>
                <w:szCs w:val="24"/>
              </w:rPr>
            </w:pPr>
            <w:r w:rsidRPr="00917A57">
              <w:rPr>
                <w:rStyle w:val="copytarget"/>
                <w:sz w:val="24"/>
                <w:szCs w:val="24"/>
              </w:rPr>
              <w:t>1025404789046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51441F" w:rsidRPr="00917A5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ул. Заречная,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0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96129B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Заречная,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54.643650</w:t>
            </w:r>
          </w:p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83.322457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jc w:val="center"/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Заречная, д.9, 3, 5,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38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96129B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Заречная,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54.643971</w:t>
            </w:r>
          </w:p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83.323181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jc w:val="center"/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Заречная, д.11, 13, 15,17,19,21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96129B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Заречная,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54.644066</w:t>
            </w:r>
          </w:p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83.324896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jc w:val="center"/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Заречная, д.25, 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96129B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Заречная,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54.644147</w:t>
            </w:r>
          </w:p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83.326468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jc w:val="center"/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Заречная, д.37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A34A18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34A1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0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96129B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Зеленая,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54.620063</w:t>
            </w:r>
          </w:p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83.307298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5A32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68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Зеленая,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11, 13, 17, 8, 10, 14, 16, 9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00683D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96129B">
              <w:rPr>
                <w:sz w:val="24"/>
                <w:szCs w:val="24"/>
              </w:rPr>
              <w:t>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ул.1-я Известковая,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54.654503</w:t>
            </w:r>
          </w:p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83.322092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ул.1-я Известковая, д.9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1, 1д, 1б, 3, 5, 4, 7, 8,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96129B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ул.1-я Известковая,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54.654828</w:t>
            </w:r>
          </w:p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83.322910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ул.1-я Известковая, д.15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12, 14, 16,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6129B">
              <w:rPr>
                <w:sz w:val="24"/>
                <w:szCs w:val="24"/>
              </w:rPr>
              <w:t>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ул.1-я Известковая,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54.655038</w:t>
            </w:r>
          </w:p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83.323594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5A32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ул.1-я Известковая, 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sz w:val="24"/>
                <w:szCs w:val="24"/>
              </w:rPr>
            </w:pPr>
            <w:r w:rsidRPr="004A2495">
              <w:rPr>
                <w:sz w:val="24"/>
                <w:szCs w:val="24"/>
              </w:rPr>
              <w:t>4</w:t>
            </w:r>
            <w:r w:rsidR="0096129B">
              <w:rPr>
                <w:sz w:val="24"/>
                <w:szCs w:val="24"/>
              </w:rPr>
              <w:t>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ул.1-я Известковая,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54.655143</w:t>
            </w:r>
          </w:p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83.323601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ул.1-я Известковая, д.23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23а, 22, 24, 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sz w:val="24"/>
                <w:szCs w:val="24"/>
              </w:rPr>
            </w:pPr>
            <w:r w:rsidRPr="004A2495">
              <w:rPr>
                <w:sz w:val="24"/>
                <w:szCs w:val="24"/>
              </w:rPr>
              <w:t>4</w:t>
            </w:r>
            <w:r w:rsidR="0096129B">
              <w:rPr>
                <w:sz w:val="24"/>
                <w:szCs w:val="24"/>
              </w:rPr>
              <w:t>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ул.1-я Известковая,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54.655365</w:t>
            </w:r>
          </w:p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83.324151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EE615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ул.1-я Известковая, д.25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28, 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sz w:val="24"/>
                <w:szCs w:val="24"/>
              </w:rPr>
            </w:pPr>
            <w:r w:rsidRPr="004A2495">
              <w:rPr>
                <w:sz w:val="24"/>
                <w:szCs w:val="24"/>
              </w:rPr>
              <w:t>49</w:t>
            </w:r>
            <w:r w:rsidR="0096129B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ул.1-я Известковая, 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54.655480</w:t>
            </w:r>
          </w:p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83.324409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EE615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ул.1-я Известковая, д.27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29, 30, 32, 33, 36, 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sz w:val="24"/>
                <w:szCs w:val="24"/>
              </w:rPr>
            </w:pPr>
            <w:r w:rsidRPr="004A2495">
              <w:rPr>
                <w:sz w:val="24"/>
                <w:szCs w:val="24"/>
              </w:rPr>
              <w:t>49</w:t>
            </w:r>
            <w:r w:rsidR="0096129B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ул.1-я Известковая, д.43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54.656228</w:t>
            </w:r>
          </w:p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83.326225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EE615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ул.1-я Известковая, д.43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sz w:val="24"/>
                <w:szCs w:val="24"/>
              </w:rPr>
            </w:pPr>
            <w:r w:rsidRPr="004A2495">
              <w:rPr>
                <w:sz w:val="24"/>
                <w:szCs w:val="24"/>
              </w:rPr>
              <w:t>49</w:t>
            </w:r>
            <w:r w:rsidR="0096129B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ул.1-я Известковая, д.47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54.656416</w:t>
            </w:r>
          </w:p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83.326667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EE615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ул.1-я Известковая, д.47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48, 49, 50, 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sz w:val="24"/>
                <w:szCs w:val="24"/>
              </w:rPr>
            </w:pPr>
            <w:r w:rsidRPr="004A2495">
              <w:rPr>
                <w:sz w:val="24"/>
                <w:szCs w:val="24"/>
              </w:rPr>
              <w:t>49</w:t>
            </w:r>
            <w:r w:rsidR="0096129B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ул.1-я Известковая, д.55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54.656884</w:t>
            </w:r>
          </w:p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83.327835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EE615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ул.1-я Известковая, д.55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57, 58, 61, 62</w:t>
            </w:r>
            <w:r w:rsidR="0097272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,60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rPr>
                <w:sz w:val="24"/>
                <w:szCs w:val="24"/>
              </w:rPr>
            </w:pPr>
            <w:r w:rsidRPr="004A2495">
              <w:rPr>
                <w:sz w:val="24"/>
                <w:szCs w:val="24"/>
              </w:rPr>
              <w:t>49</w:t>
            </w:r>
            <w:r w:rsidR="0096129B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ул..2-я Известковая, д.60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54.657845</w:t>
            </w:r>
          </w:p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83.327573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EE6152" w:rsidRDefault="0051441F" w:rsidP="0051441F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 я Известковая, д.60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sz w:val="24"/>
                <w:szCs w:val="24"/>
              </w:rPr>
            </w:pPr>
            <w:r w:rsidRPr="004A2495">
              <w:rPr>
                <w:sz w:val="24"/>
                <w:szCs w:val="24"/>
              </w:rPr>
              <w:t>49</w:t>
            </w:r>
            <w:r w:rsidR="0096129B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 Известковая,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54.654766</w:t>
            </w:r>
          </w:p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83.320316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EE615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 Известковая, д.6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1, 1а, 3, 5,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sz w:val="24"/>
                <w:szCs w:val="24"/>
              </w:rPr>
            </w:pPr>
            <w:r w:rsidRPr="004A2495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49</w:t>
            </w:r>
            <w:r w:rsidR="0096129B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 Известковая,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54.655034</w:t>
            </w:r>
          </w:p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83.320757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EE615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 Известковая, д.9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10, 11, 12,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41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96129B" w:rsidP="00514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 Известковая, д.15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54.655345</w:t>
            </w:r>
          </w:p>
          <w:p w:rsidR="0051441F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83.321487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97021A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97021A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2*</w:t>
            </w: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=1.4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EE615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 Известковая, д.15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17, 19, 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41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96129B" w:rsidP="00514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 Известковая, д.21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54.655661</w:t>
            </w:r>
          </w:p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83.322263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EE615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 Известковая, д.21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22, 26, 26а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96129B" w:rsidP="0051441F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 Известковая,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54.656387</w:t>
            </w:r>
          </w:p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83.323946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EE615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 Известковая, д.33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31. 29. 35. 37, 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D601A1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601A1" w:rsidRPr="004A2495" w:rsidRDefault="0096129B" w:rsidP="0051441F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503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601A1" w:rsidRPr="006218A6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 Известковая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01A1" w:rsidRPr="006218A6" w:rsidRDefault="00BE7B53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54.657159</w:t>
            </w:r>
            <w:r w:rsidRPr="00BE7B5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83.325092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601A1" w:rsidRPr="006218A6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601A1" w:rsidRPr="006218A6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601A1" w:rsidRPr="006218A6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601A1" w:rsidRPr="00EE6152" w:rsidRDefault="00D601A1" w:rsidP="0051441F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601A1" w:rsidRPr="00526B43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601A1" w:rsidRPr="006218A6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 Известковая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01A1" w:rsidRDefault="00D601A1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51441F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CD4263" w:rsidRDefault="0051441F" w:rsidP="0051441F">
            <w:pPr>
              <w:rPr>
                <w:sz w:val="24"/>
                <w:szCs w:val="24"/>
              </w:rPr>
            </w:pPr>
            <w:r w:rsidRPr="004A2495">
              <w:rPr>
                <w:sz w:val="24"/>
                <w:szCs w:val="24"/>
              </w:rPr>
              <w:t>50</w:t>
            </w:r>
            <w:r w:rsidR="0096129B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 Известковая, д.53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54.657568</w:t>
            </w:r>
          </w:p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83.326755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Default="0051441F" w:rsidP="0051441F">
            <w:pPr>
              <w:jc w:val="center"/>
            </w:pPr>
            <w:r w:rsidRPr="00EE615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A73C77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 Известковая, д.53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54, 57, 60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41F" w:rsidRPr="006218A6" w:rsidRDefault="0051441F" w:rsidP="0051441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95DE7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CD4263" w:rsidRDefault="00E95DE7" w:rsidP="00E95DE7">
            <w:pPr>
              <w:rPr>
                <w:sz w:val="24"/>
                <w:szCs w:val="24"/>
              </w:rPr>
            </w:pPr>
            <w:r w:rsidRPr="004A2495">
              <w:rPr>
                <w:sz w:val="24"/>
                <w:szCs w:val="24"/>
              </w:rPr>
              <w:t>50</w:t>
            </w:r>
            <w:r w:rsidR="0096129B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 Известковая, д.64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54.657917</w:t>
            </w:r>
          </w:p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83.327862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Default="00E95DE7" w:rsidP="00E95DE7">
            <w:pPr>
              <w:jc w:val="center"/>
            </w:pPr>
            <w:r w:rsidRPr="00EE615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A73C7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 Известковая, д.64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61, 63, 65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95DE7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96129B" w:rsidP="00E95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ул.3-я Известковая,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54.655177</w:t>
            </w:r>
          </w:p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83.319157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Default="00E95DE7" w:rsidP="00E95DE7">
            <w:pPr>
              <w:jc w:val="center"/>
            </w:pPr>
            <w:r w:rsidRPr="00EE615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A73C7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ул.3-я Известковая,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95DE7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96129B" w:rsidP="00E95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ул.3-я Известковая,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54.655588</w:t>
            </w:r>
          </w:p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83.320230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Default="00E95DE7" w:rsidP="00E95DE7">
            <w:pPr>
              <w:jc w:val="center"/>
            </w:pPr>
            <w:r w:rsidRPr="00EE615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A73C7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ул.3-я Известковая, д.10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95DE7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96129B" w:rsidP="00E95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ул.3-я Известковая,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54.655795</w:t>
            </w:r>
          </w:p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83.320705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Default="00E95DE7" w:rsidP="00E95DE7">
            <w:pPr>
              <w:jc w:val="center"/>
            </w:pPr>
            <w:r w:rsidRPr="00C87C1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A73C7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ул.3-я Известковая, д.14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E7B53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Pr="004A2495" w:rsidRDefault="0096129B" w:rsidP="00E95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Pr="004A2495" w:rsidRDefault="00BE7B53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ул.3-я Известковая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53" w:rsidRPr="004A2495" w:rsidRDefault="00BE7B53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54.656553</w:t>
            </w:r>
            <w:r w:rsidRPr="00BE7B5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83.322048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Pr="006218A6" w:rsidRDefault="00BE7B53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Pr="006218A6" w:rsidRDefault="00BE7B53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Pr="006218A6" w:rsidRDefault="00BE7B53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Pr="00C87C12" w:rsidRDefault="00BE7B53" w:rsidP="00E95DE7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Pr="00A73C77" w:rsidRDefault="00BE7B53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Pr="006218A6" w:rsidRDefault="00BE7B53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ул.3-я Известковая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53" w:rsidRDefault="00BE7B53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95DE7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96129B" w:rsidP="00E95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ул.3-я Известковая,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54.657880</w:t>
            </w:r>
          </w:p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83.325728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Default="00E95DE7" w:rsidP="00E95DE7">
            <w:pPr>
              <w:jc w:val="center"/>
            </w:pPr>
            <w:r w:rsidRPr="00C87C1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A73C7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ул.3-я Известковая,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4, 37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95DE7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rPr>
                <w:sz w:val="24"/>
                <w:szCs w:val="24"/>
              </w:rPr>
            </w:pPr>
            <w:r w:rsidRPr="004A2495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</w:t>
            </w:r>
            <w:r w:rsidR="0096129B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ул.3-я Известковая,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54.657813</w:t>
            </w:r>
          </w:p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83.325705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jc w:val="center"/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ул.3-я Известковая, д.24, 26, 28, 32, 29, 31, 33, 38,39, 41, 44, 51, 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95DE7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rPr>
                <w:sz w:val="24"/>
                <w:szCs w:val="24"/>
              </w:rPr>
            </w:pPr>
            <w:r w:rsidRPr="00142731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</w:t>
            </w:r>
            <w:r w:rsidR="0096129B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ул.4-я Известковая,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54.658357</w:t>
            </w:r>
          </w:p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83.324731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jc w:val="center"/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jc w:val="center"/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ул.4-я Известковая,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95DE7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rPr>
                <w:sz w:val="24"/>
                <w:szCs w:val="24"/>
              </w:rPr>
            </w:pPr>
            <w:r w:rsidRPr="00142731"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ул.4-я Известковая,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54.658165</w:t>
            </w:r>
          </w:p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83.323195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jc w:val="center"/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«Квадра»,</w:t>
            </w:r>
          </w:p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D32868">
              <w:rPr>
                <w:rStyle w:val="copytarget"/>
                <w:sz w:val="24"/>
                <w:szCs w:val="24"/>
              </w:rPr>
              <w:t>1025404790696,</w:t>
            </w:r>
          </w:p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ул.4-я Известковая,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95DE7" w:rsidRPr="00E50C88" w:rsidTr="007E172F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rPr>
                <w:sz w:val="24"/>
                <w:szCs w:val="24"/>
              </w:rPr>
            </w:pPr>
            <w:r w:rsidRPr="00142731"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ул.4-я Известковая, д.2В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54.658191</w:t>
            </w:r>
          </w:p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83.324442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jc w:val="center"/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jc w:val="center"/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ул.4-я Известковая, д.2В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95DE7" w:rsidRPr="00E50C88" w:rsidTr="007E172F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142731"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ул.4-я Известковая,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54.658471</w:t>
            </w:r>
          </w:p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83.325023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ул.4-я Известковая, д. 2а, 2б, 6, 8,3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95DE7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rPr>
                <w:sz w:val="24"/>
                <w:szCs w:val="24"/>
              </w:rPr>
            </w:pPr>
            <w:r w:rsidRPr="00142731">
              <w:rPr>
                <w:sz w:val="24"/>
                <w:szCs w:val="24"/>
              </w:rPr>
              <w:lastRenderedPageBreak/>
              <w:t>51</w:t>
            </w:r>
            <w:r w:rsidR="0096129B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ул.4-я Известковая,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54.658588</w:t>
            </w:r>
          </w:p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83.325263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jc w:val="center"/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ул.4-я Известковая, д.5</w:t>
            </w:r>
            <w:r w:rsidR="0097272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,2а,2б,6,8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95DE7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rPr>
                <w:sz w:val="24"/>
                <w:szCs w:val="24"/>
              </w:rPr>
            </w:pPr>
            <w:r w:rsidRPr="00142731">
              <w:rPr>
                <w:sz w:val="24"/>
                <w:szCs w:val="24"/>
              </w:rPr>
              <w:t>51</w:t>
            </w:r>
            <w:r w:rsidR="0096129B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ул.4-я Известковая,    д.13        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54.658993</w:t>
            </w:r>
          </w:p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83.326243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газон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ул.4-я Известковая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95DE7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="0096129B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ул.4-я Известковая,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54.659106</w:t>
            </w:r>
          </w:p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83.326510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jc w:val="center"/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ул.4-я Известковая, д.15, 12, 13, 19,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95DE7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51</w:t>
            </w:r>
            <w:r w:rsidR="0096129B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ул.4-я Известковая,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54.659228</w:t>
            </w:r>
          </w:p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83.326813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ул.4-я Известковая, д.17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D32868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3286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95DE7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ул.4-я Известковая,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54.659722</w:t>
            </w:r>
          </w:p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83.328120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Default="00E95DE7" w:rsidP="00E95DE7">
            <w:pPr>
              <w:jc w:val="center"/>
            </w:pPr>
            <w:r w:rsidRPr="00C87C1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A73C7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218A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ул.4-я Известковая, д.24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20а, 21, 23, 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6218A6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95DE7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Искитимская,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54.627685</w:t>
            </w:r>
          </w:p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83.309334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Default="00E95DE7" w:rsidP="00E95DE7">
            <w:pPr>
              <w:jc w:val="center"/>
            </w:pPr>
            <w:r w:rsidRPr="00C87C1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A73C7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Искитимская,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ул. Набережная,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95DE7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Искитимская,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54.627740</w:t>
            </w:r>
          </w:p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83.309854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Default="00E95DE7" w:rsidP="00E95DE7">
            <w:pPr>
              <w:jc w:val="center"/>
            </w:pPr>
            <w:r w:rsidRPr="00C87C1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Искитимская,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5, 6, 4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95DE7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 Искитимская,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54.627590</w:t>
            </w:r>
          </w:p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83.310370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Default="00E95DE7" w:rsidP="00E95DE7">
            <w:pPr>
              <w:jc w:val="center"/>
            </w:pPr>
            <w:r w:rsidRPr="00C87C1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A73C7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 Искитимская,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8, 7, 10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95DE7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 Искитимская,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54.627671</w:t>
            </w:r>
          </w:p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83.311635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Default="00E95DE7" w:rsidP="00E95DE7">
            <w:pPr>
              <w:jc w:val="center"/>
            </w:pPr>
            <w:r w:rsidRPr="00C87C1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A73C7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 Искитимская,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2, 13, 15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95DE7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="0096129B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 Искитимская,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54.627627</w:t>
            </w:r>
          </w:p>
          <w:p w:rsidR="00E95DE7" w:rsidRPr="004A2495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83.312279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Default="00E95DE7" w:rsidP="00E95DE7">
            <w:pPr>
              <w:jc w:val="center"/>
            </w:pPr>
            <w:r w:rsidRPr="00C87C1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A73C7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 Искитимская, д.16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14, 21, 17,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DE7" w:rsidRPr="00810AD7" w:rsidRDefault="00E95DE7" w:rsidP="00E95DE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FA0F90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4A2495" w:rsidRDefault="00FA0F90" w:rsidP="00FA0F90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52</w:t>
            </w:r>
            <w:r w:rsidR="0096129B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4A2495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F90" w:rsidRPr="004A2495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54.645473</w:t>
            </w:r>
          </w:p>
          <w:p w:rsidR="00FA0F90" w:rsidRPr="004A2495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83.322806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910A81" w:rsidRDefault="00FA0F90" w:rsidP="00FA0F90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10A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A73C7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F90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FA0F90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142731" w:rsidRDefault="00FA0F90" w:rsidP="00FA0F90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52</w:t>
            </w:r>
            <w:r w:rsidR="0096129B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4A2495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F90" w:rsidRPr="004A2495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54.645399</w:t>
            </w:r>
          </w:p>
          <w:p w:rsidR="00FA0F90" w:rsidRPr="004A2495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83.323626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910A81" w:rsidRDefault="00FA0F90" w:rsidP="00FA0F90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10A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A73C7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F90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FA0F90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142731" w:rsidRDefault="00FA0F90" w:rsidP="00FA0F90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52</w:t>
            </w:r>
            <w:r w:rsidR="0096129B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4A2495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F90" w:rsidRPr="004A2495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C4CB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54.645779 83.323625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910A81" w:rsidRDefault="00FA0F90" w:rsidP="00FA0F90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10A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A73C7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16, 20А, 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F90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FA0F90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142731" w:rsidRDefault="00FA0F90" w:rsidP="00FA0F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="0096129B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4A2495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F90" w:rsidRPr="004A2495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54.647210</w:t>
            </w:r>
          </w:p>
          <w:p w:rsidR="00FA0F90" w:rsidRPr="004A2495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83.325296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Default="00FA0F90" w:rsidP="00FA0F90">
            <w:pPr>
              <w:jc w:val="center"/>
            </w:pPr>
            <w:r w:rsidRPr="00910A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A73C7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21,26,24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FA0F90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142731" w:rsidRDefault="00FA0F90" w:rsidP="00FA0F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4A2495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A0F90" w:rsidRPr="004A2495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54.647397</w:t>
            </w:r>
          </w:p>
          <w:p w:rsidR="00FA0F90" w:rsidRPr="004A2495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83.325678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Default="00FA0F90" w:rsidP="00FA0F90">
            <w:pPr>
              <w:jc w:val="center"/>
            </w:pPr>
            <w:r w:rsidRPr="00910A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A73C7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д.25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23, 21, 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F90" w:rsidRPr="00810AD7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FA0F90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Pr="00142731" w:rsidRDefault="00FA0F90" w:rsidP="00FA0F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Default="00FA0F90" w:rsidP="00FA0F9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A0F90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54.646602</w:t>
            </w:r>
          </w:p>
          <w:p w:rsidR="00FA0F90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83.324217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Default="00FA0F90" w:rsidP="00FA0F90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0F90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азахский, 24, 26,  13, 13А,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F90" w:rsidRDefault="00FA0F90" w:rsidP="00FA0F9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5</w:t>
            </w:r>
            <w:r w:rsidR="0096129B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A2495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73CD" w:rsidRPr="004A2495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54.647639</w:t>
            </w:r>
          </w:p>
          <w:p w:rsidR="000273CD" w:rsidRPr="004A2495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83.326996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д.30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27,29,19,28,28а,32.33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</w:t>
            </w:r>
            <w:r w:rsidR="0096129B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A2495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д.38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A2495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54.647426</w:t>
            </w:r>
          </w:p>
          <w:p w:rsidR="000273CD" w:rsidRPr="004A2495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24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д.38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,40,29,41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54.647529</w:t>
            </w:r>
          </w:p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83.326936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910A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д.44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42, 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</w:t>
            </w:r>
            <w:r w:rsidR="0096129B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54.647640</w:t>
            </w:r>
          </w:p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83.327489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910A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д.46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46а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д.48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54.647845</w:t>
            </w:r>
          </w:p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83.329099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910A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д.48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43, 41, 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54.647922</w:t>
            </w:r>
          </w:p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83.329526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910A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10AD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Казахский, д.50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47, 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</w:t>
            </w:r>
            <w:r w:rsidR="0096129B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Казарма 60км.,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54.618923</w:t>
            </w:r>
          </w:p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83.298450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910A81" w:rsidRDefault="000273CD" w:rsidP="000273CD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810AD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Казарма 60км, д.1,2,3,4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</w:t>
            </w:r>
            <w:r w:rsidR="0096129B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Калинина,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54.</w:t>
            </w: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632997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83.314779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910A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Калинина, д.13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2, 4, 6, 8,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96129B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Калинина,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54.632319</w:t>
            </w:r>
          </w:p>
          <w:p w:rsidR="000273CD" w:rsidRPr="00A71B57" w:rsidRDefault="000273CD" w:rsidP="000273CD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83.314407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910A81" w:rsidRDefault="000273CD" w:rsidP="000273CD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10A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Калинина,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18, 19</w:t>
            </w:r>
            <w:r w:rsidR="0097272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,21,22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Калинина,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54.632004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83.314419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910A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Калинина,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, 22, </w:t>
            </w: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</w:t>
            </w:r>
            <w:r w:rsidR="0096129B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Калинина,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54.631678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83.314306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910A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Калинина, д.25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23,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Калинина,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54.630604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83.313801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910A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Калинина, д.34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27, 29, 25, 31, 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54.642376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83.320501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Спасательная станция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99519C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sz w:val="24"/>
                <w:szCs w:val="24"/>
              </w:rPr>
            </w:pPr>
            <w:r w:rsidRPr="0099519C">
              <w:rPr>
                <w:sz w:val="24"/>
                <w:szCs w:val="24"/>
              </w:rPr>
              <w:t>Муниципальное бюджетное учреждение "Служба гражданской защиты  населения  города Искитима Новосибирской области",</w:t>
            </w:r>
          </w:p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17A57">
              <w:rPr>
                <w:sz w:val="24"/>
                <w:szCs w:val="24"/>
              </w:rPr>
              <w:t xml:space="preserve"> </w:t>
            </w:r>
            <w:r w:rsidRPr="00917A57">
              <w:rPr>
                <w:rStyle w:val="copytarget"/>
                <w:sz w:val="24"/>
                <w:szCs w:val="24"/>
              </w:rPr>
              <w:t>1075472000867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 xml:space="preserve"> ул. Канатная,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0273CD" w:rsidRPr="00E50C88" w:rsidTr="007E172F">
        <w:trPr>
          <w:trHeight w:val="46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</w:t>
            </w:r>
            <w:r w:rsidR="0096129B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54.643465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83.321016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135C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</w:t>
            </w:r>
            <w:proofErr w:type="gramStart"/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6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96129B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54.640748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83.321330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135C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r w:rsidRPr="0091348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1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96129B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54.641548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83.321265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A7548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1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96129B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д.51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54.648482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83.322402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A7548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д.51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53, 55, 112, 114, 116, 118, 122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4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96129B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54.648753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83.322483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A7548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д.91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54.652276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83.325910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A7548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proofErr w:type="gramStart"/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.</w:t>
            </w:r>
            <w:proofErr w:type="gramEnd"/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Канатная,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81, 83, 85, 91, 154, 156, 158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96129B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54.652849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83.326940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5485" w:rsidRDefault="000273CD" w:rsidP="000273CD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548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526B4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99, 97, 95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54.647606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83.322307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5485" w:rsidRDefault="000273CD" w:rsidP="000273CD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548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526B4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54.647886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83.322376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5485" w:rsidRDefault="000273CD" w:rsidP="000273CD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548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526B4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54.649032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83.322619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A7548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</w:t>
            </w:r>
            <w:r w:rsidR="0096129B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54.650220</w:t>
            </w:r>
          </w:p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83.323015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5485" w:rsidRDefault="000273CD" w:rsidP="000273CD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548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96129B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д.13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54.640631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83.323692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A7548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д.13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6, 171, 128, 126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96129B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д.138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54.650819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83.323775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A7548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138,65а,65,67,73,75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96129B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.140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54.650945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83.323938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5485" w:rsidRDefault="000273CD" w:rsidP="000273CD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.140, 138, 65А, 67, 69, 71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55</w:t>
            </w:r>
            <w:r w:rsidR="0096129B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54.651038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83.324039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5485" w:rsidRDefault="000273CD" w:rsidP="000273CD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548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54.651336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83.324402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5485" w:rsidRDefault="000273CD" w:rsidP="000273CD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548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 Канатная, д.148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54.651477</w:t>
            </w:r>
          </w:p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83.324572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A7548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613E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 Канатная, д.148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144</w:t>
            </w:r>
            <w:r w:rsidR="0097272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,146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613E0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A5542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A554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д.162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FA5542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A554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54.652374</w:t>
            </w:r>
          </w:p>
          <w:p w:rsidR="000273CD" w:rsidRPr="00FA5542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A554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83.326301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A5542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A554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A5542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A554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A5542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A554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A5542" w:rsidRDefault="000273CD" w:rsidP="000273CD">
            <w:pPr>
              <w:jc w:val="center"/>
            </w:pPr>
            <w:r w:rsidRPr="00FA554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A5542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A554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A5542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A554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Канатная, д.162, 160, 93, 97, 99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FA5542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A554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Канатный,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54.644669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83.321954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5485" w:rsidRDefault="000273CD" w:rsidP="000273CD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548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CF39BB" w:rsidRDefault="000273CD" w:rsidP="000273CD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F39B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Канатный,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Канатный,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54.644674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83.322355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A7548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jc w:val="center"/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r w:rsidRPr="00CF39B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Канатный, д.8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96129B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Канатный,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54.644708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83.323053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A7548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Канатный, д.9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11, 13, 14, 14а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96129B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Канатный,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54.644678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83.323833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A7548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Канатный, д.18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17. 19, 20а,20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89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96129B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Канатный,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54.645080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83.325998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824E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Канатный, д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.28,25,23,26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96129B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 Канатный,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54.645219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83.326713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824E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 Канатный,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27, 30, 25а, 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96129B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 Канатный, д.4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54.645384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83.327685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824E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 Канатный, д.4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6, 48, 50, 38, 40. 42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Канатный, д.58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54.645845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83.326798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824E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Канатный, д.58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54, 56, 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Канатный, д.68А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54.646722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83.327440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824E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Канатный, д.68А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68, 66, 64, 62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Канатный, д.74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54.647470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83.327834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824E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Канатный,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70, 71, 72, 74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Карбышева,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54.624047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83.291510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824E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Карбышева, д.9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10, 11,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Карбышева,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54.623515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83.291531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824E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Карбышева, д.15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13, 14,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</w:t>
            </w:r>
            <w:r w:rsidR="0096129B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Карбышева, 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54.623181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83.291536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824E0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A73C77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3C7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Карбышева,  д.19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3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57</w:t>
            </w:r>
            <w:r w:rsidR="0096129B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 Цемзавода,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54.655392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83.331375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5*0,7=3,5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Завод «</w:t>
            </w: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Чернореченский карьер»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акрытое акционерное общество</w:t>
            </w:r>
            <w:r w:rsidRPr="001F2FD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«Чернореченский карьер»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t xml:space="preserve"> </w:t>
            </w:r>
            <w:r w:rsidRPr="00B52D4C">
              <w:rPr>
                <w:rStyle w:val="extended-textshort"/>
                <w:sz w:val="24"/>
                <w:szCs w:val="24"/>
              </w:rPr>
              <w:t>1065472012561,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 Цемзавода,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 w:rsidRPr="00084EC2">
              <w:rPr>
                <w:sz w:val="24"/>
                <w:szCs w:val="24"/>
              </w:rPr>
              <w:t>57</w:t>
            </w:r>
            <w:r w:rsidR="0096129B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 Цемзавода,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54.654247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83.327437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Автопредприятие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</w:t>
            </w: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«Эльжи»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extended-textshort"/>
                <w:sz w:val="24"/>
                <w:szCs w:val="24"/>
              </w:rPr>
            </w:pPr>
            <w:r>
              <w:t xml:space="preserve"> </w:t>
            </w:r>
            <w:r w:rsidRPr="008E4BA3">
              <w:rPr>
                <w:rStyle w:val="extended-textshort"/>
                <w:sz w:val="24"/>
                <w:szCs w:val="24"/>
              </w:rPr>
              <w:t>1035405626850</w:t>
            </w:r>
            <w:r>
              <w:rPr>
                <w:rStyle w:val="extended-textshort"/>
                <w:sz w:val="24"/>
                <w:szCs w:val="24"/>
              </w:rPr>
              <w:t>,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E4BA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 Цемзавода,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39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 w:rsidRPr="00084EC2">
              <w:rPr>
                <w:sz w:val="24"/>
                <w:szCs w:val="24"/>
              </w:rPr>
              <w:t>57</w:t>
            </w:r>
            <w:r w:rsidR="0096129B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 Цемзавода, д.2а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54.655131</w:t>
            </w:r>
          </w:p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83.330731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АО «Нитро Сибирь-Кузбасс»,</w:t>
            </w:r>
          </w:p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предприятие по проведению взрывных работ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Акционерное общество «Нитро Сибирь-Кузбасс»,</w:t>
            </w:r>
          </w:p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1064205121155,</w:t>
            </w:r>
          </w:p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 Карьер Цемзавода, д.2а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16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="0096129B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 Цемзавода,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54.654372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83.329529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 w:rsidRPr="0044398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арьер Цемзавода, д.,7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       Искитима Новосибирской области, </w:t>
            </w:r>
          </w:p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327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92BB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2BB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 Карьер Цемзавода,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E92BB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2BB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54.654054</w:t>
            </w:r>
          </w:p>
          <w:p w:rsidR="000273CD" w:rsidRPr="00E92BB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2BB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83.328463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92BB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2BB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92BB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2BB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92BB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2BB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92BB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2BB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92BB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2BB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Детский сад – МБДОУ  «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Незабудка</w:t>
            </w:r>
            <w:r w:rsidRPr="00E92BB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92BB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79F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C679F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Pr="00E92BB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Муниципальное бюджетное дошкольное образовательное </w:t>
            </w:r>
            <w:r w:rsidRPr="00E92BB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 xml:space="preserve">учреждение </w:t>
            </w:r>
          </w:p>
          <w:p w:rsidR="000273CD" w:rsidRPr="00E92BB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2BB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д/с «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Незабудка</w:t>
            </w:r>
            <w:r w:rsidRPr="00E92BB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0273CD" w:rsidRPr="00E92BB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2BB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1025404791488,</w:t>
            </w:r>
          </w:p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2BB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ул. Карьер Цемзавода, д.10</w:t>
            </w:r>
          </w:p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0273CD" w:rsidRPr="002E5CE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0273CD" w:rsidRPr="002E5CE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273CD" w:rsidRPr="002E5CE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0273CD" w:rsidRPr="00E92BB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E92BB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2BB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1/1*1,1=1,1</w:t>
            </w:r>
          </w:p>
        </w:tc>
      </w:tr>
      <w:tr w:rsidR="000273CD" w:rsidRPr="00E50C88" w:rsidTr="007E172F">
        <w:trPr>
          <w:trHeight w:val="327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96129B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 Цемзавода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,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54.653872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83.328126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 Цемзавода, д.12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Искитима Новосибирской области </w:t>
            </w:r>
          </w:p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</w:t>
            </w:r>
          </w:p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</w:t>
            </w:r>
          </w:p>
          <w:p w:rsidR="000273CD" w:rsidRPr="00443981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327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Карьерная,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54.648428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83.324842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5, 7, 2, 3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327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Карьерная,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54.648735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83.324893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05719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Карьерная, д.10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8,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3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96129B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Карьерная,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54.648871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83.324901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05719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Карьерная,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96129B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Карьерная,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54.649338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83.324950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05719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Карьерная, д.18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14, 15, 16, 17, 19, 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1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96129B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Карьерная,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54.649954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83.324985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05719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Карьерная, д.24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22, 23, 25, 27, 26, 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4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96129B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Карьерная,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54.650385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83.325030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05719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Карьерная, д.28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30, 32, 34, 33, 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  <w:r w:rsidR="0096129B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Карьерная,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54.650786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83.324942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05719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Карьерная, д.35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96129B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Карьерная,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54.651308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83.325111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05719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Карьерная, д.36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Карьерная, д.4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54.651544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83.325138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05719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Карьерная, д.40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37, 38, 39, 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Кедровая,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54.614417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83.323980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Кедровая, д.19, 22, 23, 8, 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142731" w:rsidRDefault="000273CD" w:rsidP="000273CD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 (о.п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.Б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ердский с/з»)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54.657721</w:t>
            </w:r>
          </w:p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83.277689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77323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 павильон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Шарнина Нина Сергеевна,</w:t>
            </w:r>
          </w:p>
          <w:p w:rsidR="000273CD" w:rsidRPr="00680506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0506">
              <w:rPr>
                <w:rStyle w:val="copytarget"/>
                <w:sz w:val="24"/>
                <w:szCs w:val="24"/>
              </w:rPr>
              <w:t>304544530900026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6129B">
              <w:rPr>
                <w:sz w:val="24"/>
                <w:szCs w:val="24"/>
              </w:rPr>
              <w:t>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54.658175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83.278018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Деревообрабатывающее предприятие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ндивидуальный предприниматель</w:t>
            </w: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Калячкин Е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вгений </w:t>
            </w: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ванович,</w:t>
            </w:r>
          </w:p>
          <w:p w:rsidR="000273CD" w:rsidRPr="009D592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592E">
              <w:rPr>
                <w:rStyle w:val="copytarget"/>
                <w:sz w:val="24"/>
                <w:szCs w:val="24"/>
              </w:rPr>
              <w:t>304547234900178,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96129B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B071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д.2В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FB071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54.655764</w:t>
            </w:r>
          </w:p>
          <w:p w:rsidR="000273CD" w:rsidRPr="00FB071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83.266686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B071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B071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B071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плитка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B071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АЗС №45</w:t>
            </w:r>
          </w:p>
          <w:p w:rsidR="000273CD" w:rsidRPr="00FB071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</w:t>
            </w:r>
            <w:r w:rsidRPr="00522E0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«Газпромнефть-центр»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0273CD" w:rsidRPr="00DE1D7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E1D7E">
              <w:rPr>
                <w:sz w:val="24"/>
                <w:szCs w:val="24"/>
              </w:rPr>
              <w:t>1027739602824</w:t>
            </w:r>
            <w:r>
              <w:rPr>
                <w:sz w:val="24"/>
                <w:szCs w:val="24"/>
              </w:rPr>
              <w:t>,</w:t>
            </w:r>
          </w:p>
          <w:p w:rsidR="000273CD" w:rsidRPr="00FB071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071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д.2В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FB071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96129B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54.659424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83.274077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486D2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1, 2, 3,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4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96129B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54.660018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83.272736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486D2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r w:rsidRPr="009D5E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8, 9, 10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4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96129B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54.660746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83.271111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486D2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9D5EA2" w:rsidRDefault="000273CD" w:rsidP="000273CD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9D5EA2" w:rsidRDefault="000273CD" w:rsidP="000273CD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4, 15, 16, 17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96129B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54.661245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83.270350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BE7B53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BE7B53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="000273CD"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BE7B53" w:rsidP="000273CD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r w:rsidRPr="009D5E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12, 13,  18, 19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59</w:t>
            </w:r>
            <w:r w:rsidR="0096129B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д.20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54.661264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83.269588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486D2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r w:rsidRPr="009D5E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96129B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д.23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54.661562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83.268843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486D2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r w:rsidRPr="007A3C7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21, 22, 23. 25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96129B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д.27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54.662032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83.267867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486D2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jc w:val="center"/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r w:rsidRPr="007A3C7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26. 27, 28, 29, 30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E7B53" w:rsidRPr="00E50C88" w:rsidTr="007E172F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Default="0096129B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Pr="002647C3" w:rsidRDefault="00BE7B53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иевская, д.29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53" w:rsidRPr="002647C3" w:rsidRDefault="00BE7B53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54.662376</w:t>
            </w:r>
            <w:r w:rsidRPr="00BE7B5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83.267729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Pr="002647C3" w:rsidRDefault="00BE7B53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Pr="002647C3" w:rsidRDefault="00BE7B53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Pr="002647C3" w:rsidRDefault="00BE7B53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Pr="00486D2F" w:rsidRDefault="00BE7B53" w:rsidP="000273CD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Pr="00FE7CE8" w:rsidRDefault="00BE7B53" w:rsidP="000273CD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Pr="007A3C79" w:rsidRDefault="00BE7B53" w:rsidP="000273CD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иевская,д.29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53" w:rsidRDefault="00BE7B53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96129B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54.662888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83.266240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486D2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7A3C79" w:rsidRDefault="000273CD" w:rsidP="000273CD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34, 31, 32, 33, 35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96129B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д.36А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54.664157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83.265470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486D2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jc w:val="center"/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r w:rsidRPr="007A3C7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Киевская,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36а. 36б, 36в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 w:rsidRPr="00F31B2E">
              <w:rPr>
                <w:sz w:val="24"/>
                <w:szCs w:val="24"/>
              </w:rPr>
              <w:t>60</w:t>
            </w:r>
            <w:r w:rsidR="0096129B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Киевский,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54.664715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83.270768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486D2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Киевский,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6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 w:rsidRPr="00F31B2E">
              <w:rPr>
                <w:sz w:val="24"/>
                <w:szCs w:val="24"/>
              </w:rPr>
              <w:t>60</w:t>
            </w:r>
            <w:r w:rsidR="0096129B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Киевский,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54.662437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83.269352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BE7B53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BE7B53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BE7B53" w:rsidP="000273CD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Киевский,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3, 4, 5, 6, 7, 8, 9, 10, 11, 12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E7B53" w:rsidRPr="00E50C88" w:rsidTr="007E172F">
        <w:trPr>
          <w:trHeight w:val="56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Pr="00F31B2E" w:rsidRDefault="0096129B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Pr="002647C3" w:rsidRDefault="00BE7B53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иевский</w:t>
            </w:r>
            <w:r w:rsidR="009628D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53" w:rsidRPr="002647C3" w:rsidRDefault="009628DF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54.663207</w:t>
            </w:r>
            <w:r w:rsidRPr="009628D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83.267539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Default="009628DF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Default="009628DF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Pr="002647C3" w:rsidRDefault="009628DF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Default="009628DF" w:rsidP="000273CD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Pr="00526B43" w:rsidRDefault="009628DF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7B53" w:rsidRPr="002647C3" w:rsidRDefault="009628DF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иевский, д29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53" w:rsidRDefault="009628DF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27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96129B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Киевский,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54.663057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83.267975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Киевский,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12а, 13, 14, 15, 16, 17, 18, 19, 20, 21, 22, 23, 24, 25, 26, 27, 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96129B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Кирова,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54.651090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83.295293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971A5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jc w:val="center"/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r w:rsidRPr="009F3C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Кирова,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Кирова,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54.650915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83.295068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971A5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jc w:val="center"/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r w:rsidRPr="00E7464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Кирова, д.8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Кирова,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54.651098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83.295700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971A5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jc w:val="center"/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r w:rsidRPr="00EA55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Кирова, д.10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Кирова,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54.650948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83.295719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971A5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jc w:val="center"/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r w:rsidRPr="005D09B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Кирова,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Кирова,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54.651719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83.297215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971A5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5D09BC" w:rsidRDefault="000273CD" w:rsidP="000273CD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Кирова,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9, 24, 26, 28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96129B">
              <w:rPr>
                <w:sz w:val="24"/>
                <w:szCs w:val="24"/>
              </w:rPr>
              <w:t>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Кирова, д.27А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54.652061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83.298187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971A5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jc w:val="center"/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r w:rsidRPr="00C7608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Кирова, д.27А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Кирова, д.30А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54.651999</w:t>
            </w:r>
          </w:p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83.298471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47C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971A5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jc w:val="center"/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r w:rsidRPr="004B710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Кирова, д.30А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73CD" w:rsidRPr="002647C3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706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706C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Кирова,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0706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706C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54.652937</w:t>
            </w:r>
          </w:p>
          <w:p w:rsidR="000273CD" w:rsidRPr="000706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706C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83.299274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706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706C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706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706C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706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706C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706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706C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Школа – </w:t>
            </w:r>
          </w:p>
          <w:p w:rsidR="000273CD" w:rsidRPr="000706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706C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МБОУ СОШ № 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679F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C679F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Pr="000706C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бюджетное общеобразовательное учреждение</w:t>
            </w:r>
            <w:r w:rsidRPr="000706C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средняя образовательная школа</w:t>
            </w:r>
            <w:r w:rsidRPr="000706C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№ 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1025404789486,</w:t>
            </w:r>
          </w:p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706C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Кирова, д.35</w:t>
            </w:r>
          </w:p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0273CD" w:rsidRPr="002E5CE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0273CD" w:rsidRPr="002E5CE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0273CD" w:rsidRPr="002E5CE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0273CD" w:rsidRPr="000706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0706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1/1*1,1=1,1</w:t>
            </w:r>
          </w:p>
        </w:tc>
      </w:tr>
      <w:tr w:rsidR="000273CD" w:rsidRPr="00E50C88" w:rsidTr="007E172F">
        <w:trPr>
          <w:trHeight w:val="28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="0096129B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Койновская,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54.615694</w:t>
            </w:r>
          </w:p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83.307760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CD124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Койновская,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31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="0096129B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Койновская,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54.616045</w:t>
            </w:r>
          </w:p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83.307889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CD124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Койновская, д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 5,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31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96129B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Койновская,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54.616192</w:t>
            </w:r>
          </w:p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83.307905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CD1242" w:rsidRDefault="000273CD" w:rsidP="000273CD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Койновская,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Койновская,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54.616552</w:t>
            </w:r>
          </w:p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83.308026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CD124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Койновская,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9, 12, 17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084EC2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Койновская,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54.617434</w:t>
            </w:r>
          </w:p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83.308324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CD124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Койновская, д.20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96129B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Койновская,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54.617483</w:t>
            </w:r>
          </w:p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83.308865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CD1242" w:rsidRDefault="000273CD" w:rsidP="000273CD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D124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Койновская, д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. 22, 25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Койновская, д.22А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54.617485</w:t>
            </w:r>
          </w:p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83.308855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CD124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Койновская,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2А, ул. Советская, д.390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Койновская,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54.619442</w:t>
            </w:r>
          </w:p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83.308564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Койновская, д.23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36, 34, 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6</w:t>
            </w:r>
            <w:r w:rsidR="0096129B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Койновская,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54.617884</w:t>
            </w:r>
          </w:p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83.308451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36166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jc w:val="center"/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r w:rsidRPr="00E22B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Койновская, д.24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Койновская,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54.618806</w:t>
            </w:r>
          </w:p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83.308650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36166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4022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Койновская, д.30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28, 26, 26а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E4022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="0096129B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54.648378</w:t>
            </w:r>
          </w:p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83.290488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36166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="0096129B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54.648605</w:t>
            </w:r>
          </w:p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83.290427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36166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="0096129B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54.648810</w:t>
            </w:r>
          </w:p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83.290240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36166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54.648779</w:t>
            </w:r>
          </w:p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83.290397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C94E3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C94E3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2*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=2.1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/1, 8/2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54.649335</w:t>
            </w:r>
          </w:p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83.290217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C94E3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C94E3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2*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=1.4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д.14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/1, 14/2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д.1</w:t>
            </w:r>
            <w:r w:rsidRPr="00F31B2E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54.649656</w:t>
            </w:r>
          </w:p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83.289763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36166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jc w:val="center"/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r w:rsidRPr="00FD4C5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д.1</w:t>
            </w:r>
            <w:r w:rsidRPr="00FD4C5A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д.16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54.649513</w:t>
            </w:r>
          </w:p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83.290175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36166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10, 11, 12, 15, 18, 20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д.17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54.649825</w:t>
            </w:r>
          </w:p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83.289903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36166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6</w:t>
            </w:r>
            <w:r w:rsidR="0096129B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д.19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54.650024</w:t>
            </w:r>
          </w:p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83.289909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36166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="0096129B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д.21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54.650173</w:t>
            </w:r>
          </w:p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83.289815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36166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  <w:r w:rsidR="0096129B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д.23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54.650427</w:t>
            </w:r>
          </w:p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83.289776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36166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jc w:val="center"/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r w:rsidRPr="0096032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273CD" w:rsidRPr="00E50C88" w:rsidTr="007E172F">
        <w:trPr>
          <w:trHeight w:val="4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="0096129B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1B2E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д.25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54.650495</w:t>
            </w:r>
          </w:p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83.289538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361F9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pPr>
              <w:jc w:val="center"/>
            </w:pPr>
            <w:r w:rsidRPr="0036166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Pr="00FE7CE8" w:rsidRDefault="000273CD" w:rsidP="000273CD">
            <w:pPr>
              <w:jc w:val="center"/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73CD" w:rsidRDefault="000273CD" w:rsidP="000273CD">
            <w:r w:rsidRPr="003D084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73CD" w:rsidRDefault="000273CD" w:rsidP="000273C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="0096129B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д.28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54.650570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83.289854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36166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д.28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54.650916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83.289728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512FA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д.30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5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</w:t>
            </w:r>
            <w:r w:rsidRPr="00F31B2E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54.651249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83.289519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512FA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E7CE8" w:rsidRDefault="00AA5EE5" w:rsidP="00AA5EE5">
            <w:pPr>
              <w:jc w:val="center"/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r w:rsidRPr="00D7424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</w:t>
            </w:r>
            <w:r w:rsidRPr="00D7424A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5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Коллективная, д.32 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54.651118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83.289703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512FA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 д.32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33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3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</w:t>
            </w:r>
          </w:p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54.651672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83.289374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512FA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Коллективная,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д.35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3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Коммунистическая,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54.649288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83.297609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512FAC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Коммунистическая,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10, 8, 12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3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6</w:t>
            </w:r>
            <w:r w:rsidR="0096129B">
              <w:rPr>
                <w:sz w:val="24"/>
                <w:szCs w:val="24"/>
              </w:rPr>
              <w:t>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Коммунистическая,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54.649304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83.296809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512FAC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12FA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A252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Коммунистическая,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5, 7, 11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="00957127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Коммунистическая,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54.649247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83.299799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512FA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r w:rsidRPr="009A252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Коммунистическая,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18, 20, 27, 16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="00957127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Коммунистическая,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54.649204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83.300464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512FA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r w:rsidRPr="009A252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Коммунистическая,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29, 31, 33, 22, 24, 26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957127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Коммунистическая, д. 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A0F9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54.649816 83.305080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512FAC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526B43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Д-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ул. Коммунистическая, д. 40, ул. Советская, д. 167А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A1CE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ов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AA5EE5" w:rsidRPr="002A1CE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AA5EE5" w:rsidRPr="009A2523" w:rsidRDefault="00AA5EE5" w:rsidP="00AA5EE5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AA5EE5" w:rsidRPr="00E50C88" w:rsidTr="007E172F">
        <w:trPr>
          <w:trHeight w:val="92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64</w:t>
            </w:r>
            <w:r w:rsidR="00957127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Коммунистическая, д.57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54.651605</w:t>
            </w:r>
          </w:p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83.305399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гостиница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«Кристалл+»,</w:t>
            </w:r>
          </w:p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sz w:val="24"/>
                <w:szCs w:val="24"/>
              </w:rPr>
              <w:t>1155476040323,</w:t>
            </w:r>
          </w:p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Коммунистическая, д.57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27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Коммунистическая, д.59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54.652437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83.306336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Образовательное учреждение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70668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 ТКО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автономное образовательное учреждение дополнительного образования «Центр дополнительного образования»,</w:t>
            </w:r>
          </w:p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Style w:val="copytarget"/>
                <w:sz w:val="24"/>
                <w:szCs w:val="24"/>
              </w:rPr>
              <w:t>1025404790366,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E7C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Коммунистическая, д.59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РСО-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FE7CE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1/1*1,1=1,1</w:t>
            </w:r>
          </w:p>
        </w:tc>
      </w:tr>
      <w:tr w:rsidR="00AA5EE5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957127">
              <w:rPr>
                <w:sz w:val="24"/>
                <w:szCs w:val="24"/>
              </w:rPr>
              <w:t>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54.643795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83.297076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омсомольская, д.1а, 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1EB7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9E1EB7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, </w:t>
            </w:r>
            <w:proofErr w:type="gramStart"/>
            <w:r w:rsidRPr="009E1EB7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площадки-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</w:t>
            </w:r>
            <w:proofErr w:type="gramEnd"/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г. Искитима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Новосибирской области, 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4/4*1,1=4,4</w:t>
            </w:r>
          </w:p>
        </w:tc>
      </w:tr>
      <w:tr w:rsidR="00AA5EE5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</w:t>
            </w:r>
          </w:p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д.6А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54.641976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83.297914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колледж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814F4">
              <w:rPr>
                <w:sz w:val="24"/>
                <w:szCs w:val="24"/>
                <w:u w:val="single"/>
              </w:rPr>
              <w:t>Собственник контейнеров</w:t>
            </w:r>
            <w:r>
              <w:rPr>
                <w:sz w:val="24"/>
                <w:szCs w:val="24"/>
                <w:u w:val="single"/>
              </w:rPr>
              <w:t xml:space="preserve"> ТКО</w:t>
            </w:r>
            <w:r w:rsidRPr="001814F4">
              <w:rPr>
                <w:sz w:val="24"/>
                <w:szCs w:val="24"/>
                <w:u w:val="single"/>
              </w:rPr>
              <w:t>-</w:t>
            </w:r>
            <w:r w:rsidRPr="00CC7270">
              <w:rPr>
                <w:sz w:val="24"/>
                <w:szCs w:val="24"/>
              </w:rPr>
              <w:t>Государственное бюджетное профессиональное образовательное учреждение Новосибирской области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«Новосибирский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строительно- монтажный</w:t>
            </w:r>
            <w:proofErr w:type="gramEnd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колледж»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CC7270">
              <w:rPr>
                <w:rStyle w:val="copytarget"/>
                <w:sz w:val="24"/>
                <w:szCs w:val="24"/>
              </w:rPr>
              <w:t>1025400516305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д.6А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CC727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1/1*1,1=1,1</w:t>
            </w:r>
          </w:p>
        </w:tc>
      </w:tr>
      <w:tr w:rsidR="00AA5EE5" w:rsidRPr="00E50C88" w:rsidTr="007E172F">
        <w:trPr>
          <w:trHeight w:val="1547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957127">
              <w:rPr>
                <w:sz w:val="24"/>
                <w:szCs w:val="24"/>
              </w:rPr>
              <w:t>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</w:t>
            </w:r>
          </w:p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54.642338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83.298323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Баня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казенное предприятие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«К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омбинат социально-бытовых услуг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1045403639434,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55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54.642956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83.299690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мусоропроводная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омсомольс-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кая, д.13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оварищество собственников недвижимости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</w:t>
            </w:r>
            <w:proofErr w:type="gramStart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Комсомольская</w:t>
            </w:r>
            <w:proofErr w:type="gramEnd"/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>
              <w:t xml:space="preserve"> </w:t>
            </w:r>
            <w:r w:rsidRPr="005951B0">
              <w:rPr>
                <w:rStyle w:val="copytarget"/>
                <w:sz w:val="24"/>
                <w:szCs w:val="24"/>
              </w:rPr>
              <w:t>1095472000315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ул. Комсомольская, д.13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55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6</w:t>
            </w:r>
            <w:r w:rsidR="00957127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  д.13А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363B6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63B6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54.643598</w:t>
            </w:r>
          </w:p>
          <w:p w:rsidR="00AA5EE5" w:rsidRPr="00363B6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63B6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83.300049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363B6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63B6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363B6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63B6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363B6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63B6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363B6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63B6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363B6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363B6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sz w:val="24"/>
                <w:szCs w:val="24"/>
              </w:rPr>
            </w:pPr>
            <w:r w:rsidRPr="00363B61">
              <w:rPr>
                <w:sz w:val="24"/>
                <w:szCs w:val="24"/>
              </w:rPr>
              <w:t>Местная общественная организация Искитимского района Новосибирской области "Искитимское районное общество охотников и рыболовов",</w:t>
            </w:r>
          </w:p>
          <w:p w:rsidR="00AA5EE5" w:rsidRPr="00363B6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363B61">
              <w:rPr>
                <w:rStyle w:val="copytarget"/>
                <w:sz w:val="24"/>
                <w:szCs w:val="24"/>
              </w:rPr>
              <w:t>1025400002100,</w:t>
            </w:r>
          </w:p>
          <w:p w:rsidR="00AA5EE5" w:rsidRPr="00363B6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63B6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Комисомольская, д.13А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363B6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</w:t>
            </w:r>
            <w:r w:rsidR="00957127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</w:t>
            </w:r>
          </w:p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54.642968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83.300516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мусоропроводная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омсомольс-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кая, д.15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оварищество собственников недвижимости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</w:t>
            </w:r>
            <w:proofErr w:type="gramStart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Комсомольская</w:t>
            </w:r>
            <w:proofErr w:type="gramEnd"/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>
              <w:t xml:space="preserve"> </w:t>
            </w:r>
            <w:r w:rsidRPr="005951B0">
              <w:rPr>
                <w:rStyle w:val="copytarget"/>
                <w:sz w:val="24"/>
                <w:szCs w:val="24"/>
              </w:rPr>
              <w:t>1155476039058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ул. Комсомольская,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957127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54.643201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83.302026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3*0,7=2.1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Магазин - 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«Искитимский ЦУМ»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унитарное предприятие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«Искитимский ЦУМ»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t xml:space="preserve"> </w:t>
            </w:r>
            <w:r w:rsidRPr="005951B0">
              <w:rPr>
                <w:rStyle w:val="copytarget"/>
                <w:sz w:val="24"/>
                <w:szCs w:val="24"/>
              </w:rPr>
              <w:t>1025404789200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ул. Комсомольская, д.19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957127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ED71A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D71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</w:t>
            </w:r>
          </w:p>
          <w:p w:rsidR="00AA5EE5" w:rsidRPr="00ED71A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D71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д.20а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ED71A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D71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54.642088</w:t>
            </w:r>
          </w:p>
          <w:p w:rsidR="00AA5EE5" w:rsidRPr="00ED71A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D71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83.298933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ED71A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D71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ED71A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D71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ED71A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D71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ED71A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D71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ED71A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D71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музыкальная школа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ED71A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D71A8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 ТКО, РСО</w:t>
            </w:r>
            <w:r w:rsidRPr="00ED71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Муниципальное бюджетное образовательное учреждение  дополнительного образования «Детская музыкальная школа»,</w:t>
            </w:r>
          </w:p>
          <w:p w:rsidR="00AA5EE5" w:rsidRPr="00ED71A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ED71A8">
              <w:rPr>
                <w:rStyle w:val="copytarget"/>
                <w:sz w:val="24"/>
                <w:szCs w:val="24"/>
              </w:rPr>
              <w:t>1025404789937,</w:t>
            </w:r>
          </w:p>
          <w:p w:rsidR="00AA5EE5" w:rsidRPr="00ED71A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D71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</w:t>
            </w:r>
          </w:p>
          <w:p w:rsidR="00AA5EE5" w:rsidRPr="00ED71A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D71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д.20а</w:t>
            </w:r>
          </w:p>
          <w:p w:rsidR="00AA5EE5" w:rsidRPr="00ED71A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ED71A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D71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1/1*1,1=1,1</w:t>
            </w:r>
          </w:p>
        </w:tc>
      </w:tr>
      <w:tr w:rsidR="00AA5EE5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957127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</w:t>
            </w:r>
          </w:p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54.643168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83.305488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Отделение связи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Публичное акционерное общество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«Ростелеком»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Pr="00CB268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1027700198767,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957127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54.642983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83.306679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363B6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МКУ «Центр бухгалтерского   материально- технического обеспечения Искитимского района»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МКУ «Центр бухгалтерского  материально- технического обеспечения Искитимского района»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</w:t>
            </w:r>
          </w:p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54.641988</w:t>
            </w:r>
          </w:p>
          <w:p w:rsidR="00AA5EE5" w:rsidRPr="00363B6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83.304800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363B6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63B6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Школа – 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МБОУ СОШ №1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814F4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1814F4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бюджетное образовательное учреждение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средняя общеобразовательная школа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№1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1025404789640,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д.28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РСО-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1/1*1,1=1,1</w:t>
            </w:r>
          </w:p>
        </w:tc>
      </w:tr>
      <w:tr w:rsidR="00AA5EE5" w:rsidRPr="00E50C88" w:rsidTr="007E172F">
        <w:trPr>
          <w:trHeight w:val="4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</w:t>
            </w:r>
          </w:p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д.30а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54.642160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83.306728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Школа – 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МБОУ О (С) ОШ №1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униципальное бюджетное образовательное учреждение - 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ткрытая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(С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менная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)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общеобразовательная школа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№1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Pr="0072584A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584A">
              <w:rPr>
                <w:rStyle w:val="copytarget"/>
                <w:sz w:val="24"/>
                <w:szCs w:val="24"/>
              </w:rPr>
              <w:t>1025404789343,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д.30а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AA5EE5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957127">
              <w:rPr>
                <w:sz w:val="24"/>
                <w:szCs w:val="24"/>
              </w:rPr>
              <w:t>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</w:t>
            </w:r>
          </w:p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54.642039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83.307061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Образовательное учреждение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автономное образовательное учреждение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дополнительного образования «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Ц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ентр дополнительного образования»,</w:t>
            </w:r>
          </w:p>
          <w:p w:rsidR="00AA5EE5" w:rsidRPr="00007B7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7B7E">
              <w:rPr>
                <w:rStyle w:val="copytarget"/>
                <w:sz w:val="24"/>
                <w:szCs w:val="24"/>
              </w:rPr>
              <w:t>1025404790366,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омсомольская, д. 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54.642334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83.310088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Административное здание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бщество с ограниченной ответственностью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«Мероса Трейдинг»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6404B">
              <w:rPr>
                <w:rStyle w:val="copytarget"/>
                <w:sz w:val="24"/>
                <w:szCs w:val="24"/>
              </w:rPr>
              <w:t>1131447016601</w:t>
            </w:r>
            <w:r>
              <w:rPr>
                <w:rStyle w:val="copytarget"/>
                <w:sz w:val="24"/>
                <w:szCs w:val="24"/>
              </w:rPr>
              <w:t>,</w:t>
            </w:r>
            <w:r w:rsidRPr="001640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омсомольская, д. 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7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65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омсомольская, д.45а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54.643551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83.312534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омсомольская д.45а, 45, 39, 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</w:t>
            </w:r>
            <w:proofErr w:type="gramEnd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емипалатинс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- 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кая, д.59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814F4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О</w:t>
            </w:r>
            <w:r w:rsidRPr="001814F4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Искитим, ул.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Пушкина, д.51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0732C8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lastRenderedPageBreak/>
              <w:t>2/2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2.2</w:t>
            </w:r>
          </w:p>
        </w:tc>
      </w:tr>
      <w:tr w:rsidR="00AA5EE5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</w:t>
            </w:r>
            <w:r w:rsidR="00957127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омсомольская.</w:t>
            </w:r>
          </w:p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54.642329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83.312025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Детский сад - 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МБДОУ №9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Детский сад «Незабудка»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B0D9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BB0D9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униципальное бюджетное дошкольное образовательное учреждение 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№9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Детский сад «Незабудка»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1025404791400,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ул</w:t>
            </w:r>
            <w:proofErr w:type="gramStart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омсомольская.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д.50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1/1*1,1=1,1</w:t>
            </w:r>
          </w:p>
        </w:tc>
      </w:tr>
      <w:tr w:rsidR="00AA5EE5" w:rsidRPr="00E50C88" w:rsidTr="007E172F">
        <w:trPr>
          <w:trHeight w:val="42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="00957127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омсомольская, д. 54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54.642493</w:t>
            </w:r>
          </w:p>
          <w:p w:rsidR="00AA5EE5" w:rsidRPr="00D82B17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83.314035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82B17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82B1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82B17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82B1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омсомольская,  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д. 54, 52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AA5EE5" w:rsidRPr="002A1CE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D289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AA5EE5" w:rsidRPr="002A1CE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2/2*1,1=2,2</w:t>
            </w:r>
          </w:p>
        </w:tc>
      </w:tr>
      <w:tr w:rsidR="00AA5EE5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</w:t>
            </w:r>
            <w:r w:rsidR="00957127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омсомольская, д.63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54.643426</w:t>
            </w:r>
          </w:p>
          <w:p w:rsidR="00AA5EE5" w:rsidRPr="00D82B17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83.313906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82B17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F79646" w:themeColor="accent6"/>
                <w:kern w:val="3"/>
                <w:sz w:val="24"/>
                <w:szCs w:val="24"/>
                <w:highlight w:val="yellow"/>
                <w:lang w:eastAsia="zh-CN" w:bidi="hi-IN"/>
              </w:rPr>
            </w:pPr>
            <w:r w:rsidRPr="00D82B1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82B17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highlight w:val="yellow"/>
                <w:lang w:eastAsia="zh-CN" w:bidi="hi-IN"/>
              </w:rPr>
            </w:pPr>
            <w:r w:rsidRPr="00D82B1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омсомольская,  д. 63, 73, 55, 53, 51;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.М</w:t>
            </w:r>
            <w:proofErr w:type="gramEnd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остовая, д.50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E17C7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6E17C7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       Искитима Новосибирской области, 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2/2*1,1=2,2</w:t>
            </w:r>
          </w:p>
        </w:tc>
      </w:tr>
      <w:tr w:rsidR="00AA5EE5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957127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Кооперативная,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54.620618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83.304553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82B17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82B17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  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E17C7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Кооперативная,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13, 15, 17 ,19, 21, 23, 54, 56, 58, 60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Кооперативная,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54.621741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83.301015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Завод –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ООО «ОМЗ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Адвертайзинг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бщество с ограниченной ответственностью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пытно-механический завод Адвертайзинг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t xml:space="preserve"> </w:t>
            </w:r>
            <w:r w:rsidRPr="00CA0D19">
              <w:rPr>
                <w:rStyle w:val="copytarget"/>
                <w:sz w:val="24"/>
                <w:szCs w:val="24"/>
              </w:rPr>
              <w:t>1115476088595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Кооперативная, д.28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Кооперативная, д.86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54.615690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83.301074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Завод – 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ООО «Вымпел»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бщество с ограниченной ответственностью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«Вымпел»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Pr="00CA0D1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A0D19">
              <w:rPr>
                <w:rStyle w:val="copytarget"/>
                <w:sz w:val="24"/>
                <w:szCs w:val="24"/>
              </w:rPr>
              <w:t>1145476098426,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Кооперативная, д.86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54.638146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83.299623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мастерские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школы 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МБОУ СОШ №5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E17C7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6E17C7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униципальное бюджетное общеобразовательное учреждение 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средняя общеобразовательная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школа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№ 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1025404788837,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ул. Коротеева, д.1а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РСО-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1/1*1,1=1,1</w:t>
            </w:r>
          </w:p>
        </w:tc>
      </w:tr>
      <w:tr w:rsidR="00AA5EE5" w:rsidRPr="00E50C88" w:rsidTr="007E172F">
        <w:trPr>
          <w:trHeight w:val="5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957127">
              <w:rPr>
                <w:sz w:val="24"/>
                <w:szCs w:val="24"/>
              </w:rPr>
              <w:t>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Коротеева, д.26/1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54.636846</w:t>
            </w:r>
          </w:p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83.305721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Производство окон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«Единение»,</w:t>
            </w:r>
            <w:r w:rsidRPr="00DA59F0">
              <w:t xml:space="preserve"> </w:t>
            </w:r>
            <w:r w:rsidRPr="00DA59F0">
              <w:rPr>
                <w:rStyle w:val="copytarget"/>
                <w:sz w:val="24"/>
                <w:szCs w:val="24"/>
              </w:rPr>
              <w:t>1025404789728,</w:t>
            </w:r>
          </w:p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Коротеева, д.26/1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53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54.637495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83.308800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41B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1.1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</w:t>
            </w:r>
            <w:proofErr w:type="gramStart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.11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AA5EE5" w:rsidRPr="002A1CE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D289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ТКО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AA5EE5" w:rsidRPr="002A1CE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РСО-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1/1*1,1=1,1</w:t>
            </w:r>
          </w:p>
        </w:tc>
      </w:tr>
      <w:tr w:rsidR="00AA5EE5" w:rsidRPr="00E50C88" w:rsidTr="007E172F">
        <w:trPr>
          <w:trHeight w:val="53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957127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4429C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2*1.1=2.2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«Светофор»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ООО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«Торг Сервис -54»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5405475428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A5EE5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54.636870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83.307558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музей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бюджетное учреждение культуры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«Исторический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городской историко-художественный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музей»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D46BB3">
              <w:rPr>
                <w:rStyle w:val="copytarget"/>
                <w:sz w:val="24"/>
                <w:szCs w:val="24"/>
              </w:rPr>
              <w:t>1025404789915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AA5EE5" w:rsidRPr="00D46BB3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Коротеева, д.28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  <w:r w:rsidR="00957127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54.637043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83.229596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3*0.7=2.1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Искитимское потребительское общество общественного питания,</w:t>
            </w:r>
            <w:r w:rsidRPr="00DA59F0">
              <w:t xml:space="preserve"> </w:t>
            </w:r>
            <w:r w:rsidRPr="00DA59F0">
              <w:rPr>
                <w:rStyle w:val="copytarget"/>
                <w:sz w:val="24"/>
                <w:szCs w:val="24"/>
              </w:rPr>
              <w:t>1035404788440,</w:t>
            </w:r>
          </w:p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Коротеева, 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38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  <w:r w:rsidR="00957127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Коротеева, д.30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54.636886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83.307956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2*0.7=1.4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Пожарная часть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Ф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едеральное государственное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казенное учреждение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-3отряд Ф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едеральной противопожарной службы по Новосибирской области»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П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Ч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-12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D46BB3">
              <w:rPr>
                <w:rStyle w:val="copytarget"/>
                <w:sz w:val="24"/>
                <w:szCs w:val="24"/>
              </w:rPr>
              <w:t>1025404673293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AA5EE5" w:rsidRPr="00D46BB3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Коротеева, д.30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AA5EE5" w:rsidRPr="00E50C88" w:rsidTr="007E172F">
        <w:trPr>
          <w:trHeight w:val="40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957127">
              <w:rPr>
                <w:sz w:val="24"/>
                <w:szCs w:val="24"/>
              </w:rPr>
              <w:t>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54.637271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83.310609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бщество с ограниченной ответственностью</w:t>
            </w: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«Алякова»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46BB3">
              <w:rPr>
                <w:rStyle w:val="copytarget"/>
                <w:sz w:val="24"/>
                <w:szCs w:val="24"/>
              </w:rPr>
              <w:t>1115483001083</w:t>
            </w:r>
            <w:r>
              <w:rPr>
                <w:rStyle w:val="copytarget"/>
              </w:rPr>
              <w:t>,</w:t>
            </w:r>
          </w:p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61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Коротеева, д.32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361F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54.638118</w:t>
            </w:r>
          </w:p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83.314755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Коротеева, д.33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31, 54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54.638119</w:t>
            </w:r>
          </w:p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83.314787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Коротеева, д.38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40, 15, 17, 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Коротеева, д.52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54.638015</w:t>
            </w:r>
          </w:p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83.314331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C31F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Коротеева, д.52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Космодемьянской,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54.656896</w:t>
            </w:r>
          </w:p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83.295018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C31F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Космодемьянской,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Космодемьянской,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54.656606</w:t>
            </w:r>
          </w:p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83.294775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C31F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Космодемьянской, д.4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3,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50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Космодемьянской,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54.656083</w:t>
            </w:r>
          </w:p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83.294400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C31F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Космодемьянской, д.12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9, 10, 11, 13,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50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Космодемьянской,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54.655103</w:t>
            </w:r>
          </w:p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83.293676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C31F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Космодемьянской,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50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Космодемьянской, </w:t>
            </w: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54.654404</w:t>
            </w:r>
          </w:p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83.293340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C31F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Космодемьянской,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7, 25, 29, 32, 30, 28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</w:t>
            </w:r>
            <w:r w:rsidR="00957127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Космонавтов,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54.624642</w:t>
            </w:r>
          </w:p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83.290648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C31F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Космонавтов,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2, 4, 5, 6, 7, 8,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50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="00957127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Космонавтов,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54.623277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83.290686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C31F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Космонавтов,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0, 11, 12, 13, 14, 15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Космонавтов,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54.622763</w:t>
            </w:r>
          </w:p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83.290681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C31F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Космонавтов,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16, 17, 18, 19, 20, 21, 22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Космонавтов,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54.622579</w:t>
            </w:r>
          </w:p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83.290685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C31F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68554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Космонавтов,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23, 24, 25, 26, 27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68554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Котельная,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54.649096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83.286645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C31F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Котельная,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6/1, 2, 3,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Котельная, д.8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54.649719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83.286601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C31F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Котельная, д.8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/1, 8/2, 10/1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Котельная, д.10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54.649995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83.286511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C31F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Котельная,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3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Котельная,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54.650235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83.286291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Котельная,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7, 5, 9,  12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3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57127">
              <w:rPr>
                <w:sz w:val="24"/>
                <w:szCs w:val="24"/>
              </w:rPr>
              <w:t>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Котельная,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54.649161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83.285235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12447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Котельная,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13, 14, 16, 11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="00957127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Котельная, д.24А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54.649846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83.285072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12447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Котельная, д.24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А, 22, 20, 17,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25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="00957127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Котовского,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54.628349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83.308641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12447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Котовского, д.5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3, 4, 6, 7,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56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="00957127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Котовского, д.11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54.628349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83.309799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12447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Котовского, д.11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9, 10, 12, 13,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957127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Котовского,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54.628271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83.311339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12447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Котовского,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18, 20, 22, 19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957127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Котовского,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54.628382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83.311664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12447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Котовского,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957127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Котовского,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54.628339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83.312369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12447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Котовского, д.29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28, 27, 26, 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957127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Кошевого,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54.657662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83.292332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12447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Кошевого,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1, 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957127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Кошевого,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54.657514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83.292395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12447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Кошевого,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957127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Кошевого,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54.657079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83.292207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12447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Кошевого, д.8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957127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Кошевого,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54.656926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83.292283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Кошевого, д.9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10, 11,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957127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Кошевого,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54.655974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83.291832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12447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Кошевого, д.21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23, 24а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957127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Кошевого,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54.656046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83.291717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12447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Кошевого, д.22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957127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Кошевого,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54.654926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83.291253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12447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Кошевого, д.24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Кошевого,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54.654808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83.291312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641EA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Кошевого,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652A4" w:rsidP="00AA5EE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Кошевого,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54.654562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83.291076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641EA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Кошевого, д.28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652A4" w:rsidP="00AA5EE5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7</w:t>
            </w:r>
            <w:r w:rsidR="00957127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Краснодонцев, д.23А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54.630062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83.296687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Угольные склады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акрытое акционерное общество</w:t>
            </w: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«Искитим-Бердск уголь»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Pr="002D3FA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D3FA0">
              <w:rPr>
                <w:rStyle w:val="copytarget"/>
                <w:sz w:val="24"/>
                <w:szCs w:val="24"/>
              </w:rPr>
              <w:t>1025404788200,</w:t>
            </w:r>
          </w:p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22E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Краснодонцев, д.23А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</w:t>
            </w:r>
          </w:p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Красноармейская,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54.635975</w:t>
            </w:r>
          </w:p>
          <w:p w:rsidR="00AA5EE5" w:rsidRPr="00FB7B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83.290795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B7B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7B2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B7B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7B2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B7B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7B2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DD698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9D22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7B2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Красноармейская,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</w:t>
            </w:r>
          </w:p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Красноармейская,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54.636316</w:t>
            </w:r>
          </w:p>
          <w:p w:rsidR="00AA5EE5" w:rsidRPr="00FB7B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83.288853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B7B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7B2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B7B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7B2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B7B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7B2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DD698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B7B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7B2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</w:t>
            </w:r>
          </w:p>
          <w:p w:rsidR="00AA5EE5" w:rsidRPr="009D22E5" w:rsidRDefault="00AA5EE5" w:rsidP="003F672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7B2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Красноармейская,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20, 22, 24, 26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0119E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Default="00957127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F31B2E" w:rsidRDefault="0070119E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расноармейская,д.15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19E" w:rsidRDefault="0070119E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54.635767</w:t>
            </w:r>
            <w:r w:rsidRPr="0070119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83.288505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FB7B24" w:rsidRDefault="0070119E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FB7B24" w:rsidRDefault="0070119E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FB7B24" w:rsidRDefault="0070119E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DD6986" w:rsidRDefault="0070119E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DA59F0" w:rsidRDefault="0070119E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119E" w:rsidRPr="00FB7B24" w:rsidRDefault="0070119E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расноармейская, д.</w:t>
            </w:r>
            <w:r w:rsidR="003F6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10,14,15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19E" w:rsidRDefault="0070119E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</w:t>
            </w:r>
          </w:p>
          <w:p w:rsidR="00AA5EE5" w:rsidRPr="00F31B2E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31B2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Красноармейская,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B7B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FB7B24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54.</w:t>
            </w:r>
            <w:r w:rsidRPr="00FB7B2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636607</w:t>
            </w:r>
          </w:p>
          <w:p w:rsidR="00AA5EE5" w:rsidRPr="00FB7B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7B2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83.285553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B7B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7B2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B7B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7B2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B7B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7B2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jc w:val="center"/>
            </w:pPr>
            <w:r w:rsidRPr="00DD698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A59F0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A59F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FB7B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7B2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</w:t>
            </w:r>
          </w:p>
          <w:p w:rsidR="00AA5EE5" w:rsidRPr="00FB7B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B7B2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Красноармейская, д.31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29, 33, 35, 37, 44, 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B7B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Красноармейская,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54.636564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83.287044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Красноармейская, д.34, 36, 38, 32, 30, 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Красноармейская, д.39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54.636746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83.283744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Красноармейская, д.39, 52, 54, 56</w:t>
            </w:r>
            <w:r w:rsidR="00863C3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,58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Красноармейская, д.58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54.636876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83.283603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Красноармейская, д.58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7</w:t>
            </w:r>
            <w:r w:rsidR="00957127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Крупская,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54.653097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83.292271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Крупская, д.1, 1а, 2б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Крупская,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54.652975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83.292440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Крупская,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3, </w:t>
            </w: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32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Крупская,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54.652837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83.292580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Крупская, д.7, 4</w:t>
            </w:r>
            <w:r w:rsidR="00863C3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32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Крупская,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54.652468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83.292893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Крупская, д.8, 6, 9, 10,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Крупская,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54.651375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83.294275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Крупская, д.22, 20, 25,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Крупская,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54.651081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83.294634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Крупская, д.26,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Крупская,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54.650033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83.295538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Крупская, д.32, 28, 30, 33, 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Крупская,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54.649859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83.295819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Крупская, д.37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27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957127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Крупская, д.39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54.649654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83.296001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Дома частного </w:t>
            </w: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ул. Крупская, д.39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lastRenderedPageBreak/>
              <w:t>72</w:t>
            </w:r>
            <w:r w:rsidR="00957127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Крутая,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54.647046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83.329719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Крутая, д.27, 16, 14, 12,20,26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7</w:t>
            </w:r>
            <w:r w:rsidR="00957127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Крутая,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54.646749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83.329468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Крутая, д.22, 18, 27а,24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Крутая,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54.647340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83.330058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Крутая,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63C3C" w:rsidRPr="00265D1D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3C3C" w:rsidRDefault="00957127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3C3C" w:rsidRPr="00265D1D" w:rsidRDefault="00863C3C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рутая,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3C3C" w:rsidRPr="00265D1D" w:rsidRDefault="00863C3C" w:rsidP="00863C3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54.645034</w:t>
            </w:r>
          </w:p>
          <w:p w:rsidR="00863C3C" w:rsidRPr="00265D1D" w:rsidRDefault="00863C3C" w:rsidP="00863C3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83.328208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3C3C" w:rsidRPr="00265D1D" w:rsidRDefault="00863C3C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3C3C" w:rsidRPr="00265D1D" w:rsidRDefault="00863C3C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3C3C" w:rsidRPr="00265D1D" w:rsidRDefault="00863C3C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3C3C" w:rsidRPr="00265D1D" w:rsidRDefault="00863C3C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3C3C" w:rsidRPr="00265D1D" w:rsidRDefault="00863C3C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63C3C" w:rsidRPr="00265D1D" w:rsidRDefault="00863C3C" w:rsidP="00AA5EE5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рутая, д.37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3C3C" w:rsidRPr="00265D1D" w:rsidRDefault="00863C3C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Крутая, д.49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54.645034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83.328208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Крутая, д.49, 45, 47, 34,37,33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Крутая, д.55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54.644597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83.327898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грунт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Крутая, д. 36, 38, 55, 57, 63. 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       0</w:t>
            </w:r>
          </w:p>
        </w:tc>
      </w:tr>
      <w:tr w:rsidR="00AA5EE5" w:rsidRPr="00265D1D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54.660250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83.273575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54.660244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83.274063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54.660137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83.274063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54.660495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83.274522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  <w:r w:rsidR="00957127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54.660610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83.274772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 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54.660714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83.275045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 9, 8,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 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54.660947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83.275525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9628DF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9628DF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9628DF" w:rsidP="00AA5EE5">
            <w:pPr>
              <w:jc w:val="center"/>
              <w:rPr>
                <w:sz w:val="24"/>
                <w:szCs w:val="24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 11, 12,14, 16, 11а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54.661378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83.276467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672B" w:rsidRPr="00265D1D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Default="00957127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265D1D" w:rsidRDefault="003F672B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.К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уйбышева,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72B" w:rsidRPr="00265D1D" w:rsidRDefault="003F672B" w:rsidP="003F672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54.661603</w:t>
            </w:r>
            <w:r w:rsidRPr="003F6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83.276812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265D1D" w:rsidRDefault="003F672B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265D1D" w:rsidRDefault="003F672B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265D1D" w:rsidRDefault="003F672B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265D1D" w:rsidRDefault="003F672B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265D1D" w:rsidRDefault="003F672B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265D1D" w:rsidRDefault="003F672B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72B" w:rsidRPr="00265D1D" w:rsidRDefault="003F672B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957127">
              <w:rPr>
                <w:sz w:val="24"/>
                <w:szCs w:val="24"/>
              </w:rPr>
              <w:t>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54.661736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83.277255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54.661852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83.277518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Куйбышева, д.27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54.624614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83.282567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54.624320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83.282468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7</w:t>
            </w:r>
            <w:r w:rsidR="00957127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54.624354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83.282465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54.623806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83.282454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д.7, 9. 10, 12, 11,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54.625258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83.282487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54.623250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83.282272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54.622758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83.282466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54.662548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83.282495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54.622293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83.282487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54.621078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83.282375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д.30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54.6210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47</w:t>
            </w: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 32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54.621078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83.282375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4, 38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54.620424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83.282391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863C3C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Кутузова, д.36,35,37,40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957127">
              <w:rPr>
                <w:sz w:val="24"/>
                <w:szCs w:val="24"/>
              </w:rPr>
              <w:t>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Лазо,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54.648124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83.291775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Лазо,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Лазо, д.1Б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54.648229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83.292027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Лазо, д.1Б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Лазо,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54.648488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83.292269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Лазо,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Лазо,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54.649088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83.291887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Лазо, д.8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Лазо,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54.649425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83.291657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Лазо,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Лазо,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54.649598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83.291533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Лазо,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Лазо,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54.650062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83.291223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Лазо, 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Лазо,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54.650204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83.291121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Лазо, д.22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Лазо,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54.650373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83.290982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Лазо, д.24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Лазо,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54.650765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83.290750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Лазо, д.28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Легостаевская,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54.622890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83.319820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Легостаевская, д.1, 2а, 3,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Легостаевская,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54.622862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83.318213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Легостаевская, д.9, 8, 7, 6,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Ленина, д.2в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54.646963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83.307536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Ленина, д.2в, 2б,3,3а,3в,1,1а,2,2а,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Ленина,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54.646504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83.308017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Ленина, д.7, 7а, 8а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Ленина,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54.646119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83.308312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Ленина, д.9, 7а, 8а. 8, 10,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6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Ленина, д.15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54.645400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83.308801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Ленина, д.15, 14, 16,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957127">
              <w:rPr>
                <w:sz w:val="24"/>
                <w:szCs w:val="24"/>
              </w:rPr>
              <w:t>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Ленина,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54.645089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83.309047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Ленина, д.19, 20, 21, 22, 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Ленинградская,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54.634329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83.294046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3*0.7=2,1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Ленинградская, д.2, 4, 8, 10, 3, 12, 13, 5, 7,  ул. Дорожная, д.54, 56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Ленинградская,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54.634125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83.292367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Ленинградская, д.14, 16, 12, 9, 7,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Ленинградская, д.19а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54.633647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83.291129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7*0,7=4,9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Вернер Александр Александрович,</w:t>
            </w:r>
            <w:r w:rsidRPr="00265D1D">
              <w:rPr>
                <w:sz w:val="24"/>
                <w:szCs w:val="24"/>
              </w:rPr>
              <w:t xml:space="preserve"> 312548314600050,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Добролюбская Светлана Александровна,</w:t>
            </w:r>
            <w:r w:rsidRPr="00265D1D">
              <w:rPr>
                <w:sz w:val="24"/>
                <w:szCs w:val="24"/>
              </w:rPr>
              <w:t xml:space="preserve"> </w:t>
            </w:r>
            <w:r w:rsidRPr="00265D1D">
              <w:rPr>
                <w:rStyle w:val="copytarget"/>
                <w:sz w:val="24"/>
                <w:szCs w:val="24"/>
              </w:rPr>
              <w:t>307547229500011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Ленинградская,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54.633898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83.289717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Ленинградская, д.28, 26,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Лермонтова,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72FF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54.63216683.298047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Лермонтова,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3, 5, 6, 7, 8, 9,10, 12, 13, 14, 15, 16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Лермонтова,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54.632174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83.298352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Лермонтова, д.11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7</w:t>
            </w:r>
            <w:r w:rsidR="00957127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Лермонтова, д.43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54.632571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83.303975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–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ООО «Сибириада-Инвест»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«Сибириада-Инвест»,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Style w:val="copytarget"/>
                <w:sz w:val="24"/>
                <w:szCs w:val="24"/>
              </w:rPr>
              <w:t>1025401304807</w:t>
            </w: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ул. Лермонтова, д.43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Лермонтова, д.43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54.632571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83.303975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Кафе «Санрайз»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ответственностью </w:t>
            </w: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«УК НСТ»,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265D1D">
              <w:rPr>
                <w:rStyle w:val="copytarget"/>
                <w:sz w:val="24"/>
                <w:szCs w:val="24"/>
              </w:rPr>
              <w:t>1105410001542,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Лермонтова, д.43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AA5EE5" w:rsidRPr="00265D1D" w:rsidTr="007E172F">
        <w:trPr>
          <w:trHeight w:val="73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957127">
              <w:rPr>
                <w:sz w:val="24"/>
                <w:szCs w:val="24"/>
              </w:rPr>
              <w:t>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Лермонтова, д.47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54.632378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83.306834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Волгина Любовь Николаевна,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Style w:val="copytarget"/>
                <w:sz w:val="24"/>
                <w:szCs w:val="24"/>
              </w:rPr>
              <w:t>316547600114039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73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Лермонтова, д.59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54.632192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83.309724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Лермонтова, д.59, 58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Лермонтова, д.65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54.631748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83.311695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Лермонтова, д.65, 62, 63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Лермонтова, д.76А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54.631401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83.313125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Лермонтова, д.76А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Лермонтова, д.83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54.631181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83.314756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Лермонтова, д.80, 83, 85а, 84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Лермонтова, д.85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54.631151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83.315058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Лермонтова, д.85, 86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Лесная,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54.613301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83.322525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Лесная, д.6 ул. Береговая, д.114а/1, 114а/2, 116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Лесная,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54.612604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83.322256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Лесная, д.7, 7а, 8, ул. Береговая, д.122. 120, 124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Лесная,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54.611981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83.322149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Лесная, д.9, 10, 12, 14, ул. Береговая, д.126, 128, 130, 132, 134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Лесная,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54.610751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83.322039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Лесная, д.16, 18,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3652A4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Лесная,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54.609361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83.322200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Лесная, д.20, 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7453F7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957127">
              <w:rPr>
                <w:sz w:val="24"/>
                <w:szCs w:val="24"/>
              </w:rPr>
              <w:t>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Лесная,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54.608747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83.322335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Лесная, д.22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7453F7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Лесная, д.22А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54.608469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83.322442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Лесная, д.22А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7453F7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Лесной,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54.616007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83.323450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Лесной, д.3, 1,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7453F7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57127">
              <w:rPr>
                <w:sz w:val="24"/>
                <w:szCs w:val="24"/>
              </w:rPr>
              <w:t>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Лесосплава,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54.636267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83.311376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Лесосплава, д.11,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7453F7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41B98">
              <w:rPr>
                <w:sz w:val="24"/>
                <w:szCs w:val="24"/>
              </w:rPr>
              <w:t>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Лесосплава,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54.636430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83.311177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Лесосплава, д.12,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841B98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Лесосплава,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54.635982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83.310919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Лесосплава, д.16,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39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841B98" w:rsidP="00AA5EE5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801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Лесосплава,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54.635130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83.311526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Лесосплава, д.19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1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841B98" w:rsidP="00AA5EE5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802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Лесосплава, д.34Б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54.634993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83.314394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Лесосплава, д.34Б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4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841B98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Лесосплава,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54.635472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83.312902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Лесосплава, д.38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841B98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Лесосплава,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54.635809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83.312620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Лесосплава, д.40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841B98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Лесосплава,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54.637103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83.316973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Лесосплава, д.2, 4, 3,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841B98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Лесосплава,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54.636826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83.316196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Лесосплава, д.6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841B98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Лесосплава,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54.636692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83.315804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Лесосплава, д.8,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841B98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Лесосплава,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54.636658</w:t>
            </w:r>
          </w:p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83.314602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jc w:val="center"/>
              <w:rPr>
                <w:sz w:val="24"/>
                <w:szCs w:val="24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Лесосплава,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841B98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Лесосплава,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54.636303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83.314855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Лесосплава, д.13, 11,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265D1D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7453F7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Линейная,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54.634481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83.295261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Линейная, д.2,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265D1D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841B98"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Литейная,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54.619470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83.303366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0,6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колледж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D07AB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ТКО</w:t>
            </w:r>
            <w:r w:rsidRPr="00BD07AB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Искитимский филиал Государственное автономное профессиональное образовательное учреждение Новосибирской области «Новосибирский медицинский колледж»,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0F130F">
              <w:rPr>
                <w:rStyle w:val="copytarget"/>
                <w:sz w:val="24"/>
                <w:szCs w:val="24"/>
              </w:rPr>
              <w:t>1025403199304,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proofErr w:type="gramStart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End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 7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РСО-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15B0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1/1*1,1=1,1</w:t>
            </w:r>
          </w:p>
        </w:tc>
      </w:tr>
      <w:tr w:rsidR="00AA5EE5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Литейная,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54.620101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83.300138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Завод –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ООО «Призма»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bookmarkStart w:id="7" w:name="_Hlk46471782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«Призма»,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Style w:val="copytarget"/>
                <w:sz w:val="24"/>
                <w:szCs w:val="24"/>
              </w:rPr>
              <w:t>1025404788397,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ул. Литейная, д.1а</w:t>
            </w:r>
            <w:bookmarkEnd w:id="7"/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15B0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54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Литейная, д.1а/2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54.619242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83.300084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Административное здание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Закрытое акционерное общество «Борнео-ТМ»,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0F130F">
              <w:rPr>
                <w:rStyle w:val="copytarget"/>
                <w:sz w:val="24"/>
                <w:szCs w:val="24"/>
              </w:rPr>
              <w:t>1025404352049,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 xml:space="preserve"> ул. Литейная, д.1а/2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00378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37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AA5EE5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841B98">
              <w:rPr>
                <w:sz w:val="24"/>
                <w:szCs w:val="24"/>
              </w:rPr>
              <w:t>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Литейная, д.1а/2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54.619174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83.300138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Предприятие полиграфической деятельности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«Сибтрейдупак»,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0F130F">
              <w:rPr>
                <w:rStyle w:val="copytarget"/>
                <w:sz w:val="24"/>
                <w:szCs w:val="24"/>
              </w:rPr>
              <w:t>1065472008546,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Литейная, д.1а/2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00378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037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Литейная, д. 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54.621440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83.304150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Стадион «Юбилейный»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МБУ «ЦРФКиС»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00378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2/2*1,1=2,2</w:t>
            </w:r>
          </w:p>
        </w:tc>
      </w:tr>
      <w:tr w:rsidR="00AA5EE5" w:rsidRPr="00E50C88" w:rsidTr="007E172F">
        <w:trPr>
          <w:trHeight w:val="59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Литейная,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54.620636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83.304224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*0,7=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ул. Литейная, д.3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D07AB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площадки,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BD07AB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       Искитима Новосибирской области, 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  <w:r w:rsidRPr="00FD289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15B0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3/3*1,1=3,3</w:t>
            </w:r>
          </w:p>
        </w:tc>
      </w:tr>
      <w:tr w:rsidR="00AA5EE5" w:rsidRPr="00E50C88" w:rsidTr="007E172F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841B98">
              <w:rPr>
                <w:sz w:val="24"/>
                <w:szCs w:val="24"/>
              </w:rPr>
              <w:t>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Литейная,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54.619752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83.303752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Литейная, д.23, 25, 21, 19,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F15B0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Маркса, д.3А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54.621849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83.290628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8,6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- ул.К.Маркса,  д.3а, 5, 5а, 1а, 1б, 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AA5EE5" w:rsidRPr="002A1CE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D289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AA5EE5" w:rsidRPr="002A1CE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0F130F" w:rsidRDefault="00AA5EE5" w:rsidP="00AA5EE5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5/5*1,1=5,5</w:t>
            </w:r>
          </w:p>
        </w:tc>
      </w:tr>
      <w:tr w:rsidR="00AA5EE5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Маркса, д.7Б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54.621513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83.294287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6,4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- ул.К.Маркса,  д. 7а, </w:t>
            </w: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7Б, 9а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A040B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>Собственник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площадки,</w:t>
            </w:r>
            <w:r w:rsidRPr="001A040B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</w:t>
            </w:r>
            <w:r w:rsidRPr="001A040B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>контейнеров ТКО-</w:t>
            </w: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       Искитима Новосибирской области,</w:t>
            </w:r>
          </w:p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0F130F" w:rsidRDefault="00AA5EE5" w:rsidP="00AA5EE5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2/2*1,1=2,2</w:t>
            </w:r>
          </w:p>
        </w:tc>
      </w:tr>
      <w:tr w:rsidR="00AA5EE5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841B98">
              <w:rPr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Маркса,  д.47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54.622037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83.282655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- ул.К.Маркса, д.47, 43, 45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AA5EE5" w:rsidRPr="002A1CE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D289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AA5EE5" w:rsidRPr="002A1CE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.42,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офис 200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0F130F" w:rsidRDefault="00AA5EE5" w:rsidP="00AA5EE5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2/2*1,1=2,2</w:t>
            </w:r>
          </w:p>
        </w:tc>
      </w:tr>
      <w:tr w:rsidR="00AA5EE5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841B98">
              <w:rPr>
                <w:sz w:val="24"/>
                <w:szCs w:val="24"/>
              </w:rPr>
              <w:t>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Маркса, д.51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54.622043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83.280399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7,2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- ул.К.Маркса, д.51, 49, 53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AA5EE5" w:rsidRPr="002A1CE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D289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AA5EE5" w:rsidRPr="002A1CE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0F130F" w:rsidRDefault="00AA5EE5" w:rsidP="00AA5EE5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3/3*1,1=3,3</w:t>
            </w:r>
          </w:p>
        </w:tc>
      </w:tr>
      <w:tr w:rsidR="00AA5EE5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841B98">
              <w:rPr>
                <w:sz w:val="24"/>
                <w:szCs w:val="24"/>
              </w:rPr>
              <w:t>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Маркса, д.59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54.622024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83.277765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7,2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- ул.К.Маркса</w:t>
            </w:r>
            <w:proofErr w:type="gramStart"/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  <w:proofErr w:type="gramEnd"/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</w:t>
            </w:r>
            <w:proofErr w:type="gramEnd"/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.59, 55, 57, 61,</w:t>
            </w:r>
          </w:p>
          <w:p w:rsidR="00AA5EE5" w:rsidRPr="000F130F" w:rsidRDefault="00AA5EE5" w:rsidP="00AA5EE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D6A4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DD6A41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AA5EE5" w:rsidRPr="002A1CE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D289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AA5EE5" w:rsidRPr="002A1CEB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AA5EE5" w:rsidRPr="002E5CE9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AA5EE5" w:rsidRPr="000F130F" w:rsidRDefault="00AA5EE5" w:rsidP="00AA5EE5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3/3*1,1=3,3</w:t>
            </w:r>
          </w:p>
        </w:tc>
      </w:tr>
      <w:tr w:rsidR="00AA5EE5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Матросова,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54.646246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83.312208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Матросова, д.3,2,4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7E45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841B98">
              <w:rPr>
                <w:sz w:val="24"/>
                <w:szCs w:val="24"/>
              </w:rPr>
              <w:t>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Матросова,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54.646609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83.312706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Матросова, д.5, 7, 8, 9,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7E45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Матросова,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54.646697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83.313023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Матросова,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7E45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A5EE5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3F75A5" w:rsidP="00AA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Матросова,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54.646948</w:t>
            </w:r>
          </w:p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83.313441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A5EE5" w:rsidRPr="000F130F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Матросова, д.11, 13, 16, 15,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A5EE5" w:rsidRPr="007E4524" w:rsidRDefault="00AA5EE5" w:rsidP="00AA5EE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Матросова,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54.647667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83.314455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Матросова, д.21, 20, 22, 24, 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7E4524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Матросова,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54.648284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83.315308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Матросова, д.25, 27, 29, 30, 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7E4524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Матросова,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54.648845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83.316146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Матросова, д.33, 31, 34, 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7E4524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Мичурина,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54.625398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83.319543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Мичурина, д.5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7E4524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Мичурина,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54.625562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83.319488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Мичурина, д.6, 6а, 4, 3, 3б, 2а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7E4524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Мичурина, д.13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54.625494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83.318459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Мичурина, д.13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7E4524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Мичурина,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54.625189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83.317322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Мичурина, д.19, 17,  23, 18а, 18. 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7E4524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Мичурина,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54.625618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83.317235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Мичурина, д.21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7E4524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Молдавская, д.44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54.619003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83.294837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Молдавская, д.44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F15B04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Молдавская, д.45а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54.618225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83.294027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Завод –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ООО «Возрождение»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«Возрождение»</w:t>
            </w:r>
            <w:r w:rsidRPr="000F130F">
              <w:rPr>
                <w:rFonts w:ascii="Helvetica" w:hAnsi="Helvetica" w:cs="Arial"/>
                <w:sz w:val="24"/>
                <w:szCs w:val="24"/>
              </w:rPr>
              <w:t xml:space="preserve"> </w:t>
            </w:r>
            <w:r w:rsidRPr="000F130F">
              <w:rPr>
                <w:sz w:val="24"/>
                <w:szCs w:val="24"/>
              </w:rPr>
              <w:t>1085406000668,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Молдавская, д.45а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7571C0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571C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 w:rsidRPr="00F36640"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Молдавская, д.50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54.618015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83.295599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00B050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00B050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00B050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00B050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Клиника 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ЗАО «Клиника Санитас»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00B05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 xml:space="preserve">Закрытое акционерное общество «Клиника </w:t>
            </w: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Санитас»,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sz w:val="24"/>
                <w:szCs w:val="24"/>
              </w:rPr>
              <w:t xml:space="preserve"> </w:t>
            </w:r>
            <w:r w:rsidRPr="000F130F">
              <w:rPr>
                <w:rStyle w:val="copytarget"/>
                <w:sz w:val="24"/>
                <w:szCs w:val="24"/>
              </w:rPr>
              <w:t>1025404792456,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00B050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Молдавская, д.50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617FC7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00B05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3F75A5" w:rsidRPr="00E50C88" w:rsidTr="007E172F">
        <w:trPr>
          <w:trHeight w:val="91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 w:rsidRPr="00F36640">
              <w:rPr>
                <w:sz w:val="24"/>
                <w:szCs w:val="24"/>
              </w:rPr>
              <w:lastRenderedPageBreak/>
              <w:t>8</w:t>
            </w:r>
            <w:r w:rsidR="00841B98">
              <w:rPr>
                <w:sz w:val="24"/>
                <w:szCs w:val="24"/>
              </w:rPr>
              <w:t>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ж/</w:t>
            </w:r>
            <w:proofErr w:type="gramStart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Молодежный, д. 2, кв. 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54.596832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83.284833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ж/</w:t>
            </w:r>
            <w:proofErr w:type="gramStart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Молодежный, д. 2, кв.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F15B04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91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Молодежная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54.634793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83.289228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торговый павильон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Тимофеева Вера Ивановна,</w:t>
            </w:r>
            <w:r w:rsidRPr="000F130F">
              <w:rPr>
                <w:rFonts w:ascii="Open Sans" w:hAnsi="Open Sans" w:cs="Arial"/>
                <w:color w:val="666666"/>
                <w:sz w:val="24"/>
                <w:szCs w:val="24"/>
              </w:rPr>
              <w:t xml:space="preserve"> </w:t>
            </w:r>
            <w:r w:rsidRPr="000F130F">
              <w:rPr>
                <w:sz w:val="24"/>
                <w:szCs w:val="24"/>
              </w:rPr>
              <w:t>304547223200015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91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Default="00841B98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Молодежная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54.640031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83.291014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Молодежная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212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8</w:t>
            </w:r>
            <w:r w:rsidR="00841B9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Мостовая,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54.649986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83.313451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Завод-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ООО «ИЗСМ»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«Искитимский завод строительный материалов»,</w:t>
            </w:r>
            <w:r w:rsidRPr="000F130F">
              <w:rPr>
                <w:sz w:val="24"/>
                <w:szCs w:val="24"/>
              </w:rPr>
              <w:t xml:space="preserve"> </w:t>
            </w:r>
            <w:r w:rsidRPr="000F130F">
              <w:rPr>
                <w:rStyle w:val="copytarget"/>
                <w:sz w:val="24"/>
                <w:szCs w:val="24"/>
              </w:rPr>
              <w:t>1045404350914,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Мостовая,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F15B04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.М</w:t>
            </w:r>
            <w:proofErr w:type="gramEnd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остовая,д.17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54.646889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83.311367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.М</w:t>
            </w:r>
            <w:proofErr w:type="gramEnd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остовая,15,16,17,18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A61F4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Мостовая, д.45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54.644447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83.315185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3*0.7=2,1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Мостовая, д.45, 41. 39, 47,49,53,47а,51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8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54.633074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83.318048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д.3, 1, 5,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8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д.13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54.631950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83.316770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132337" w:rsidP="0013233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Набережная, д.13, </w:t>
            </w:r>
            <w:r w:rsidR="003F75A5"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23, 25, 27, 29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54.626037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83.309680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FE0359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д.4,</w:t>
            </w:r>
            <w:r w:rsidR="003F75A5"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8, 10, 12, 14, 16, 18, 109, 107, 103, 101, 97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75A5" w:rsidRPr="0000166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132337" w:rsidRPr="00E50C88" w:rsidTr="007E172F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337" w:rsidRDefault="00841B98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337" w:rsidRPr="000F130F" w:rsidRDefault="00132337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абережная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337" w:rsidRDefault="00132337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54.631930</w:t>
            </w:r>
          </w:p>
          <w:p w:rsidR="00132337" w:rsidRPr="000F130F" w:rsidRDefault="00132337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23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83.315916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337" w:rsidRPr="000F130F" w:rsidRDefault="00132337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337" w:rsidRPr="000F130F" w:rsidRDefault="00132337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337" w:rsidRPr="000F130F" w:rsidRDefault="00132337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337" w:rsidRPr="000F130F" w:rsidRDefault="00132337" w:rsidP="003F75A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337" w:rsidRPr="000F130F" w:rsidRDefault="00132337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337" w:rsidRDefault="00132337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абережная д.17,19,21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32337" w:rsidRDefault="00132337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54.625573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83.310516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д.20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3F75A5" w:rsidRPr="002A1CEB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D289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3F75A5" w:rsidRPr="002A1CEB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A61F4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4/4*1,1=4,4</w:t>
            </w:r>
          </w:p>
        </w:tc>
      </w:tr>
      <w:tr w:rsidR="003F75A5" w:rsidRPr="00E50C88" w:rsidTr="007E172F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</w:t>
            </w:r>
            <w:r w:rsidRPr="000F130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54.631348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83.316195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2*</w:t>
            </w: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 w:rsidRPr="000F130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=1.4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</w:t>
            </w:r>
            <w:r w:rsidRPr="000F130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27</w:t>
            </w: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23, 25 ,29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FE0359" w:rsidRPr="00E50C88" w:rsidTr="007E172F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0359" w:rsidRDefault="00841B98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0359" w:rsidRPr="000F130F" w:rsidRDefault="00FE0359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абережная, д.29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0359" w:rsidRPr="000F130F" w:rsidRDefault="00FE0359" w:rsidP="00FE03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54.631348</w:t>
            </w:r>
          </w:p>
          <w:p w:rsidR="00FE0359" w:rsidRPr="000F130F" w:rsidRDefault="00FE0359" w:rsidP="00FE03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83.316195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0359" w:rsidRPr="00FE0359" w:rsidRDefault="00FE0359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0359" w:rsidRPr="000F130F" w:rsidRDefault="00FE0359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0359" w:rsidRPr="000F130F" w:rsidRDefault="00FE0359" w:rsidP="00FE03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0359" w:rsidRPr="00FE0359" w:rsidRDefault="00FE0359" w:rsidP="003F75A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0359" w:rsidRPr="000F130F" w:rsidRDefault="00FE0359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0359" w:rsidRPr="000F130F" w:rsidRDefault="00FE0359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абережная, д.29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0359" w:rsidRDefault="00FE0359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2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841B98">
              <w:rPr>
                <w:sz w:val="24"/>
                <w:szCs w:val="24"/>
              </w:rPr>
              <w:t>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д.65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54.626813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83.311754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д.65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2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д.69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54.626953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83.311078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д.63, 67, 69, 71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2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д.75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54.626495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83.311484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д.75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2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д.81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54.626707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83.310454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д.81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132337" w:rsidRPr="00E50C88" w:rsidTr="007E172F">
        <w:trPr>
          <w:trHeight w:val="42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337" w:rsidRDefault="00841B98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337" w:rsidRPr="000F130F" w:rsidRDefault="00132337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абережная, д.83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337" w:rsidRPr="000F130F" w:rsidRDefault="00132337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54.626830</w:t>
            </w:r>
            <w:r w:rsidRPr="0013233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83.310365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337" w:rsidRPr="000F130F" w:rsidRDefault="00132337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337" w:rsidRPr="000F130F" w:rsidRDefault="00132337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337" w:rsidRPr="000F130F" w:rsidRDefault="00132337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337" w:rsidRPr="000F130F" w:rsidRDefault="00132337" w:rsidP="003F75A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337" w:rsidRPr="000F130F" w:rsidRDefault="00132337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337" w:rsidRPr="000F130F" w:rsidRDefault="00132337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абереженая ,д.83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2337" w:rsidRDefault="00132337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2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д.99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54.626333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83.309682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д.99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2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8</w:t>
            </w:r>
            <w:r w:rsidR="00841B9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д.105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54.626943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83.309403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Набережная, д.105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Набережный ж/</w:t>
            </w:r>
            <w:proofErr w:type="gramStart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54.622908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83.307033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jc w:val="center"/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Набережный ж/</w:t>
            </w:r>
            <w:proofErr w:type="gramStart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8</w:t>
            </w:r>
            <w:r w:rsidR="00841B9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Нагорная, д.2б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54.576593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83.332284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Стадион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A040B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 ТКО-</w:t>
            </w: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бюджетное учреждение «Центр развития физической культуры и спорта» г. Искитима Новосибирской области,</w:t>
            </w:r>
            <w:r w:rsidRPr="000F130F">
              <w:rPr>
                <w:sz w:val="24"/>
                <w:szCs w:val="24"/>
              </w:rPr>
              <w:t xml:space="preserve"> </w:t>
            </w:r>
            <w:r w:rsidRPr="000F130F">
              <w:rPr>
                <w:rStyle w:val="copytarget"/>
                <w:sz w:val="24"/>
                <w:szCs w:val="24"/>
              </w:rPr>
              <w:t>1065472007985,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Нагорная, д.2б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г. Искитим, ул. Пушкина, д.51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2/2*1,1=2,2</w:t>
            </w:r>
          </w:p>
        </w:tc>
      </w:tr>
      <w:tr w:rsidR="003F75A5" w:rsidRPr="00E50C88" w:rsidTr="007E172F">
        <w:trPr>
          <w:trHeight w:val="55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841B98">
              <w:rPr>
                <w:sz w:val="24"/>
                <w:szCs w:val="24"/>
              </w:rPr>
              <w:t>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Нагорная, д.2а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54.575994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83.332241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Школа – 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МБОУ СОШ № 14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1B43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 ТКО-</w:t>
            </w: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бюджетное общеобразовательное учреждение  средняя общеобразовательная школа № 14,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1025404790355,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Нагорная, д.2а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РСО-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1/1*1,1=1,1</w:t>
            </w:r>
          </w:p>
        </w:tc>
      </w:tr>
      <w:tr w:rsidR="003F75A5" w:rsidRPr="00E50C88" w:rsidTr="007E172F">
        <w:trPr>
          <w:trHeight w:val="4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End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Нагорная,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54.575683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83.328765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МКД-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агорная,9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Товарищество собственников жиль</w:t>
            </w:r>
            <w:proofErr w:type="gramStart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я«</w:t>
            </w:r>
            <w:proofErr w:type="gramEnd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Родник»,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0F130F">
              <w:rPr>
                <w:rStyle w:val="copytarget"/>
                <w:sz w:val="24"/>
                <w:szCs w:val="24"/>
              </w:rPr>
              <w:t>1085472000382,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End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Нагорная, д.9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8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8</w:t>
            </w:r>
            <w:r w:rsidR="00841B9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Нагорная, д.10а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54.576798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83.328711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агорная, д.10, 6,10а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3F75A5" w:rsidRPr="002A1CEB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D289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3F75A5" w:rsidRPr="002A1CEB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3F75A5" w:rsidRPr="000F130F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 xml:space="preserve">          5/5*1,1=5,5</w:t>
            </w:r>
          </w:p>
        </w:tc>
      </w:tr>
      <w:tr w:rsidR="003F75A5" w:rsidRPr="00E50C88" w:rsidTr="007E172F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2E61E7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841B98">
              <w:rPr>
                <w:sz w:val="24"/>
                <w:szCs w:val="24"/>
              </w:rPr>
              <w:t>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Нагорная,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54.577156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83.326471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2,2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Нагорная</w:t>
            </w:r>
            <w:proofErr w:type="gramStart"/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.13,14,17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3F75A5" w:rsidRPr="002A1CEB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D289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 контейнеров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3F75A5" w:rsidRPr="002A1CEB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4/4*1,1=4,4</w:t>
            </w:r>
          </w:p>
        </w:tc>
      </w:tr>
      <w:tr w:rsidR="003F75A5" w:rsidRPr="00E50C88" w:rsidTr="007E172F">
        <w:trPr>
          <w:trHeight w:val="5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2E61E7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841B98">
              <w:rPr>
                <w:sz w:val="24"/>
                <w:szCs w:val="24"/>
              </w:rPr>
              <w:t>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Нагорная,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54.576651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83.324541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4,4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Нагорная</w:t>
            </w:r>
            <w:proofErr w:type="gramStart"/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.18,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19,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3F75A5" w:rsidRPr="002A1CEB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D289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3F75A5" w:rsidRPr="002A1CEB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Администрация г. Искитима Новосибирской области,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5/5*1,1=5,5</w:t>
            </w:r>
          </w:p>
        </w:tc>
      </w:tr>
      <w:tr w:rsidR="003F75A5" w:rsidRPr="00E50C88" w:rsidTr="007E172F">
        <w:trPr>
          <w:trHeight w:val="44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2E61E7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841B98">
              <w:rPr>
                <w:sz w:val="24"/>
                <w:szCs w:val="24"/>
              </w:rPr>
              <w:t>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Нагорная,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54.576402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83.323919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2*1,1=2.2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Нагорная</w:t>
            </w:r>
            <w:proofErr w:type="gramStart"/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B503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.22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3F75A5" w:rsidRPr="002A1CEB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D2896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 контейнеров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3F75A5" w:rsidRPr="002A1CEB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3F75A5" w:rsidRPr="002E5CE9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503A2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4/4*1,1=4,4</w:t>
            </w:r>
          </w:p>
        </w:tc>
      </w:tr>
      <w:tr w:rsidR="003F75A5" w:rsidRPr="00E50C88" w:rsidTr="007E172F">
        <w:trPr>
          <w:trHeight w:val="413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F36640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841B98">
              <w:rPr>
                <w:sz w:val="24"/>
                <w:szCs w:val="24"/>
              </w:rPr>
              <w:t>66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Некрасова,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54.648906</w:t>
            </w:r>
          </w:p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83.327154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7571C0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571C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Некрасова, д.6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2, 4. 5, 7, 10, 11,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13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F36640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67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Некрасова,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54.650107</w:t>
            </w:r>
          </w:p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83.327145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7323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7571C0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571C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Некрасова,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F36640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Некрасова,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54.651320</w:t>
            </w:r>
          </w:p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83.327143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Default="003F75A5" w:rsidP="003F75A5">
            <w:pPr>
              <w:jc w:val="center"/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7571C0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571C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Некрасова, д.32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22, 23, 27, 28, 30, 33, 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F36640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Некрасова,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54.651793</w:t>
            </w:r>
          </w:p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83.327164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Default="003F75A5" w:rsidP="003F75A5">
            <w:pPr>
              <w:jc w:val="center"/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7571C0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571C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Некрасова, д.34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35а, 36, 37, 38, 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F36640" w:rsidRDefault="003F75A5" w:rsidP="003F75A5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Некрасова,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54.652350</w:t>
            </w:r>
          </w:p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83.327132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377F4C" w:rsidRDefault="003F75A5" w:rsidP="003F75A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7571C0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571C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Некрасова,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F36640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Новая,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54.649307</w:t>
            </w:r>
          </w:p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83.325961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Default="003F75A5" w:rsidP="003F75A5">
            <w:pPr>
              <w:jc w:val="center"/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7571C0" w:rsidRDefault="003F75A5" w:rsidP="003F75A5">
            <w:pPr>
              <w:jc w:val="center"/>
            </w:pPr>
            <w:r w:rsidRPr="007571C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Default="003F75A5" w:rsidP="003F75A5">
            <w:r w:rsidRPr="00225E71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Новая,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6265F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265F" w:rsidRDefault="00841B98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265F" w:rsidRPr="00B652E8" w:rsidRDefault="0066265F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Новая,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65F" w:rsidRPr="00B652E8" w:rsidRDefault="0066265F" w:rsidP="0066265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54.649307</w:t>
            </w:r>
          </w:p>
          <w:p w:rsidR="0066265F" w:rsidRPr="00B652E8" w:rsidRDefault="0066265F" w:rsidP="0066265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83.325961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265F" w:rsidRPr="00B652E8" w:rsidRDefault="0066265F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265F" w:rsidRPr="00B652E8" w:rsidRDefault="0066265F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265F" w:rsidRPr="00B652E8" w:rsidRDefault="0066265F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265F" w:rsidRPr="00377F4C" w:rsidRDefault="0066265F" w:rsidP="003F75A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265F" w:rsidRPr="007571C0" w:rsidRDefault="0066265F" w:rsidP="003F75A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265F" w:rsidRPr="00225E71" w:rsidRDefault="0066265F" w:rsidP="003F75A5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овая, д.9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65F" w:rsidRDefault="0066265F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66265F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265F" w:rsidRDefault="00841B98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265F" w:rsidRDefault="0066265F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бская,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3D52" w:rsidRPr="00B652E8" w:rsidRDefault="009B3D52" w:rsidP="009B3D5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54.649307</w:t>
            </w:r>
          </w:p>
          <w:p w:rsidR="0066265F" w:rsidRPr="00B652E8" w:rsidRDefault="009B3D52" w:rsidP="009B3D5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83.325961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265F" w:rsidRDefault="009B3D52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265F" w:rsidRDefault="009B3D52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265F" w:rsidRDefault="009B3D52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265F" w:rsidRDefault="009B3D52" w:rsidP="003F75A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265F" w:rsidRDefault="009B3D52" w:rsidP="003F75A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265F" w:rsidRDefault="009B3D52" w:rsidP="003F75A5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B3D5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9B3D5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9B3D5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бская,д.8,10,12,14,16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65F" w:rsidRDefault="009B3D52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F36640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бская,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54.633093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Default="003F75A5" w:rsidP="003F75A5">
            <w:pPr>
              <w:jc w:val="center"/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7571C0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571C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8, 10, 12, 14, 16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F36640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бская,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54.632836</w:t>
            </w:r>
          </w:p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83.312725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Default="003F75A5" w:rsidP="003F75A5">
            <w:pPr>
              <w:jc w:val="center"/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7571C0" w:rsidRDefault="003F75A5" w:rsidP="003F75A5">
            <w:pPr>
              <w:jc w:val="center"/>
            </w:pPr>
            <w:r w:rsidRPr="007571C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Default="003F75A5" w:rsidP="003F75A5">
            <w:pPr>
              <w:jc w:val="center"/>
            </w:pPr>
            <w:r w:rsidRPr="00871CF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871CF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871CF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бская, д.</w:t>
            </w:r>
            <w:r w:rsidR="0066265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24, 9</w:t>
            </w:r>
            <w:r w:rsidR="0066265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,22,13,2,6а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Default="00841B98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бская,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E709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54.63281083.313065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377F4C" w:rsidRDefault="003F75A5" w:rsidP="003F75A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7571C0" w:rsidRDefault="003F75A5" w:rsidP="003F75A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571C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871CF6" w:rsidRDefault="003F75A5" w:rsidP="003F75A5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71CF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871CF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871CF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22, 24, 13, 26а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75A5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F36640" w:rsidRDefault="003F75A5" w:rsidP="003F75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бская,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54.632718</w:t>
            </w:r>
          </w:p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83.313905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Default="003F75A5" w:rsidP="003F75A5">
            <w:pPr>
              <w:jc w:val="center"/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Pr="007571C0" w:rsidRDefault="003F75A5" w:rsidP="003F75A5">
            <w:pPr>
              <w:jc w:val="center"/>
            </w:pPr>
            <w:r w:rsidRPr="007571C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75A5" w:rsidRDefault="003F75A5" w:rsidP="003F75A5">
            <w:pPr>
              <w:jc w:val="center"/>
            </w:pPr>
            <w:r w:rsidRPr="00871CF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871CF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871CF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28, 34, 36, 13а, 15, 17, 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75A5" w:rsidRPr="00B652E8" w:rsidRDefault="003F75A5" w:rsidP="003F75A5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739CE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бская, д. 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54.632494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83.315343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7571C0" w:rsidRDefault="008739CE" w:rsidP="008739CE">
            <w:pPr>
              <w:jc w:val="center"/>
            </w:pPr>
            <w:r w:rsidRPr="007571C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871CF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871CF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871CF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739CE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бская, д.42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54.632449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83.315666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7571C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871CF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871CF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871CF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21, 23, 42, 44а, 27, 25, 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739CE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зерная,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56AF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56A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54.635400</w:t>
            </w:r>
          </w:p>
          <w:p w:rsidR="008739CE" w:rsidRPr="00956AF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56A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83.289727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56AF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56A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56AF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56A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56AF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56A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56AF9" w:rsidRDefault="008739CE" w:rsidP="008739CE">
            <w:pPr>
              <w:jc w:val="center"/>
            </w:pPr>
            <w:r w:rsidRPr="00956A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56AF9" w:rsidRDefault="008739CE" w:rsidP="008739CE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торговый </w:t>
            </w:r>
            <w:r w:rsidRPr="00956A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павильон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56AF9" w:rsidRDefault="008739CE" w:rsidP="008739CE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56A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r w:rsidRPr="00956A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ограниченной ответственностью «Коралл»,</w:t>
            </w:r>
          </w:p>
          <w:p w:rsidR="008739CE" w:rsidRPr="00956AF9" w:rsidRDefault="008739CE" w:rsidP="008739CE">
            <w:pPr>
              <w:jc w:val="center"/>
              <w:rPr>
                <w:rStyle w:val="copytarget"/>
              </w:rPr>
            </w:pPr>
            <w:r w:rsidRPr="00956AF9">
              <w:rPr>
                <w:rStyle w:val="copytarget"/>
                <w:sz w:val="24"/>
                <w:szCs w:val="24"/>
              </w:rPr>
              <w:t>1065472004542</w:t>
            </w:r>
            <w:r w:rsidRPr="00956AF9">
              <w:rPr>
                <w:rStyle w:val="copytarget"/>
              </w:rPr>
              <w:t>,</w:t>
            </w:r>
          </w:p>
          <w:p w:rsidR="008739CE" w:rsidRPr="00956AF9" w:rsidRDefault="008739CE" w:rsidP="008739CE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56A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956A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956A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зерная,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56AF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56A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8739CE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739CE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841B98">
              <w:rPr>
                <w:sz w:val="24"/>
                <w:szCs w:val="24"/>
              </w:rPr>
              <w:t>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зерная,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54.634639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83.287159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зерная, д.10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11, 18, 20, 22,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739CE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зерная,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54.633887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83.286833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зерная,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20, 26, 24, 22, 18, 16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739CE" w:rsidP="008739CE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8</w:t>
            </w:r>
            <w:r w:rsidR="00841B9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зерная,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39а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54.629126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83.291382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зерная,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39а, 39, 41, 62, 64, 66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739CE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зерная, д.62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54.629179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83.290823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jc w:val="center"/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r w:rsidRPr="003A6A1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3A6A1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3A6A1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зерная, д.62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739CE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зерная, д.68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54.628262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83.289946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jc w:val="center"/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r w:rsidRPr="00183FC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83FC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183FC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зерная, д.68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739CE" w:rsidP="008739CE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8</w:t>
            </w:r>
            <w:r w:rsidR="00841B9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Октябрьская,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54.645535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83.312245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77F4C" w:rsidRDefault="008739CE" w:rsidP="008739CE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Октябрьская,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2Б,2А,2В,3,3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,3Б,,5,5А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739CE" w:rsidP="008739CE">
            <w:pPr>
              <w:rPr>
                <w:sz w:val="24"/>
                <w:szCs w:val="24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8</w:t>
            </w:r>
            <w:r w:rsidR="00841B9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Октябрьская,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54.645748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83.312931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Октябрьская,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739CE" w:rsidP="008739CE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8</w:t>
            </w:r>
            <w:r w:rsidR="00841B9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Октябрьская,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54.645861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83.313234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77F4C" w:rsidRDefault="008739CE" w:rsidP="008739CE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Октябрьская,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739CE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41B98">
              <w:rPr>
                <w:sz w:val="24"/>
                <w:szCs w:val="24"/>
              </w:rPr>
              <w:t>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Октябрьская,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54.645760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83.313254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Октябрьская,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Октябрьская,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54.645890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83.313346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Октябрьская,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 11, 9а, 9,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Октябрьская,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54.646131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83.314209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Октябрьская,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Октябрьская,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54.646205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83.314688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77F4C" w:rsidRDefault="008739CE" w:rsidP="008739CE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77F4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Октябрьская,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90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Октябрьская,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54.646275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83.315179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7A2B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Октябрьская,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2, 21, 23, 24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90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Октябрьская,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54.646494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83.315968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7A2B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Октябрьская,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5, 26, 27,28,29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Островского,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54.656106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83.282625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7A2B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jc w:val="center"/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r w:rsidRPr="00685EB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Островского,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41B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Островского, д.2А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54.656198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83.282832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7A2B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jc w:val="center"/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r w:rsidRPr="00B9765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Островского, д.2А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Островского,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54.656167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83.282480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7A2B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Островского,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1, 5,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Островского,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54.656279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83.283229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7A2B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jc w:val="center"/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r w:rsidRPr="00E807E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Островского,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Островского,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54.656474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83.283639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7A2B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jc w:val="center"/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r w:rsidRPr="0042737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Островского, д.11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9628DF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28DF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28DF" w:rsidRPr="00B652E8" w:rsidRDefault="009628DF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.О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стровского,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8DF" w:rsidRPr="00B652E8" w:rsidRDefault="009628DF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54.656395</w:t>
            </w:r>
            <w:r w:rsidRPr="009628D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83.284488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28DF" w:rsidRPr="00B652E8" w:rsidRDefault="009628DF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28DF" w:rsidRPr="00B652E8" w:rsidRDefault="009628DF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28DF" w:rsidRPr="00B652E8" w:rsidRDefault="009628DF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28DF" w:rsidRPr="007A2B03" w:rsidRDefault="009628DF" w:rsidP="008739CE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28DF" w:rsidRPr="00136ED4" w:rsidRDefault="009628DF" w:rsidP="008739CE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28DF" w:rsidRPr="00427376" w:rsidRDefault="009628DF" w:rsidP="008739CE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Островского,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8DF" w:rsidRDefault="009628DF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Островского,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54.656582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83.284368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7A2B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Островского, д.14</w:t>
            </w:r>
            <w:r w:rsidR="009628D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16, 13, 15, 21, 19, 17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Островского,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54.656827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83.285847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7A2B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Островского, д.22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22а, 29, 23, 18, 25,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Островского,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54.656876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83.286590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9628DF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9628DF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="008739CE"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9628DF" w:rsidP="008739CE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Островского, д.24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31, 33, 28, 28а, 26, 37, 35, 35а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Парковая,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54.623712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83.320166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7A2B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Парковая,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а, 1, 3,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Парковая,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54.623642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83.319233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Парковая, д.5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7, 8, 9, 10,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Парковая,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54.623676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83.318305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7A2B0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Парковая, д.13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11,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Парковая,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54.623698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83.317270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торговый </w:t>
            </w: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павильон «Продукты»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</w:t>
            </w: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«Жемчужина»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8739CE" w:rsidRPr="001457B1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457B1">
              <w:rPr>
                <w:rStyle w:val="copytarget"/>
                <w:sz w:val="24"/>
                <w:szCs w:val="24"/>
              </w:rPr>
              <w:t>1085472001603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Парковая, д.17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Парковая,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54.623690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83.317677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Парковая, д.15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16, 18, 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1B98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54.637314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83.291743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13, 8, 11, 12, 17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54.636360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83.292182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21, 16, 20, 22, 29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54.635155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83.291714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31, 36, 34, 33, 30, 28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54.634650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83.291344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F27BF" w:rsidRDefault="008739CE" w:rsidP="008739CE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54.632010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83.292898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8, 56, 60, 62, 47, 49, 51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д.59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54.631290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83.293581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д.59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54.630753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83.294068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F27BF" w:rsidRDefault="008739CE" w:rsidP="008739CE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54.631339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83.293244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F27BF" w:rsidRDefault="008739CE" w:rsidP="008739CE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д.10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54.625971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83.293783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F27BF" w:rsidRDefault="008739CE" w:rsidP="008739CE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д.10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41B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д.109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54.625661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83.294264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д.109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д.114А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54.625828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83.293536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артизанская, д.114А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ий</w:t>
            </w: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54.634501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83.289657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артизанск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ий</w:t>
            </w: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8, 6, 10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6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Пархоменко, д.3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54.657478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83.290242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Пархоменко,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1, 4,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6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Пархоменко, д.6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54.657298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83.289898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Пархоменко, д.6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Пархоменко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 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54.656946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83.290054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Пархоменко</w:t>
            </w:r>
            <w:proofErr w:type="gramStart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Пархоменко,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54.656535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83.289963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Пархоменко, д.13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11, 12, 14,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Пархоменко,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54.656364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83.289694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jc w:val="center"/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r w:rsidRPr="005942B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Пархоменко, д.16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Пархоменко,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54.656010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83.289672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Пархоменко, д.20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18, 17,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Первомайская,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54.624676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83.319785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Первомайская,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3а, 3, 5,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Первомайская,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54.624612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83.319419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Первомайская, д.4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а,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Первомайская,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54.624561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83.318548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jc w:val="center"/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r w:rsidRPr="000D08F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Первомайская, д.9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41B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Первомайская,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54.624663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83.318366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Первомайская,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Первомайская,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54.624654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83.318228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5F27B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jc w:val="center"/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r w:rsidRPr="007D7C3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Первомайская, д.13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Первомайская,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54.624673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83.317937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jc w:val="center"/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r w:rsidRPr="0052725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Первомайская,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Пионерская, д.2Б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54.650193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83.299438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B40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Пионерская, д.2, 2а, 2б, 2в, 2г, 1, 1а, 1б, 3, 4, 5, 6, 7а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223E1C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Пионерская, д.</w:t>
            </w: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54.650447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83.298990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B40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Пионерская, д.</w:t>
            </w:r>
            <w:r w:rsidRPr="00223E1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1, 1а, 1б,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Пионерская,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54.651462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83.298027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B40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Пионерская,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7, 8, 9, 10, 10а, 11, 13, 14а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Пионерская,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54.652660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83.296809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B40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Пионерская,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17, 18, 21, 20, 23, 22, 24, 25, 26, 27, 28, 29, 31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Подгорная,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54.649214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83.328804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B40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Подгорная, д.5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1, 2, 2а, 3,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Подгорная,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54.649322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83.329096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B40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Подгорная, д.6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949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Подгорная,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54.649322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83.329096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40CFC" w:rsidRDefault="008739CE" w:rsidP="008739CE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40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Подгорная,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41B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Подгорная,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54.649718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83.329120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B40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Подгорная, д.10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11, 12, 12а, 15</w:t>
            </w:r>
            <w:r w:rsidR="0066443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Подгорная,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54.650592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83.329040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Подгорная, д.19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16, 20,21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Подгорная,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54.650592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83.329040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Подгорная,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Подгорная,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54.650762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83.329242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B40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Подгорная, д.22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23, 24а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Подгорная,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54.651369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83.329094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B40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Подгорная, д.25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Подгорная,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54.651740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83.329241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B40CF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Подгорная, д.26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а, 31, 28а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491D6C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Pr="00EF0F3B" w:rsidRDefault="00491D6C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одгорная,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1D6C" w:rsidRPr="00EF0F3B" w:rsidRDefault="00491D6C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54.652323</w:t>
            </w:r>
            <w:r w:rsidRPr="00491D6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83.329247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Pr="00EF0F3B" w:rsidRDefault="00491D6C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Pr="00EF0F3B" w:rsidRDefault="00491D6C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Pr="00EF0F3B" w:rsidRDefault="00491D6C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Pr="00B40CFC" w:rsidRDefault="00491D6C" w:rsidP="008739CE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Pr="00136ED4" w:rsidRDefault="00491D6C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Pr="00EF0F3B" w:rsidRDefault="00491D6C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одгорная, д.32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1D6C" w:rsidRDefault="00491D6C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5C1EC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41B98" w:rsidP="008739CE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ул. Подгорная,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54.651967</w:t>
            </w:r>
          </w:p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83.329091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ул. Подгорная, д.33, 30, 31, 32, 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5C1EC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41B98" w:rsidP="008739CE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ул. Подгорная, д.39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54.652560</w:t>
            </w:r>
          </w:p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83.329084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ул. Подгорная, д.39, 36, 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5C1EC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41B98" w:rsidP="008739CE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ул. Подгорная, д.41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54.652726</w:t>
            </w:r>
          </w:p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83.329095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ул. Подгорная, д.41, 43, 42, 45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5C1EC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 w:rsidRPr="005C1EC8"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7180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Полевая,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54.600217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83.313892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2330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Полевая,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r w:rsidRPr="00B7180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Полевая,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54.599263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83.314458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Полевая, д.1, 2, 3,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r w:rsidRPr="00B7180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Полевая,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54.599260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83.316978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136ED4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36ED4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Полевая, д.5, 6, 7, 8, 9, 10, 11, 12,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CE66AF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E66A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Полевая, д.15А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CE66AF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E66A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54.599981</w:t>
            </w:r>
          </w:p>
          <w:p w:rsidR="008739CE" w:rsidRPr="00CE66AF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E66A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83.319995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CE66AF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E66A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CE66AF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E66A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CE66AF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E66A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CE66AF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E66A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CE66AF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E66A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Предприятие производства промышленных газов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CE66AF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E66A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CE66A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CE66A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«Агростройтранс»,</w:t>
            </w:r>
          </w:p>
          <w:p w:rsidR="008739CE" w:rsidRPr="00CE66AF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E66AF">
              <w:rPr>
                <w:rStyle w:val="copytarget"/>
                <w:sz w:val="24"/>
                <w:szCs w:val="24"/>
              </w:rPr>
              <w:lastRenderedPageBreak/>
              <w:t>1065472012979,</w:t>
            </w:r>
          </w:p>
          <w:p w:rsidR="008739CE" w:rsidRPr="00CE66AF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E66A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Полевая, д.15А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CE66AF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E66A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8739CE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841B98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r w:rsidRPr="00B7180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Полевая,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54.599409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83.318973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Полевая, д.18, 30, 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r w:rsidRPr="00B7180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Полевая,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54.599861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83.320969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CE66AF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E66A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Полевая, д.34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r w:rsidRPr="00B7180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Полевая,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54.599927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83.321589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CE66AF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E66A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Полевая, д.40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57353C" w:rsidP="00841B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71806" w:rsidRDefault="008739CE" w:rsidP="008739CE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Почтовая,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2477C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54.574331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83.330835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CE66AF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Почтовая,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4/4*1,1=4,4</w:t>
            </w:r>
          </w:p>
        </w:tc>
      </w:tr>
      <w:tr w:rsidR="008739CE" w:rsidRPr="00E50C88" w:rsidTr="007E172F">
        <w:trPr>
          <w:trHeight w:val="3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Почтовая,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54.575180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83.331918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ДК «Октябрь»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A5E1B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AA5E1B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-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бюджетное учреждение Дом культуры «Октябрь»,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457B1">
              <w:rPr>
                <w:sz w:val="24"/>
                <w:szCs w:val="24"/>
              </w:rPr>
              <w:t xml:space="preserve"> </w:t>
            </w:r>
            <w:r w:rsidRPr="001457B1">
              <w:rPr>
                <w:rStyle w:val="copytarget"/>
                <w:sz w:val="24"/>
                <w:szCs w:val="24"/>
              </w:rPr>
              <w:t>1055472019404,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Почтовая, д.2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8739CE" w:rsidRPr="001457B1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1/1*1,1=1,1</w:t>
            </w:r>
          </w:p>
        </w:tc>
      </w:tr>
      <w:tr w:rsidR="008739CE" w:rsidRPr="00E50C88" w:rsidTr="007E172F">
        <w:trPr>
          <w:trHeight w:val="3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F36640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Почтовая,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54.574966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83.329890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E6471B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E6471B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 w:rsidR="008739C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2,2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Нагорная, д.1,</w:t>
            </w:r>
            <w:r w:rsidR="003F21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2, 3, 4, 5,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  <w:r w:rsidR="00200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 w:rsidR="003F21D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20039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Почтовая, д.8, 10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области,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8739CE" w:rsidRPr="002A1CE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8739CE" w:rsidRPr="002A1CE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E6471B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3/3</w:t>
            </w:r>
            <w:r w:rsidR="008739CE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3,3</w:t>
            </w:r>
          </w:p>
        </w:tc>
      </w:tr>
      <w:tr w:rsidR="008739CE" w:rsidRPr="00E50C88" w:rsidTr="007E172F">
        <w:trPr>
          <w:trHeight w:val="3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477543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Почтовая,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54.574015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83.329145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Детский сад МДОУ №26 «Сказка»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D71A8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 ТКО-</w:t>
            </w: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дошкольное образовательное учреждение</w:t>
            </w: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№ 26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д/</w:t>
            </w:r>
            <w:proofErr w:type="gramStart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</w:t>
            </w:r>
            <w:proofErr w:type="gramEnd"/>
            <w:r w:rsidRPr="00B652E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«Сказка»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1025404790377,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Почтовая,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Администрация г. Искитима Новосибирской области,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8739CE" w:rsidRPr="00B652E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1/1*1,1=1,1</w:t>
            </w:r>
          </w:p>
        </w:tc>
      </w:tr>
      <w:tr w:rsidR="008739CE" w:rsidRPr="00E50C88" w:rsidTr="007E172F">
        <w:trPr>
          <w:trHeight w:val="533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477543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971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Почтовая, д.12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54.576188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83.325685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4*1,1=4.4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агорная,д.11,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очтовая,д.12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8739CE" w:rsidRPr="002A1CE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8739CE" w:rsidRPr="002A1CE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Искитим, ул.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Пушкина, д.51</w:t>
            </w:r>
          </w:p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5/5*1,1=5,5</w:t>
            </w:r>
          </w:p>
        </w:tc>
      </w:tr>
      <w:tr w:rsidR="008739CE" w:rsidRPr="00E50C88" w:rsidTr="007E172F">
        <w:trPr>
          <w:trHeight w:val="44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477543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Почтовая,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54.574696</w:t>
            </w:r>
          </w:p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83.328226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0F502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B059A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Почтовая, д.13</w:t>
            </w:r>
            <w:r w:rsidR="0066443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кв.1 и кв.2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3B059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Пролетарская,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54.659341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83.323826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0F502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7670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7670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Пролетарская, д.3</w:t>
            </w:r>
            <w:r w:rsidR="0066443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Пролетарская,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54.659178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83.323800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0F502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7670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7670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Пролетарская,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Пролетарская,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54.324276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83.659533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0F502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Пролетарская,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Пролетарская,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54.659613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83.324712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0F502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26B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Пролетарская,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Пролетарская,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54.660160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83.325747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0F502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7670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7670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Пролетарская, д.19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Пролетарская,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54.660050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83.325687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0F502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7670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7670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Пролетарская, 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Пролетарская,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54.660167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83.325967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0F502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7670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7670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Пролетарская, д.22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Пролетарская,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54.660502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83.326745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0F502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7670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7670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Пролетарская, д.28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Пролетарская,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54.661122</w:t>
            </w:r>
          </w:p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83.328036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0F502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7670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7670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F0F3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Пролетарская, д.37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982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Прорабская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(остановка «Полевая»)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57670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7670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54.598334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7670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83.313477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F0F3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7670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7670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7670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7670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76708" w:rsidRDefault="008739CE" w:rsidP="008739CE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7670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7670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торговый </w:t>
            </w:r>
            <w:r w:rsidRPr="0057670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павильон</w:t>
            </w:r>
          </w:p>
          <w:p w:rsidR="008739CE" w:rsidRPr="0057670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7670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7670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Чечкина Татьяна Анатольевна,</w:t>
            </w:r>
          </w:p>
          <w:p w:rsidR="008739CE" w:rsidRPr="0057670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76708">
              <w:rPr>
                <w:rStyle w:val="copytarget"/>
                <w:sz w:val="24"/>
                <w:szCs w:val="24"/>
              </w:rPr>
              <w:t>310548331900010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Pr="00576708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7670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Прорабская, д. 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54.598752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83.312958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5*0,7=3,5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  -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Прорабская</w:t>
            </w:r>
            <w:proofErr w:type="gramStart"/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 12, 12А, 12Б, 2Б, 2В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D71A8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площадки, контейнеров ТКО -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Администрация г.        Искитима Новосибирской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 xml:space="preserve">области, 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4/4*1,1=4,4</w:t>
            </w:r>
          </w:p>
        </w:tc>
      </w:tr>
      <w:tr w:rsidR="008739CE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Прорабская, д.2А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54.599207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83.310833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Школа – 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МБОУ ООШ №10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084ABF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площадки, контейнера ТКО-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бюджетное образовательное учреждение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основная общеобразовательная школа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№10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1025404790410,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.П</w:t>
            </w:r>
            <w:proofErr w:type="gramEnd"/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рорабская д.2А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1/1*1,1=1,1</w:t>
            </w:r>
          </w:p>
        </w:tc>
      </w:tr>
      <w:tr w:rsidR="008739CE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Прорабская,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54.598302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83.313971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ндивидуальный предприниматель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Хохлов В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асилий Сергеевич,</w:t>
            </w:r>
          </w:p>
          <w:p w:rsidR="008739CE" w:rsidRPr="004A0D56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0D56">
              <w:rPr>
                <w:rStyle w:val="copytarget"/>
                <w:sz w:val="24"/>
                <w:szCs w:val="24"/>
              </w:rPr>
              <w:t>310544518800025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8739CE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Прорабская, д.9А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54.597402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83.313973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*0,7=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Прорабская, д.9А, 18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84ABF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площадки, контейнеров ТКО-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       Искитима Новосибирской области, 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2/2*1,1=2,2</w:t>
            </w:r>
          </w:p>
        </w:tc>
      </w:tr>
      <w:tr w:rsidR="008739CE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41B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Прорабская,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54.597733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83.311865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Предприятие грузоперевозок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ндивидуальный предприниматель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Никитина С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ветлана 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фанасьевна,</w:t>
            </w:r>
          </w:p>
          <w:p w:rsidR="008739CE" w:rsidRPr="004A0D56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0D56">
              <w:rPr>
                <w:rStyle w:val="copytarget"/>
                <w:sz w:val="24"/>
                <w:szCs w:val="24"/>
              </w:rPr>
              <w:t>308547221300035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Прорабская,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54.597686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83.311882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Предприятие грузоперевозок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бщество с ограниченной ответственностью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«Эммит Транс»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8739CE" w:rsidRPr="004A0D56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0D56">
              <w:rPr>
                <w:rStyle w:val="copytarget"/>
                <w:sz w:val="24"/>
                <w:szCs w:val="24"/>
              </w:rPr>
              <w:t>1175476070989,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Прорабская,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54.651003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83.301710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д.11,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12, 13,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14, 15, 16, 17, 18;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оветская,д.128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Администрация г. Искитима Новосибирской области,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8739CE" w:rsidRPr="002A1CE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8739CE" w:rsidRPr="002A1CE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3/3*1,1=3,3</w:t>
            </w:r>
          </w:p>
        </w:tc>
      </w:tr>
      <w:tr w:rsidR="008739CE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989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54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.647274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83.304157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.19, 21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84ABF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 ТКО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Новосибирской области, 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8739CE" w:rsidRPr="00980E73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2/2*1,1=2,2</w:t>
            </w:r>
          </w:p>
        </w:tc>
      </w:tr>
      <w:tr w:rsidR="008739CE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54.646429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83.302377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774732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ООО Росагрокорм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бщество с ограниченной ответственностью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«Хол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л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ифуд»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4A0D56">
              <w:rPr>
                <w:rStyle w:val="copytarget"/>
                <w:sz w:val="24"/>
                <w:szCs w:val="24"/>
              </w:rPr>
              <w:t>1075505000295,</w:t>
            </w:r>
          </w:p>
          <w:p w:rsidR="008739CE" w:rsidRPr="004A0D56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д.23а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54.647669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83.303086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ндивидуальный предприниматель Крылов Михаил Михайлович,</w:t>
            </w:r>
          </w:p>
          <w:p w:rsidR="008739CE" w:rsidRPr="00BB482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B4829">
              <w:rPr>
                <w:rStyle w:val="copytarget"/>
                <w:sz w:val="24"/>
                <w:szCs w:val="24"/>
              </w:rPr>
              <w:t>304547230000130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 д.</w:t>
            </w:r>
            <w:r w:rsidR="0077473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24,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54.644319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83.302787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1*1.1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</w:t>
            </w:r>
            <w:proofErr w:type="gramStart"/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.26, 26а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84ABF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 ТКО-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       Искитима Новосибирской области, 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г. Искитим, ул. Пушкина, д.51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1/1*1,1=1,1</w:t>
            </w:r>
          </w:p>
        </w:tc>
      </w:tr>
      <w:tr w:rsidR="008739CE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993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54.641976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83.302252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Административноездание Искитимского района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бюджетное учреждение культуры «Центр развития культуры Искитимского района»,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0F0DDA">
              <w:rPr>
                <w:rStyle w:val="copytarget"/>
                <w:sz w:val="24"/>
                <w:szCs w:val="24"/>
              </w:rPr>
              <w:t>1025404672017</w:t>
            </w:r>
            <w:r>
              <w:rPr>
                <w:rStyle w:val="copytarget"/>
              </w:rPr>
              <w:t>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ул. Пушкина, 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5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645222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303356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«Погребок»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бщество с ограниченной ответственностью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«Полюс»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1055472000605,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д.39а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54.645095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83.303784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Пенсионный фонд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Государственное учреждение-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Управление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енсионного фонда  Р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оссийской 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Ф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едерации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в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городе 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Искитиме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Новосибирской области,</w:t>
            </w:r>
          </w:p>
          <w:p w:rsidR="008739CE" w:rsidRPr="0032465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324655">
              <w:rPr>
                <w:rStyle w:val="copytarget"/>
                <w:sz w:val="24"/>
                <w:szCs w:val="24"/>
              </w:rPr>
              <w:t>1025404791422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д.39а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54.638260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83.303528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7.2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</w:t>
            </w:r>
            <w:proofErr w:type="gramEnd"/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ушкина,д.40,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42 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Центральный, д.10, 23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1035404788210,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8739CE" w:rsidRPr="002A1CE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 w:rsidR="00712901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4-х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8739CE" w:rsidRPr="002A1CE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1-го контейнера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унитарное предприятие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овосибирска «Спецавтохозяйство»</w:t>
            </w:r>
          </w:p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1025401312287</w:t>
            </w:r>
          </w:p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овосибирск, Северный проезд,д.10</w:t>
            </w:r>
          </w:p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712901" w:rsidRDefault="00712901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3/3*1,1=3,3</w:t>
            </w:r>
          </w:p>
        </w:tc>
      </w:tr>
      <w:tr w:rsidR="008739CE" w:rsidRPr="00E50C88" w:rsidTr="007E172F">
        <w:trPr>
          <w:trHeight w:val="555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д.43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54.644172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83.304012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2*0.7=1.4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774732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ИП Добролюбовская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ндивидуальный предприниматель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Вернер 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лександр 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енрихович,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324655">
              <w:rPr>
                <w:rStyle w:val="copytarget"/>
                <w:sz w:val="24"/>
                <w:szCs w:val="24"/>
              </w:rPr>
              <w:t>309547231600025</w:t>
            </w:r>
            <w:r>
              <w:rPr>
                <w:rStyle w:val="copytarget"/>
              </w:rPr>
              <w:t>,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д.43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54.643935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83.304109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банк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кционерное общество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«Россельхозбанк»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B5952">
              <w:rPr>
                <w:rStyle w:val="copytarget"/>
                <w:sz w:val="24"/>
                <w:szCs w:val="24"/>
              </w:rPr>
              <w:t>1027700342890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8739CE" w:rsidRPr="001B5952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д.47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д.51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54.642010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83.304684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Административное здание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Новосибирской области, 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д.51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54.642010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83.304684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Административное здание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CB26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Искитимского района Новосибирской области, 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1045403649631,</w:t>
            </w:r>
          </w:p>
          <w:p w:rsidR="008739CE" w:rsidRPr="00CB268B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8739CE" w:rsidP="008739C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54.635914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83.302576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5*0.7=3.5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Искитимская городская больница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осударственное бюджетное учреждение здравоохранения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Н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овосибирской области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«И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скитимская центральная государственная больница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894560">
              <w:rPr>
                <w:rStyle w:val="copytarget"/>
                <w:sz w:val="24"/>
                <w:szCs w:val="24"/>
              </w:rPr>
              <w:t>1025404791576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8739CE" w:rsidRPr="0089456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ул. Пушкина, д.52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8739CE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д.53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54.641336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83.304338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3*0.7=2.1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Полиция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Меж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муниципальный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отдел М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инистерства внутренних дел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России «Искитимский»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CC685A">
              <w:rPr>
                <w:rStyle w:val="copytarget"/>
                <w:sz w:val="24"/>
                <w:szCs w:val="24"/>
              </w:rPr>
              <w:t>1025404791620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8739CE" w:rsidRPr="00CC685A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д.53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д.57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54.650241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83.304860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EA4FE4" w:rsidP="00EA4FE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ООО Управляющая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бщество с ограниченной ответственностью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«Розница К-1»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0D4BD1">
              <w:rPr>
                <w:rStyle w:val="copytarget"/>
                <w:sz w:val="24"/>
                <w:szCs w:val="24"/>
              </w:rPr>
              <w:t>1052242262478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д.57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д.57а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54.640561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83.305127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Административноездание Искитимского района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Искитимского района.</w:t>
            </w:r>
            <w:r>
              <w:t xml:space="preserve"> </w:t>
            </w:r>
            <w:r w:rsidRPr="00BB4829">
              <w:rPr>
                <w:rStyle w:val="copytarget"/>
                <w:sz w:val="24"/>
                <w:szCs w:val="24"/>
              </w:rPr>
              <w:t>1045403649631</w:t>
            </w:r>
            <w:r>
              <w:rPr>
                <w:rStyle w:val="copytarget"/>
                <w:sz w:val="24"/>
                <w:szCs w:val="24"/>
              </w:rPr>
              <w:t>,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д.57а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д.57а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54.640561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83.305127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Административное здание Искитимского района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бюджетное учреждение «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Комплексный центр социального обслуживания населения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«Вера»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Искитимского района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Новосибирской области»,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sz w:val="24"/>
                <w:szCs w:val="24"/>
              </w:rPr>
            </w:pPr>
            <w:r w:rsidRPr="00AC78FC">
              <w:rPr>
                <w:sz w:val="24"/>
                <w:szCs w:val="24"/>
              </w:rPr>
              <w:t xml:space="preserve"> 1095472002229</w:t>
            </w:r>
            <w:r>
              <w:rPr>
                <w:sz w:val="24"/>
                <w:szCs w:val="24"/>
              </w:rPr>
              <w:t>,</w:t>
            </w:r>
          </w:p>
          <w:p w:rsidR="008739CE" w:rsidRPr="00AC78FC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д.57а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Пущкина, д.64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54.6336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95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66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«Монетка»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бщество с ограниченной ответственностью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Элемент-Трейд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rPr>
                <w:rStyle w:val="copytarget"/>
              </w:rPr>
              <w:t xml:space="preserve"> </w:t>
            </w:r>
            <w:r w:rsidRPr="00034BFD">
              <w:rPr>
                <w:rStyle w:val="copytarget"/>
                <w:sz w:val="24"/>
                <w:szCs w:val="24"/>
              </w:rPr>
              <w:t>10</w:t>
            </w:r>
            <w:r>
              <w:rPr>
                <w:rStyle w:val="copytarget"/>
                <w:sz w:val="24"/>
                <w:szCs w:val="24"/>
              </w:rPr>
              <w:t>36605217252,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.Е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катеренбург,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ул.Щербакова,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739CE" w:rsidRPr="00E50C88" w:rsidTr="007E172F">
        <w:trPr>
          <w:trHeight w:val="4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 65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54.639951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83.305354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парк им. Коротеева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МБУ ПКиО им. Коротеева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2/2*1,1=2,2</w:t>
            </w:r>
          </w:p>
        </w:tc>
      </w:tr>
      <w:tr w:rsidR="008739CE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д.75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54.636743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83.305907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Детский сад 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МБДОУ № 20 «Орленок»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84ABF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контейнера ТКО -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униципальное бюджетное дошкольное образовательное учреждение 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№ 20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д/с «Орленок»</w:t>
            </w:r>
            <w:r>
              <w:t xml:space="preserve"> </w:t>
            </w:r>
            <w:r w:rsidRPr="00034BFD">
              <w:rPr>
                <w:rStyle w:val="copytarget"/>
                <w:sz w:val="24"/>
                <w:szCs w:val="24"/>
              </w:rPr>
              <w:t>1035404788473</w:t>
            </w:r>
            <w:r>
              <w:rPr>
                <w:rStyle w:val="copytarget"/>
              </w:rPr>
              <w:t>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д.75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8739CE" w:rsidRPr="002E5CE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1/1*1,1=1,1</w:t>
            </w:r>
          </w:p>
        </w:tc>
      </w:tr>
      <w:tr w:rsidR="008739CE" w:rsidRPr="00E50C88" w:rsidTr="0057353C">
        <w:trPr>
          <w:trHeight w:val="305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д.79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54.635566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83.305923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4*0.7=2.8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Административное здание 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Детский лагерь «Лесная сказка»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униципальное автономное учреждение «Центр отдыха и оздоровления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«Лесная сказка»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города Искитима Новосибирской области,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3C57BD">
              <w:rPr>
                <w:rStyle w:val="copytarget"/>
                <w:sz w:val="24"/>
                <w:szCs w:val="24"/>
              </w:rPr>
              <w:t>1115483004372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8739CE" w:rsidRPr="003C57BD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д.79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27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д.79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54.635566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83.305923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5*0.7=3.5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Автотранспортное предприятие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бщество с ограниченной ответственностью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«Прогресс»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color w:val="222222"/>
                <w:sz w:val="24"/>
                <w:szCs w:val="24"/>
              </w:rPr>
            </w:pPr>
            <w:r w:rsidRPr="003C57BD">
              <w:rPr>
                <w:color w:val="222222"/>
                <w:sz w:val="24"/>
                <w:szCs w:val="24"/>
              </w:rPr>
              <w:t>1045403641073</w:t>
            </w:r>
            <w:r>
              <w:rPr>
                <w:color w:val="222222"/>
                <w:sz w:val="24"/>
                <w:szCs w:val="24"/>
              </w:rPr>
              <w:t>,</w:t>
            </w:r>
          </w:p>
          <w:p w:rsidR="008739CE" w:rsidRPr="003C57BD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д.79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271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1010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д.81А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54.633331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83.305646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Предприятие 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пассажирских</w:t>
            </w:r>
            <w:r w:rsidRPr="005356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5356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автотранспортных</w:t>
            </w:r>
            <w:r w:rsidRPr="005356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перевозок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535609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униципальное</w:t>
            </w:r>
            <w:r w:rsidRPr="005356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унитарное</w:t>
            </w:r>
            <w:r w:rsidRPr="005356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предприятие</w:t>
            </w:r>
            <w:r w:rsidRPr="00535609">
              <w:rPr>
                <w:sz w:val="24"/>
                <w:szCs w:val="24"/>
              </w:rPr>
              <w:t xml:space="preserve"> "</w:t>
            </w:r>
            <w:r>
              <w:rPr>
                <w:sz w:val="24"/>
                <w:szCs w:val="24"/>
              </w:rPr>
              <w:t>Центр пассажирских</w:t>
            </w:r>
            <w:r w:rsidRPr="005356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5356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автотранспортных</w:t>
            </w:r>
            <w:r w:rsidRPr="005356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перевозок</w:t>
            </w:r>
            <w:r w:rsidRPr="00535609">
              <w:rPr>
                <w:sz w:val="24"/>
                <w:szCs w:val="24"/>
              </w:rPr>
              <w:t>"</w:t>
            </w:r>
            <w:r w:rsidRPr="00535609">
              <w:rPr>
                <w:rStyle w:val="copytarget"/>
                <w:sz w:val="24"/>
                <w:szCs w:val="24"/>
              </w:rPr>
              <w:t>,</w:t>
            </w:r>
          </w:p>
          <w:p w:rsidR="008739CE" w:rsidRPr="00535609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535609">
              <w:rPr>
                <w:rStyle w:val="copytarget"/>
                <w:sz w:val="24"/>
                <w:szCs w:val="24"/>
              </w:rPr>
              <w:t>1045403639005,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535609">
              <w:rPr>
                <w:sz w:val="24"/>
                <w:szCs w:val="24"/>
              </w:rPr>
              <w:t>город Искитим, улица Пушкина, 81а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д.91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54.632180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83.306041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EA4FE4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ИП Ушаков Михаил Александрович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бщество с ограниченной ответственностью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«Квадра»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8739CE" w:rsidRPr="003C57BD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C57BD">
              <w:rPr>
                <w:rStyle w:val="copytarget"/>
                <w:sz w:val="24"/>
                <w:szCs w:val="24"/>
              </w:rPr>
              <w:t>1025404790696,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д.91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Пушкина,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54.631424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83.305880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Автошкол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втономная некоммерческая организация профессионального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образования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</w:t>
            </w: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Автошкола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3C57BD">
              <w:rPr>
                <w:rStyle w:val="copytarget"/>
                <w:sz w:val="24"/>
                <w:szCs w:val="24"/>
              </w:rPr>
              <w:t>1025404792214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ул. Пушкина,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8739CE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Революции,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54.638673</w:t>
            </w:r>
          </w:p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83.316792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E393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16B26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C57BD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3C57BD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C57B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«Логика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</w:t>
            </w:r>
            <w:r w:rsidRPr="003C57B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8739CE" w:rsidRPr="003C57BD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3C57BD">
              <w:rPr>
                <w:rStyle w:val="copytarget"/>
                <w:sz w:val="24"/>
                <w:szCs w:val="24"/>
              </w:rPr>
              <w:t>1025404791642,</w:t>
            </w:r>
          </w:p>
          <w:p w:rsidR="008739CE" w:rsidRPr="003C57BD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C57B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Революции, д.30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9E3930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54.645985</w:t>
            </w:r>
          </w:p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83.311295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7D6299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2а, 1, 1а, 3, 5,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1015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54.646815</w:t>
            </w:r>
          </w:p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83.312220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7D6299" w:rsidRDefault="008739CE" w:rsidP="008739CE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7D6299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B74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54.647281</w:t>
            </w:r>
          </w:p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83.312418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7D6299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B74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д.13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9. 7, 10, 10а,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54.647060</w:t>
            </w:r>
          </w:p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83.312536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CB7BC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B74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д.16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.</w:t>
            </w:r>
            <w:proofErr w:type="gramEnd"/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Рабочая,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54.647282</w:t>
            </w:r>
          </w:p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83.312749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CB7BC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B74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.</w:t>
            </w:r>
            <w:proofErr w:type="gramEnd"/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Рабочая, д.18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54.647542</w:t>
            </w:r>
          </w:p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83.313062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CB7BC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B74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19, 21, 22. 24, 23. 25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54.648174</w:t>
            </w:r>
          </w:p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83.313577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CB7BC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B74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д.28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27, 35а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54.648343</w:t>
            </w:r>
          </w:p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83.313710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CB7BC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B74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д.32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54.648640</w:t>
            </w:r>
          </w:p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83.314041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CB7BC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B74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д.32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а, 34, 36, 39, 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54.649109</w:t>
            </w:r>
          </w:p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83.314525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CB7BC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B74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д.38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40. 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8739CE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5C1EC8" w:rsidRDefault="0057353C" w:rsidP="008739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54.649472</w:t>
            </w:r>
          </w:p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83.315263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Default="008739CE" w:rsidP="008739CE">
            <w:pPr>
              <w:jc w:val="center"/>
            </w:pPr>
            <w:r w:rsidRPr="00CB7BC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B74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д.44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46. 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9CE" w:rsidRPr="00E95735" w:rsidRDefault="008739CE" w:rsidP="008739C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Рабочая, д.50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54.649790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83.316093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CB7BC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B74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Рабочая</w:t>
            </w:r>
            <w:proofErr w:type="gramStart"/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1026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Рабочий,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54.648378</w:t>
            </w:r>
          </w:p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83.314254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CB7BCF" w:rsidRDefault="00E5023B" w:rsidP="00E5023B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CB7BC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2B74AD" w:rsidRDefault="00E5023B" w:rsidP="00E5023B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B74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23160" w:rsidRDefault="00E5023B" w:rsidP="00E5023B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2316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Рабочий,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Рабочий,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54.616007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83.323450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CB7BC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2B74A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r w:rsidRPr="00123160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Рабочий,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Рабочий,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54.648136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83.314636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*0.7=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111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Рабочий, д.6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5, 5а, 3, 3а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Рабочий,1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54.647794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83.315505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111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Рабочий,1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2, 17, 15, 13, 11, 9, 10, 8, 9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Рабочий, д.1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54.647309</w:t>
            </w:r>
          </w:p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83.315302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CB7BC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111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Рабочий, д.14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14а, 22, 23, 25, 18, 16, 19, 20,21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Радиаторная,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54.646728</w:t>
            </w:r>
          </w:p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83.304495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6E4430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7B0513" w:rsidRDefault="00E5023B" w:rsidP="00E5023B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111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7B0513" w:rsidRDefault="00E5023B" w:rsidP="00E5023B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Радиаторная,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2а, 2б, 1, 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Радиаторная,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54.644619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83.304594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1118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Радиаторная,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24, 22, 16, 14, 12, 15, 17, 19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26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Радищева, д.2/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54.621219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83.267740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АЗС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C57B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ЗС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Коченево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456139">
              <w:rPr>
                <w:rStyle w:val="copytarget"/>
                <w:sz w:val="24"/>
                <w:szCs w:val="24"/>
              </w:rPr>
              <w:t>1155476040268</w:t>
            </w:r>
            <w:r>
              <w:rPr>
                <w:rStyle w:val="copytarget"/>
                <w:sz w:val="24"/>
                <w:szCs w:val="24"/>
              </w:rPr>
              <w:t>,</w:t>
            </w:r>
          </w:p>
          <w:p w:rsidR="00E5023B" w:rsidRPr="00456139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Радищева, д.2/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Радищева,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54.624414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83.274956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267933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3770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Радищева,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  <w:p w:rsidR="00E5023B" w:rsidRPr="00EC0CCB" w:rsidRDefault="00E5023B" w:rsidP="00E5023B">
            <w:pPr>
              <w:jc w:val="center"/>
              <w:rPr>
                <w:rFonts w:eastAsia="SimSun"/>
                <w:sz w:val="24"/>
                <w:szCs w:val="24"/>
                <w:lang w:eastAsia="zh-CN" w:bidi="hi-IN"/>
              </w:rPr>
            </w:pPr>
          </w:p>
        </w:tc>
      </w:tr>
      <w:tr w:rsidR="00E5023B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Радищева,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.624311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275713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267933" w:rsidRDefault="00E5023B" w:rsidP="00E5023B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267933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437706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3770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Радищева,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Радищева,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54.623838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83.275020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267933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3770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Радищева, д.6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Радищева,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54.623477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83.274988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267933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3770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Радищева, д.8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Радищева,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54.623289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83.275043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267933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3770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Радищева, д.10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Радищева,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54.622750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83.275048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267933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33EE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Радищева,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Радищева,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54.621146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83.274921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267933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33EE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Радищева, д.16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Радищева,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54.620629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83.274985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267933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33EE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Радищева, 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Радищева,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54.620330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83.274974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033EE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Радищева, д.22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Радищева,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54.620077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83.275063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CF6FA5" w:rsidRDefault="00E5023B" w:rsidP="00E5023B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033EE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Радищева, д.24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Радищева,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54.619538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83.275111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267933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033EE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Радищева, д.28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1045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Радищева,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54.619255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83.274779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267933" w:rsidRDefault="00E5023B" w:rsidP="00E5023B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267933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033EE2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33EE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Радищева,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Радищева,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54.620896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83.213634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267933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33EE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Радищева,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48, 50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57353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Радищева, д.55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54.618280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83.275608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0E58BA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033EE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Радищева, д.55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7F06D0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Революции,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54.638374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83.310977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0E58BA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33EE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Революции,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8, 6, 10, 11, 13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7F06D0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Революции,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54.638658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83.313847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0E58BA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72A1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Революции,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16, 13, 15, 19, 18,20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7F06D0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Революции,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54.638751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83.314819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0E58BA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72A1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Революции,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24, 27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7F06D0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Революции,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03A6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54.63885583.315133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0E58BA" w:rsidRDefault="00E5023B" w:rsidP="00E5023B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0E58BA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972A1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72A1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Революции,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29, 31, 28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7F06D0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Репина,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54.623769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83.278067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0E58BA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72A1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Репина,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1, 2, 3, 4, 5, 6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7F06D0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Репина,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54.623259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83.277960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0E58BA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72A1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Репина,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7, 8, 9, 10, 11, 12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7F06D0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Репина,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54.623068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83.277963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0E58BA" w:rsidRDefault="00E5023B" w:rsidP="00E5023B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972A1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72A1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Репина,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Репина,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54.622715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83.277962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0E58BA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72A1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Репина,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13, 14, 15, 16, 17, 18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Репина,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54.622553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83.277952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0E58BA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72A1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Репина, д.23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19, 20, 21, 22,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Репина,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54.620719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83.277917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0E58BA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258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E95735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Репина, д.31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27, 28, 29, 30. 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54.658709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83.284831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0E58BA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258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54.658463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83.286457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258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54.659113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83.284150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0E58BA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258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54.658547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83.286135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0E58BA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258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д.12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54.658678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83.285539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0E58BA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258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д.14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54.658756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83.285325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0E58BA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258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д.15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54.659430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83.283061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258D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д.15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17,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6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5735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д.18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54.659085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83.284577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6507FE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3E9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д.18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16,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54.660006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83.282603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6507FE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3E9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д.21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30,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д.46а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54.661243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83.282127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6507FE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3E9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д.46а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54.661511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83.282148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6507FE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3E9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д.54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54.661950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83.281987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6507FE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3E9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д.54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д.60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54.662536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83.281578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6507FE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F03E9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Речная, д.60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Речной,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54.658051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83.283903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3C57B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</w:t>
            </w: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«Милана»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5023B" w:rsidRPr="00BD5004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BD5004">
              <w:rPr>
                <w:rStyle w:val="copytarget"/>
                <w:sz w:val="24"/>
                <w:szCs w:val="24"/>
              </w:rPr>
              <w:t>1095472002130,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Речной,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Речной,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54.658308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83.284103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4E0A2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666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Речной,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4, 3, 5, 7, 9, 13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Речной,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54.659001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83.283430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4E0A2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666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Речной, д.9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6,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Речной,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54.659120</w:t>
            </w:r>
          </w:p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83.283309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666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E95735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Речной, д.13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E95735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F07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A50AA8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С.Щедрина,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54.624567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83.276351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4E0A2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r w:rsidRPr="004A666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r w:rsidRPr="0072207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722073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72207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С.Щедрина,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A50AA8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С.Щедрина,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54.624305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83.276590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4E0A2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666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 w:rsidRPr="00A50AA8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 xml:space="preserve"> </w:t>
            </w: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С.Щедрина, д.4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1, 3, 5,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ул.С.Щедрина,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54.623458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83.276525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4E0A2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666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ул.С.Щедрина, д.12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13, 14, 9, 10,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ул.С.Щедрина,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54.623010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83.276504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*2=1,4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4E0A2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666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ул.С.Щедрина, д.18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16,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ул.С.Щедрина,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54.622499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83.276557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4E0A2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4A666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ул.С.Щедрина, д.24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21, 22, 23,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ул.С.Щедрина,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54.620749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83.276715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4D532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C35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ул.С.Щедрина,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27, 28, 29. 30. 31, 32, 33. 34. 35. 36, 38, 41, 42, 43, 44, 45, 46, 47, 51, 52, 53, 54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ул.С.Щедрина,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54.620235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83.276742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4D532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C35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ул.С.Щедрина, д.37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ул.С.Щедрина, д.39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54.620056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83.276731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4D532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C35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ул.С.Щедрина, д.39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ул.С.Щедрина,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54.620034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83.276525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4D532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C35A2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ул.С.Щедрина, д.40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ул.С.Щедрина, д.48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54.619287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83.276576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4D532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B47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ул.С.Щедрина, д.48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ул.С.Щедрина, д.50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54.619147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83.276629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4D532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B47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ул.С.Щедрина,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F070C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1086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Садовая,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54.640795</w:t>
            </w:r>
          </w:p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83.316218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4D532F" w:rsidRDefault="00E5023B" w:rsidP="00E5023B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4D532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DB473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B47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Садовая,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Arial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iCs/>
                <w:kern w:val="3"/>
                <w:sz w:val="24"/>
                <w:szCs w:val="24"/>
                <w:lang w:eastAsia="zh-CN" w:bidi="hi-IN"/>
              </w:rPr>
              <w:t>1087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Садовая,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54.640513</w:t>
            </w:r>
          </w:p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83.314332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4D532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B47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Садовая,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15, 8, 10, 11, 12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1088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Садовая,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54.640567</w:t>
            </w:r>
          </w:p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83.313973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4D532F" w:rsidRDefault="00E5023B" w:rsidP="00E5023B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4D532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DB473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B47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Садовая,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13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Садовая,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54.640366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83.313154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4D532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B47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Садовая,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22, 21, 18, 19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13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Садовая,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54.640138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83.312253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4D532F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B473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Садовая,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27, 29, 24, 26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F07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Свердлова,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54.639197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83.310967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МКД- 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вердлова.10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7EE" w:rsidRDefault="000867EE" w:rsidP="000867E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1-го контейнера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0867EE" w:rsidRDefault="000867EE" w:rsidP="000867E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унитарное предприятие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овосибирска «Спецавтохозяйство»</w:t>
            </w:r>
          </w:p>
          <w:p w:rsidR="000867EE" w:rsidRDefault="000867EE" w:rsidP="000867E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1025401312287</w:t>
            </w:r>
          </w:p>
          <w:p w:rsidR="000867EE" w:rsidRPr="000867EE" w:rsidRDefault="000867EE" w:rsidP="000867E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овосибирск, Северный проезд,д.10</w:t>
            </w:r>
          </w:p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E5023B" w:rsidRPr="002E5CE9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E5023B" w:rsidRPr="002E5CE9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5023B" w:rsidRPr="002E5CE9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lastRenderedPageBreak/>
              <w:t>1/1*1,1=1,1</w:t>
            </w:r>
          </w:p>
        </w:tc>
      </w:tr>
      <w:tr w:rsidR="00E5023B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Свердлова, д.23А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54.639539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83.315548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EE50A8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D43C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Свердлова, д.23А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Свердлова,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54.639695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83.315383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EE50A8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D43C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Свердлова, д.29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Свердлова,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54.639639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83.315737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EE50A8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D43C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Свердлова, д.31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1095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Свердлова,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54.639461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83.315518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EE50A8" w:rsidRDefault="00E5023B" w:rsidP="00E5023B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EE50A8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BD43CF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D43C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Свердлова,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54.658422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83.280627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EE50A8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D43C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1. 2, 3, 4, 5,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54.658628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83.280659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EE50A8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D43C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10,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54.658839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83.280555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D43C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д.11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14, 13, 15,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54.659336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83.280374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4A1C62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BD43C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r w:rsidRPr="00D126F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54.659761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83.279950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4A1C62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BD43C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д.21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17,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5C1EC8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54.659541</w:t>
            </w:r>
          </w:p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83.280245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Default="00E5023B" w:rsidP="00E5023B">
            <w:pPr>
              <w:jc w:val="center"/>
            </w:pPr>
            <w:r w:rsidRPr="004A1C62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8F094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50AA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54.659983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83.279789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F070C" w:rsidP="00EF07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54.660959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83.278781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д.31, 25,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54.661206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83.278443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д.33, 31а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54.660678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83.279328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Северная,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54.660864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83.279143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i/>
                <w:noProof/>
                <w:kern w:val="3"/>
                <w:sz w:val="24"/>
                <w:szCs w:val="24"/>
              </w:rPr>
              <w:drawing>
                <wp:inline distT="0" distB="0" distL="0" distR="0">
                  <wp:extent cx="9248775" cy="1714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87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Сельская,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54.592345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83.316193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Сельская,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F070C" w:rsidP="00EF07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Сельская, д.3а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54.592236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83.316418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Сельская, д.1а,1б., 3а, 3,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Сельская, д.5а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54.951983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83.316943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Сельская, д.5а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F070C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Сельская,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54.591563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83.317405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Сельская, д.2, 2б, 4, 4а,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Сельская,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54.592258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83.319019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Сельская, д.4а, 7, 8,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Сельская,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54.592093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83.318177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Сельская, д.6, 8а, 8б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Сельская,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54.592702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83.322161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Сельская, д.10, 12, 14, 15, 17,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4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Сельская, д.26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54.592822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83.322580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Сельская, д.19, 20, 21, 22, 23, 24,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4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Сельский,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54.592480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83.318588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Сельский, д.1,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Сельский,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54.592439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83.317255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Сельский, д. 3,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Сельский,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54.593414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83.318344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Сельский, д.6, 8б, 14а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Сельский,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54.592448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83.317685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Сельский, д.9, 10, 11а, 12,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Семипалатинская,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54.640963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83.311390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- 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оветская,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д.221а;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емипалатинская,д.1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Искитим, ул.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Пушкина, д.51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5023B" w:rsidRPr="002A1CE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 w:rsidR="00712901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1-го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контейнер</w:t>
            </w:r>
            <w:r w:rsidR="00712901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E5023B" w:rsidRPr="002A1CE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1-го контейнера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унитарное предприятие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овосибирска «Спецавтохозяйство»</w:t>
            </w:r>
          </w:p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1025401312287</w:t>
            </w:r>
          </w:p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овосибирск, Северный проезд,д.10</w:t>
            </w:r>
          </w:p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712901" w:rsidRDefault="00712901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E5023B" w:rsidRPr="002E5CE9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E5023B" w:rsidRPr="002E5CE9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5023B" w:rsidRPr="002E5CE9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2/2*1,1=2,2</w:t>
            </w:r>
          </w:p>
        </w:tc>
      </w:tr>
      <w:tr w:rsidR="00E5023B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F07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  <w:lang w:val="en-US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Семипалатинская, д.</w:t>
            </w: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54.647012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83.309597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Семипалатинская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д.19, ул. Л.Чайкиной, д.32, 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1121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Семипалатинская,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54.646795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83.309810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Семипалатинская, д. 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Семипалатинская,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54.646630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83.310101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Семипалатинская, д.23,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Семипалатинская, 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54.646312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83.310208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Семипалатинская, д.27, 29, 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Семипалатинская,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54.643237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83.309260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 д.31,  37;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емипалатинс- кая, д.40;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 201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E5023B" w:rsidRPr="002A1CE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E5023B" w:rsidRPr="002A1CE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E5023B" w:rsidRPr="002E5CE9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E5023B" w:rsidRPr="002E5CE9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5023B" w:rsidRPr="002E5CE9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г. Искитим, ул. Пушкина, д.51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5/5*1,1=5,5</w:t>
            </w:r>
          </w:p>
        </w:tc>
      </w:tr>
      <w:tr w:rsidR="00E5023B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1124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Семипалатинская,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54.643237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83.309260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«Пятерочка»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«Агроторг», 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03C1D">
              <w:rPr>
                <w:rStyle w:val="copytarget"/>
                <w:sz w:val="24"/>
                <w:szCs w:val="24"/>
              </w:rPr>
              <w:t>1027809237796,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103C1D">
              <w:rPr>
                <w:sz w:val="24"/>
                <w:szCs w:val="24"/>
              </w:rPr>
              <w:t>город Санкт-Петербург, Невский проспект, 90/92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Семипалатинская,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54.643094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83.308777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«Ярче»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«Камелот-А»,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sz w:val="24"/>
                <w:szCs w:val="24"/>
              </w:rPr>
            </w:pPr>
            <w:r w:rsidRPr="00103C1D">
              <w:rPr>
                <w:sz w:val="24"/>
                <w:szCs w:val="24"/>
              </w:rPr>
              <w:t>1077017026580,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Комсомольская, д.31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Семипалатинская, д.51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54.643796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83.311296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Семипалатинская, д. 47, 49, 53, 55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54.661349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83.271716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54.661393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83.271169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д.2А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д.3Г/1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54.661564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83.271493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д.3Г/1, 3г, 3а, 3в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54.661703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83.272759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д.6, 5, 7,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F07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54.661772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83.273175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д.10, 9, 11, 12, 13,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54.661978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83.274323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д.16, 15, 17, 18, 19, 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54.662099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83.274883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54.662213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83.275522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д.28, 25, 26, 27, 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54.662419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83.277082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д.34, 31, 32, 33, 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54.662515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83.277954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д.38, 36, 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54.662529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83.279174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д.40, 42, 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д.51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54.662671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83.279633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Сибирская, д.51, 53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1139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СНТ «Рябинка», д.283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54.602534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83.320775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Садовое общество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СНТ «Рябинка», д.283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4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54.657168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83.280388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д.4, 2, 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1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54.657272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83.280758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д.6,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 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54.657272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83.280758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 8, 7,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54.657397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83.281313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д.10, 11,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54.657845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83.282715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д.17,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54.658045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83.285118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д.25,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75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54.658120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83.289157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д.41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54.658122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83.289215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д.43, 39, 45, 47, 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Почтовая,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54.574331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83.330835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Почтовая, д.1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д.61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54.658191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83.292731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д.61, 63, 59, 57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75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д.75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54.658365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83.293105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д.75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д.87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54.657109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83.296351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д.87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д.83А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54.657201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83.295436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«Сельхоззапчасти»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Петров Алексей Васильевич,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315547600040110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д.83Б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54.657361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83.294988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«Автозапчасти»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Карташов Олег Викторович,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sz w:val="24"/>
                <w:szCs w:val="24"/>
              </w:rPr>
              <w:t>311548309100027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д.83Б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54.657341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83.295050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Торговый павильон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Губарев Сергей Владимирович,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317547600083319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оветская, д.83В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54.657454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83.294711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Торговый павильон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Камнев Павел Анатольевич,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304547236200275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д.109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54.655569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83.299037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д.109, 111, 107, 105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д.109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54.655377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83.299147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Советская, д.103, 105, 107, ул. Заводская, д.45, 47,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43, 49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E5023B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д.130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54.651663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83.301854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Предприятие тепловнабжения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унитарное предприятие «Теплосеть»,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1145476137124,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д.130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д.149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54.651926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83.302661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д.149, 147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1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д.152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54.650662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83.303459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СТО, 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Магазин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«Автомастер»,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1165476174489,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д.152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36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д.153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54.650940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83.303580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«Андреевский»,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1055472017787,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д.153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36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д.154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54.650645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83.303472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д.154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д.156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54.650072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83.303871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СТО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Калягин Вячеслав Геннадьевич,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308545631200032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E5023B" w:rsidRPr="00E50C88" w:rsidTr="007E172F">
        <w:trPr>
          <w:trHeight w:val="247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д.170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54.645166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83.305892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д.172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,170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2A1CE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E5023B" w:rsidRPr="002A1CE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E5023B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E5023B" w:rsidRPr="002E5CE9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E5023B" w:rsidRPr="002E5CE9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E5023B" w:rsidRPr="002E5CE9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1/1*1,1=1,1</w:t>
            </w:r>
          </w:p>
        </w:tc>
      </w:tr>
      <w:tr w:rsidR="00E5023B" w:rsidRPr="00E50C88" w:rsidTr="007E172F">
        <w:trPr>
          <w:trHeight w:val="5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75226D" w:rsidP="00E5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.192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54.643629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83.307337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Павильон «Экспресс»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Никогосян Самвел Оганесович,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319547600058042</w:t>
            </w:r>
          </w:p>
          <w:p w:rsidR="00E5023B" w:rsidRPr="00103C1D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23B" w:rsidRPr="00A50AA8" w:rsidRDefault="00E5023B" w:rsidP="00E5023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.192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54.643707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83.307522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- ул. Советская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 190,192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7E172F" w:rsidRPr="002A1CEB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7E172F" w:rsidRPr="002A1CEB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DE5D2B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val="en-US" w:eastAsia="zh-CN" w:bidi="hi-IN"/>
              </w:rPr>
              <w:lastRenderedPageBreak/>
              <w:t>2</w:t>
            </w: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/</w:t>
            </w:r>
            <w:r>
              <w:rPr>
                <w:rFonts w:eastAsia="SimSun" w:cs="Arial"/>
                <w:kern w:val="3"/>
                <w:sz w:val="24"/>
                <w:szCs w:val="24"/>
                <w:lang w:val="en-US" w:eastAsia="zh-CN" w:bidi="hi-IN"/>
              </w:rPr>
              <w:t>2</w:t>
            </w: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*1,1</w:t>
            </w:r>
            <w:r>
              <w:rPr>
                <w:rFonts w:eastAsia="SimSun" w:cs="Arial"/>
                <w:kern w:val="3"/>
                <w:sz w:val="24"/>
                <w:szCs w:val="24"/>
                <w:lang w:val="en-US" w:eastAsia="zh-CN" w:bidi="hi-IN"/>
              </w:rPr>
              <w:t>=2.2</w:t>
            </w:r>
          </w:p>
        </w:tc>
      </w:tr>
      <w:tr w:rsidR="007E172F" w:rsidRPr="00E50C88" w:rsidTr="007E172F">
        <w:trPr>
          <w:trHeight w:val="44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522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.193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54.645126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83.307371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.191, 193. 195, 197, 199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7E172F" w:rsidRPr="002A1CEB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7E172F" w:rsidRPr="002A1CEB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Искитима Новосибирской области,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lastRenderedPageBreak/>
              <w:t>1/1*1,1=1,1</w:t>
            </w:r>
          </w:p>
        </w:tc>
      </w:tr>
      <w:tr w:rsidR="007E172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54.641468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83.309607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Административное здание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Государственное казенное учреждение  Новосибирской области «Центр занятости населения г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.И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скитим»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.221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54.640340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83.310219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</w:t>
            </w: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1.1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</w:t>
            </w: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3.3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оветская,д.221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7E172F" w:rsidRPr="002A1CEB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7E172F" w:rsidRPr="002A1CEB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Искитима Новосибирской области,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2/2*1,1=2,2</w:t>
            </w:r>
          </w:p>
        </w:tc>
      </w:tr>
      <w:tr w:rsidR="007E172F" w:rsidRPr="00E50C88" w:rsidTr="007E172F">
        <w:trPr>
          <w:trHeight w:val="58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д.220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54.639443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83.309133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*0.7=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Торговый центр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Индивидуальный предприниматель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Гарсанян Захар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7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.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Советская,д.223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54.639443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83.309238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Торговый павильон «Ласточка»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Латышенко Вячеслав Геннадьевич,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312548333300030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54.638574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83.310449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Административное здание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Искитимские городские Региональные электрические сети   филиала Черепановские электрические сети акционерного общества  «Региональные электрические сети»,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03C1D">
              <w:rPr>
                <w:rStyle w:val="copytarget"/>
                <w:sz w:val="24"/>
                <w:szCs w:val="24"/>
              </w:rPr>
              <w:t>1045402509437,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54.637685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83.309168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Типография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 «Междуречье»,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03C1D">
              <w:rPr>
                <w:rStyle w:val="copytarget"/>
                <w:sz w:val="24"/>
                <w:szCs w:val="24"/>
              </w:rPr>
              <w:t>1125483003304,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6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Советская, д.239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54.637469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83.310088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Закрытое акционерное общество «Техносервис»,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03C1D">
              <w:rPr>
                <w:rStyle w:val="copytarget"/>
                <w:sz w:val="24"/>
                <w:szCs w:val="24"/>
              </w:rPr>
              <w:t>1025404790047,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Советская, д.239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Индивидуальный предприниматель Мордвин Вячеслав Геннадьевич,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312548310000237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60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1175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Советская, д.239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54.637495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83.310233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 «Ритейл Центр»,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03C1D">
              <w:rPr>
                <w:rStyle w:val="copytarget"/>
                <w:sz w:val="24"/>
                <w:szCs w:val="24"/>
              </w:rPr>
              <w:t>1152225000861,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Советская, д.239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54.636834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83.310236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Ресторан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 Кафе «Сибирские пельмени»,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1025404789398,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д.245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д.245/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575494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54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63575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  <w:p w:rsidR="007E172F" w:rsidRPr="00575494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83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3099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12901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12901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 w:rsidR="007E172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*0,7=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д.245/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2-х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унитарное предприятие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овосибирска «Спецавтохозяйство»</w:t>
            </w:r>
          </w:p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1025401312287</w:t>
            </w:r>
          </w:p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овосибирск, Северный проезд,д.10</w:t>
            </w:r>
          </w:p>
          <w:p w:rsidR="007E172F" w:rsidRDefault="007E172F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Искитима Новосибирской области,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4/4*1,1=4,4</w:t>
            </w:r>
          </w:p>
        </w:tc>
      </w:tr>
      <w:tr w:rsidR="007E172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1178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д.245/2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54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635752</w:t>
            </w:r>
          </w:p>
          <w:p w:rsidR="007E172F" w:rsidRPr="00575494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83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309999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4*1,1=4.4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ул. Советская, д.245/2, д.245/3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Общество с ограниченной ответственностью «ЖЭУ Центральное»,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1145476063864,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color w:val="222222"/>
                <w:sz w:val="24"/>
                <w:szCs w:val="24"/>
              </w:rPr>
              <w:t>г. Искитим, ул. Комсомольская, д. 15А</w:t>
            </w:r>
          </w:p>
          <w:p w:rsidR="007E172F" w:rsidRPr="002A1CEB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7E172F" w:rsidRPr="002A1CEB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3/3*1,1=3,3</w:t>
            </w:r>
          </w:p>
        </w:tc>
      </w:tr>
      <w:tr w:rsidR="007E172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54.635582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83.309805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Налоговая служба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Межрайонная инспекция Федеральной налоговой службы России № 3 по Новосибирской области,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1105472001084,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д.247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54.635889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83.307390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 «Континент»,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1025404790465,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54.635140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83.307649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Административное здание 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Управление образования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казенное учреждение «Центр бухгалтерского и ресурсно-правового обеспечения»,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1145476044933,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0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54.636429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83.308447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Хохлов Василий Сергеевич,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color w:val="000000" w:themeColor="text1"/>
                <w:sz w:val="24"/>
                <w:szCs w:val="24"/>
              </w:rPr>
              <w:t>310544518800025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2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д.252А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54.635075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83.308129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 «Лидер»,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lastRenderedPageBreak/>
              <w:t>1115483001061,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д.252А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7E172F" w:rsidRPr="00E50C88" w:rsidTr="007E172F">
        <w:trPr>
          <w:trHeight w:val="52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д.254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54.635585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83.308496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Административное здание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Адов Игорь Александрович,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317547600157420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7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д.256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54.635074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83.308689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Административное здание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Нотариальная палата Новосибирской области,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sz w:val="24"/>
                <w:szCs w:val="24"/>
              </w:rPr>
            </w:pPr>
            <w:r w:rsidRPr="00103C1D">
              <w:rPr>
                <w:sz w:val="24"/>
                <w:szCs w:val="24"/>
              </w:rPr>
              <w:t>1025480000215,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д.256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7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д.277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54.632677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83.308598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д.277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9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д.283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54.631320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83.308384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7E172F" w:rsidRPr="00644A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д.283, 291, 289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мкр. Индустриальный, д. 49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Общество с ограниченной ответственностью «ЖЭУ Центральное»,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1145476063864,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color w:val="222222"/>
                <w:sz w:val="24"/>
                <w:szCs w:val="24"/>
              </w:rPr>
              <w:t>г. Искитим, ул. Комсомольская, д. 15А</w:t>
            </w:r>
          </w:p>
          <w:p w:rsidR="007E172F" w:rsidRPr="002A1CEB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 w:rsidR="00712901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2-х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7E172F" w:rsidRPr="002A1CEB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712901" w:rsidRP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 xml:space="preserve">Собственник 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1-го контейнера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унитарное предприятие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овосибирска «Спецавтохозяйство»</w:t>
            </w:r>
          </w:p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1025401312287</w:t>
            </w:r>
          </w:p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овосибирск, Северный проезд,д.10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lastRenderedPageBreak/>
              <w:t>4/4*1,1=4,4</w:t>
            </w:r>
          </w:p>
        </w:tc>
      </w:tr>
      <w:tr w:rsidR="007E172F" w:rsidRPr="00E50C88" w:rsidTr="007E172F">
        <w:trPr>
          <w:trHeight w:val="52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д.285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54.631930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83.309215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12901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3*1,1=3,3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д.285, 287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Общество с ограниченной ответственностью «ЖЭУ Центральное»,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1145476063864,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color w:val="222222"/>
                <w:sz w:val="24"/>
                <w:szCs w:val="24"/>
              </w:rPr>
              <w:t>г. Искитим, ул. Комсомольская, д. 15А</w:t>
            </w:r>
          </w:p>
          <w:p w:rsidR="007E172F" w:rsidRPr="002A1CEB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</w:t>
            </w:r>
            <w:r w:rsidR="00712901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3-х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7E172F" w:rsidRPr="002A1CEB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2-х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унитарное предприятие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овосибирска «Спецавтохозяйство»</w:t>
            </w:r>
          </w:p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1025401312287</w:t>
            </w:r>
          </w:p>
          <w:p w:rsidR="00712901" w:rsidRDefault="00712901" w:rsidP="0071290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овосибирск, Северный проезд,д.10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12901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lastRenderedPageBreak/>
              <w:t>2/2</w:t>
            </w:r>
            <w:r w:rsidR="007E172F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</w:tr>
      <w:tr w:rsidR="007E172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д.291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54.630713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83.307906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1,1*2=2,2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«Магнит»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Акционерное общество «Тандер»,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1022301598549,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д.291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5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.356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54.620730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83.305675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Образовательное учреждение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казенное общеобразовательное учреждение города Искитима Новосибирской области «Коррекционная школа  №7»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sz w:val="24"/>
                <w:szCs w:val="24"/>
              </w:rPr>
            </w:pPr>
            <w:r w:rsidRPr="00103C1D">
              <w:rPr>
                <w:rStyle w:val="pseudo-link"/>
                <w:sz w:val="24"/>
                <w:szCs w:val="24"/>
              </w:rPr>
              <w:t>1045403643350</w:t>
            </w:r>
            <w:r w:rsidRPr="00103C1D">
              <w:rPr>
                <w:sz w:val="24"/>
                <w:szCs w:val="24"/>
              </w:rPr>
              <w:t> ,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ул. Советская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.356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РСО-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1/1*1,1=1,1</w:t>
            </w:r>
          </w:p>
        </w:tc>
      </w:tr>
      <w:tr w:rsidR="007E172F" w:rsidRPr="00E50C88" w:rsidTr="007E172F">
        <w:trPr>
          <w:trHeight w:val="47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1190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д.372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54.619405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83.309624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д.372, 370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0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д.374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54.619181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83.309689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д.374, 411, 409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2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д.376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54.620729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83.310250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д.376,  419, 378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2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Default="0075226D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д.38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54.621064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83.310220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9D3818" w:rsidRDefault="007E172F" w:rsidP="007E172F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3818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 ТКО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380, 382, 378, 388, 415, 417, 421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2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д.387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54.621064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83.310220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д.387, 385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2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д.389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54.620868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83.310252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д.389, 391, 379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д.397А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54.619995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83.311284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Автотранспортное предприятие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ПКФ «Купеческое подворье»,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1025404789475,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д.397А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8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д.397 Г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54.620275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83.311333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СТО, 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Пустотин Виталий Анатольевич,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312548310900161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8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д.403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54.620196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83.309913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д.403, 401, 405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д.408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54.615958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83.308921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д.408, 404, 406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01193B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1200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д.409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54.615959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83.308087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д.409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Default="0001193B" w:rsidP="007E172F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1201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54.615959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83.308087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9D3818" w:rsidRDefault="007E172F" w:rsidP="007E172F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7E172F" w:rsidRPr="009D381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9D3818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 ТКО-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Советская,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410, 412, 449, 451, 453, 455, 457, 459, 418, 420, 422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54.611220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83.320667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д.1, 2,  ул. Береговая, д.133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</w:t>
            </w: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54.611956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83.320771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</w:t>
            </w: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4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2/1, 2/2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6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54.611949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83.320687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д.5, 6, ул. Береговая, д.117,1 21, 119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6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54.612612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83.320711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д.8, 11, ул. Береговая, д.109, 111, 113, 115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54.613238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83.320676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54.614171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83.320913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54.615720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83.321024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54.616616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83.321430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д.24, 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54.617142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83.319431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д.26, 27, 90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54.616377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83.319665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д.29, 30, 88, 89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011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54.615860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83.319547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д.31, 86. 87, 85, 84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54.614845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83.319281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д.35, 83, 36, 82. 81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54.612561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83.318928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д.45, 47, 43, 46/2, 47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01193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54.611067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83.318750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*0.7=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F002A5" w:rsidRDefault="007E172F" w:rsidP="007E172F">
            <w:pPr>
              <w:jc w:val="center"/>
              <w:rPr>
                <w:sz w:val="24"/>
                <w:szCs w:val="24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г. Искитим, ул. Пушкина, д.51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9D3818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 ТКО-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д.51,50, 52, 68, 67, 66, 53, 56, 55, 57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а РСО-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7E172F" w:rsidRPr="002E5CE9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1/1*1,1=1,1</w:t>
            </w:r>
          </w:p>
        </w:tc>
      </w:tr>
      <w:tr w:rsidR="007E172F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д.72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54.6125283.318758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2*0,7=1.4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Default="007E172F" w:rsidP="007E172F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д.72,75,77,79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д.95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54.618237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83.321552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д.95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д.101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54.618170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83.320462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д.101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д.102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54.617872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83.320505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2*0.7=1,4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д.102, 91, 96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011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д.103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54.617591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83.320494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Солнечный ж/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д.103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портивная,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54.644405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83.285325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портивная, д.13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672B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103C1D" w:rsidRDefault="003F672B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портивная,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72B" w:rsidRPr="00103C1D" w:rsidRDefault="003F672B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54.644061</w:t>
            </w:r>
            <w:r w:rsidRPr="003F6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83.285262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103C1D" w:rsidRDefault="003F672B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103C1D" w:rsidRDefault="003F672B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103C1D" w:rsidRDefault="003F672B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3F672B" w:rsidRDefault="003F672B" w:rsidP="007E172F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103C1D" w:rsidRDefault="003F672B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103C1D" w:rsidRDefault="003F672B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портивная, д.17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72B" w:rsidRDefault="003F672B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011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портивная,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54.644249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83.284947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портивная, д.18, 15,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портивная,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54.643907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83.284872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Дома частного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портивная, д.19,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20, 21, 22. 24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7E172F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троительная,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54.649563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83.287885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троительная, д.4, 1, 2, 3, 6/1, 5/1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троительная,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54.649802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83.287655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троительная, д.6/2, 5/2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4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троительная, д.7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54.649846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83.287390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троительная, д.7/2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4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троительная, д.8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54.650138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83.287574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троительная, д.8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троительная,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54.650312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83.287218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троительная, д.9, 10,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троительная,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54.650607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83.287367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троительная, 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троительная,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54.650773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83.287122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троительная, д.15, 14, 13,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Станционная,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54.643130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83.296122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«Людмила»,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03C1D">
              <w:rPr>
                <w:rStyle w:val="copytarget"/>
                <w:sz w:val="24"/>
                <w:szCs w:val="24"/>
              </w:rPr>
              <w:t>1065472008733,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Станционная, д.1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1235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танционная,               д.1Б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54.643255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83.297103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«Магнит»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АО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«Тандер», 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03C1D">
              <w:rPr>
                <w:rStyle w:val="copytarget"/>
                <w:sz w:val="24"/>
                <w:szCs w:val="24"/>
              </w:rPr>
              <w:t>1022301598549,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sz w:val="24"/>
                <w:szCs w:val="24"/>
              </w:rPr>
              <w:t>Краснодарский край, город Краснодар, улица Им. Леваневского, дом 185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танционная,               д.1Б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54.643255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83.297103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ТЦ «ЖУМ»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И.П. Черских 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544605530105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Искитим </w:t>
            </w:r>
          </w:p>
          <w:p w:rsidR="007E172F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мкр. Индустриальныйд.32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кв.12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     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7E172F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Станционная,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54.643340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83.296492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5*0,7=3,5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 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ул. Станцион-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ная, д.1а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Товарищество собственников жилья «Станционная»,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03C1D">
              <w:rPr>
                <w:rStyle w:val="copytarget"/>
                <w:sz w:val="24"/>
                <w:szCs w:val="24"/>
              </w:rPr>
              <w:t>1145483000046,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Станционная,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танционная,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54.642005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83.295531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 «Техника»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Корбатова Людмила Александровна,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03C1D">
              <w:rPr>
                <w:rStyle w:val="copytarget"/>
                <w:sz w:val="24"/>
                <w:szCs w:val="24"/>
              </w:rPr>
              <w:t>304547229200035,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5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танционная,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54.643225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83.295306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Ж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/Д Вокзал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Открытое акционерное общество «Российские железные дороги»,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03C1D">
              <w:rPr>
                <w:rStyle w:val="copytarget"/>
                <w:sz w:val="24"/>
                <w:szCs w:val="24"/>
              </w:rPr>
              <w:t>1037739877295,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танционная,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ул.2-яСтанционная,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54.648171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83.292640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ул.2-яСтанционная,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ул.2-яСтанционная,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54.648307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83.292898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83.292898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ул.2-яСтанционная, д.6,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ул.2-яСтанционная,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54.648460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83.293133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Станционная, д.10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ул.2-яСтанционная,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54.649294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83.292715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Станционная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ул.2-яСтанционная,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54.649779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83.292313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Станционная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7E172F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51476B" w:rsidP="007E1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ул.2-яСтанционная,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54.650136</w:t>
            </w:r>
          </w:p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83.291856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172F" w:rsidRPr="00103C1D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ул.2-яСтанционная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172F" w:rsidRPr="00A50AA8" w:rsidRDefault="007E172F" w:rsidP="007E172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ул.2-яСтанционная,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54.650602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83.391570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Станционная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50AA8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ул.2-яСтанционная,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54.650916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83.291330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Станционная,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50AA8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ул.2-яСтанционная,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54.651171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83.290915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ул.2-яСтанционная,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50AA8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Суворова,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54.623097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83.283286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Суворова, д.18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50AA8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Суворова,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54.622916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83.283397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Суворова, д.20, 18, 19, 1, 2,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50AA8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Суворова, 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54.620986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83.283601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Суворова, д.27, 28, 29, 30, 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50AA8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042FC8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2FC8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2FC8" w:rsidRPr="00103C1D" w:rsidRDefault="00042FC8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уворова,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42FC8" w:rsidRPr="00103C1D" w:rsidRDefault="00042FC8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54.620787</w:t>
            </w:r>
            <w:r w:rsidRPr="00042FC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83.283127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2FC8" w:rsidRPr="00103C1D" w:rsidRDefault="00042FC8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2FC8" w:rsidRPr="00103C1D" w:rsidRDefault="00042FC8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2FC8" w:rsidRPr="00103C1D" w:rsidRDefault="00042FC8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2FC8" w:rsidRPr="00042FC8" w:rsidRDefault="00042FC8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2FC8" w:rsidRPr="00103C1D" w:rsidRDefault="00042FC8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2FC8" w:rsidRPr="00103C1D" w:rsidRDefault="00042FC8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.С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уворова, д.32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2FC8" w:rsidRDefault="00042FC8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Суворова, д.35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54.620438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83.283644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Суворова, д.35, 33, 34, 36, 37, 37а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50AA8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Суворова, д.38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54.620235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83.283322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Суворова, д.38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Театральная,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54.573818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83.330755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.Т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еатральная,д.1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C83B74" w:rsidRPr="002A1CEB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 xml:space="preserve">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C83B74" w:rsidRPr="002A1CEB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C83B74" w:rsidRPr="002E5CE9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C83B74" w:rsidRPr="002E5CE9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C83B74" w:rsidRPr="002E5CE9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В-701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2/2*1,1=2,2</w:t>
            </w:r>
          </w:p>
        </w:tc>
      </w:tr>
      <w:tr w:rsidR="00C83B74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Театральная,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54.571381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83.328963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.Т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еатральная,д.9, 13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C83B74" w:rsidRPr="002A1CEB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C83B74" w:rsidRPr="002A1CEB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C83B74" w:rsidRPr="002E5CE9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C83B74" w:rsidRPr="002E5CE9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C83B74" w:rsidRPr="002E5CE9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4/4*1,1=4,4</w:t>
            </w:r>
          </w:p>
        </w:tc>
      </w:tr>
      <w:tr w:rsidR="00C83B74" w:rsidRPr="00E50C88" w:rsidTr="007E172F">
        <w:trPr>
          <w:trHeight w:val="58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Терешковой,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54.636894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83.312103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Терешковой, д.3, 4,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Терешковой,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54.637118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83.312983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Терешковой, д.7, 5, 8,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.Т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ерешковой,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54.637065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83.312870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.Т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ерешковой, д.9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.Т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ерешковой,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54.637595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83.314404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.Т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ерешковой, д.21, 17, 19, 20, 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.Т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ерешковой,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54.637628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83.315158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.Т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ерешковой, д.29, 31, 33, 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011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Тельмана,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54.660726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83.323362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Тельмана, д.4. 2, 3, 5, 10,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Тельмана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54.661101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83.324267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E67960" w:rsidRDefault="00C83B74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.Т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ельмана.д.12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Тельмана,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54.661450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83.325111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Тельмана, д.18, 15, 17, 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Тельмана, д.34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54.662274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83.327079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Тельмана, д. 20, 31, 33, 35, 32, 40, 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Тельмана, д.45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54.661885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83.327931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Тельмана, д.45, 44, 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Тельмана, д.49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54.661543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83.327148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Тельмана, д.47, 48, 51, 50, 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011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Тельмана, д.55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54.661276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83.326756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Тельмана, д.55, 53, 54, 60, 58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Толстого, д.3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54.654342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83.294575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Толстого, д.3, 5, 7 2,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Толстого, д.</w:t>
            </w: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54.653782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83.295500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Толстого, д.</w:t>
            </w: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11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13, 12, 10, 9,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011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Толстого, д.</w:t>
            </w: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54.653324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83.296603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Толстого, д.</w:t>
            </w: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19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23, 21, 16,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56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Толстого, д.33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54.652617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83.298536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Толстого, д.33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Толстого,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54.652505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83.298676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Толстого, д.35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Толстого,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54.652407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83.298935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Толстого, д.37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Толстого, д.</w:t>
            </w: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54.651274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83.300072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Толстого, д.</w:t>
            </w: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43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46, 42, 40а, 41, 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Толстого, д.56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54.650055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83.300941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Толстого, д.56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Толстого, д.65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54.649530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83.301553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Толстого, д.65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Толстого, д.6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54.648503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83.302054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Толстого, д.66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68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Томская, д. 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54.643689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83.304842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2*1,1=2,2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 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.Т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омская,д.1а;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Стоматологическая клиника – 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.Р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адиаторная, 19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C83B74" w:rsidRPr="002A1CEB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>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C83B74" w:rsidRPr="002A1CEB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C83B74" w:rsidRPr="002E5CE9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C83B74" w:rsidRPr="002E5CE9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C83B74" w:rsidRPr="002E5CE9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1/1*1,1=1,1</w:t>
            </w:r>
          </w:p>
        </w:tc>
      </w:tr>
      <w:tr w:rsidR="00C83B74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Томская, д.9а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54.644868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83.308060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Детский сад-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МБДОУ №4 «Теремок»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Собственник контейнера ТКО-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бюджетное дошкольное общеобразовательное учреждение № 4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д/с «Теремок»,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03C1D">
              <w:rPr>
                <w:rStyle w:val="copytarget"/>
                <w:sz w:val="24"/>
                <w:szCs w:val="24"/>
              </w:rPr>
              <w:t>1025404791334,</w:t>
            </w:r>
          </w:p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Томская, д.9а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</w:t>
            </w:r>
          </w:p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C83B74" w:rsidRPr="002E5CE9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C83B74" w:rsidRPr="002E5CE9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C83B74" w:rsidRPr="002E5CE9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Искитим, ул.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Пушкина, д.51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1/1*1,1=1,1</w:t>
            </w:r>
          </w:p>
        </w:tc>
      </w:tr>
      <w:tr w:rsidR="00C83B74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Томская,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54.644632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83.311571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iCs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Томская, д. 26, 28, 30, 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Томская,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54.645092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83.313465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iCs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Томская, д.35, 34, 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Томская, д.45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54.645384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83.314876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iCs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Томская, д.33, 37, 43. 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51476B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Томская, д.47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54.645656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83.315598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3*0.7=2,1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Томская, д.47, 46, 48, 54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7B30BC" w:rsidP="00514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.Т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ранспортная,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54.648593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83.285579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1*0,7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.Т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ранспортная,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.Т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ранспортная,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54.647046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83.284414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.Т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ранспортная,д. 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514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.Т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ранспортная,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54.645806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83.284173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.Т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ранспортная,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д.45, 35, 37, 41, 43, 47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7B30BC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Трасса Р-246  60км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0F130F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54.622240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83.267563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0F130F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АЗС –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ООО АГЗС «Коченево»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0F130F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«АГЗС Коченево»,</w:t>
            </w:r>
            <w:r w:rsidRPr="000F130F">
              <w:rPr>
                <w:sz w:val="24"/>
                <w:szCs w:val="24"/>
              </w:rPr>
              <w:t xml:space="preserve"> </w:t>
            </w:r>
            <w:r w:rsidRPr="000F130F">
              <w:rPr>
                <w:rStyle w:val="copytarget"/>
                <w:sz w:val="24"/>
                <w:szCs w:val="24"/>
              </w:rPr>
              <w:t>1155476040268,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0F130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Трасса Р-246  60км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Трудовая, д. 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54.650446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83.305694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ул. Трудовая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  4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C83B74" w:rsidRPr="002A1CEB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C83B74" w:rsidRPr="002A1CEB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lastRenderedPageBreak/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C83B74" w:rsidRPr="002E5CE9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C83B74" w:rsidRPr="002E5CE9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C83B74" w:rsidRPr="002E5CE9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1/1*1,1=1,1</w:t>
            </w:r>
          </w:p>
        </w:tc>
      </w:tr>
      <w:tr w:rsidR="00C83B74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Трудовая, д. 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54.651469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83.305075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Трудовая, д. 13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2A1CEB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C83B74" w:rsidRPr="002A1CEB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C83B74" w:rsidRPr="002E5CE9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C83B74" w:rsidRPr="002E5CE9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C83B74" w:rsidRPr="002E5CE9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1/1*1,1=1,1</w:t>
            </w:r>
          </w:p>
        </w:tc>
      </w:tr>
      <w:tr w:rsidR="00C83B74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7B30BC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Трудовая, д.2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54.653384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83.303134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Трудовая, д.21, 23, 25,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Трудовая,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54.654101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83.302496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Трудовая, д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18, 20, 22. 24, 29, 31, 26, 28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7B30BC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Трудовая,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54.654672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83.301816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Трудовая, д. 32, 30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41, 43, 45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47, 44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36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34.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Трудовая,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54.654292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83.301908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Трудовая, д.33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Трудовая,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54.654516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83.301806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Трудовая, д.35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Трудовая, д.39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54.655054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83.301254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Трудовая, д.39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А, 37, 38, 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Трудовая, д.42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54.655475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83.300931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Трудовая, д.42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Трудовая, д.46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54.655819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83.300567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Трудовая, д.46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Тургенева, д. 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54.649586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83.324064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Тургенева, д. 5, 1,  3а,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Тургенева, д. 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54.649511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83.323775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Тургенева, д.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Тургенева, д. 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54.649714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83.325663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Тургенева, д.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Тургенева, д. 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54.649565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83.324640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Тургенева, д.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514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Тургенева, д. 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54.649791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83.326825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Тургенева, д.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514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Тургенева, д. 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54.649822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83.327922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Тургенева, д.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Тургенева, д. 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54.649699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83.326297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Тургенева, д. 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Тургенева, д.40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54.649978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83.330753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Тургенева, д.38,28,26,27,31,34,36,38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C83B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Тургенева,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54.649073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83.323432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Тургенева, д.4, 3, 5, 6,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A95BF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C83B7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1309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Уклонная,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54.641101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83.287356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FF0000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Уклонная, д.23,27, 29, 31, 33, 35, 37, 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EA064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C83B7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1310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Уклонная,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 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54.643756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83.287544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FF0000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FF0000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Уклонная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 30, 28, 32, 34, 36, 38, 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EA0641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7B30BC" w:rsidP="00C83B7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1311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Уклонная,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 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54.641655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83.289059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Уклонная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 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9,41,9,10,11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7B30BC" w:rsidP="00C83B7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1312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Уклонная,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 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54.641859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83.286677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C83B74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Уклонная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 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6,45,6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C83B7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1313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Уклонная,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 49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54.641913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83.290479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FF0000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FF0000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Уклонная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 49, 41 ,43,  47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9B3C58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7B30BC" w:rsidP="00C83B7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1314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Уклонная,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54.639707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83.285346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Уклонная, д.64, 62,60,66,68,70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7B30BC" w:rsidP="00C83B7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1315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Уклонная,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54.6351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83.2808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7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C83B74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Уклонная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82,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 94, 97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7B30BC" w:rsidP="00C83B7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1316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Уклонная,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д. 96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54.635198</w:t>
            </w:r>
          </w:p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83.280866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C83B74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Уклонная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 102, 104, 107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96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Default="007B30BC" w:rsidP="00C83B7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1317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Уклонный,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54.642198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83.288844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Уклонный, д. 7, 9,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C83B74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7B30BC" w:rsidP="00C83B7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1318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Уклонный,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54.642198</w:t>
            </w:r>
          </w:p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83.288844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0C7CC0" w:rsidRDefault="00C83B74" w:rsidP="00C83B74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FF0000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3B74" w:rsidRPr="00103C1D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color w:val="FF0000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Уклонный, д.10, 12,13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B74" w:rsidRPr="009B3C58" w:rsidRDefault="00C83B74" w:rsidP="00C83B7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краинская, д.1в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54.625024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83.292706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 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краинская,1в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Искитима Новосибирской области, 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Украинская,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54.624377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83.292685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Украинская, д.1, 2, 3, 4, 5, 6, 7, 8, 15, 16, 17, 18, 20, 21, 22, 23, 24, 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краинская, д.2а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54.624526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83.292438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Мебельная фабрика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ответственность производственное предприятие «Мебельная мануфактура»,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1145483000190, 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Украинская, д.2а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B50373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7E1B99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краинская, д.1</w:t>
            </w:r>
            <w:r w:rsidRPr="007E1B9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54.623871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83.292435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7E1B9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Украинская, д.1</w:t>
            </w:r>
            <w:r w:rsidRPr="007E1B9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9, 11, 12,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краинская,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54.623510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83.292659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7E1B9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Украинская, д.13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краинская,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54.623130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83.292729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Украинская, д.19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54.62283883.292260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C9455E" w:rsidRDefault="00B50373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Украинская,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20,21,22,23,17,18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краинская, 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54.622346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83.292729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Украинская, д.27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краинская,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54.620800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83.292712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Украинская, д.33, 30, 31, 32, 34, 35, 36, 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краинская,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54.620386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83.292525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Украинская, д.38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краинская, д.41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54.620039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83.292770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807867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Украинская, д.41, 39, 40, 42, 43,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краинская, д.4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54.619864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83.292522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60747F" w:rsidRDefault="00B50373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Украинская, д.4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4,46,48,45,47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4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краинская, д.49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54.619345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83.292794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Украинск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ая, д.49, 45, 46, 47, 48, 52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4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54.619332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83.292554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50318C" w:rsidRDefault="00B50373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Украинская,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50,52,54,49,51,53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0 </w:t>
            </w:r>
          </w:p>
        </w:tc>
      </w:tr>
      <w:tr w:rsidR="00B50373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краинская, д.55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54.617611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83.289753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Акционерное общество «Агрофирма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Лебедевская»,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03C1D">
              <w:rPr>
                <w:rStyle w:val="copytarget"/>
                <w:sz w:val="24"/>
                <w:szCs w:val="24"/>
              </w:rPr>
              <w:t>1025404669454,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краинская, д.55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B50373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краинская, д.55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54.617493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83.289737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бункер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2*1,1=2,2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Фирма  по производству мороженого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«Гроспирон»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Фирма «Гроспирон»,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03C1D">
              <w:rPr>
                <w:rStyle w:val="copytarget"/>
                <w:sz w:val="24"/>
                <w:szCs w:val="24"/>
              </w:rPr>
              <w:t>1095472001932,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краинская, д.55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краинская, д.56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54.619183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83.291187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6,4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краинская, д.58, 60, 56;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пр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.Ю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билейный д.7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D64D8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площадки, контейнеров ТКО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Искитима Новосибирской области, 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</w:t>
            </w:r>
          </w:p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B50373" w:rsidRPr="002E5CE9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B50373" w:rsidRPr="002E5CE9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B50373" w:rsidRPr="002E5CE9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3/3*1,1=3,3</w:t>
            </w:r>
          </w:p>
        </w:tc>
      </w:tr>
      <w:tr w:rsidR="00B50373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Украинская, д.60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54.619107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83.289304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Торговый павильон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Хохлов Василий Сергеевич,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Style w:val="copytarget"/>
                <w:sz w:val="24"/>
                <w:szCs w:val="24"/>
              </w:rPr>
              <w:t>310544518800025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7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7B30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Урицкого,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54.662745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83.282172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Урицкого, д.1, 2, 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Урицкого,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54.662627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83.282464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Урицкого, д.4, 5,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Урицкого,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54.662195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83.282834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Урицкого, д.9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Урицкого,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54.662254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83.283009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F672B" w:rsidP="00B50373">
            <w:pPr>
              <w:rPr>
                <w:sz w:val="24"/>
                <w:szCs w:val="24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Урицкого, д.11,</w:t>
            </w:r>
            <w:r w:rsidR="00B50373"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6, 8, 10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3F672B" w:rsidRPr="00E50C88" w:rsidTr="007E172F">
        <w:trPr>
          <w:trHeight w:val="4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103C1D" w:rsidRDefault="003F672B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рицкого,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72B" w:rsidRPr="00103C1D" w:rsidRDefault="003F672B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54.662099</w:t>
            </w:r>
            <w:r w:rsidRPr="003F672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83.283187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103C1D" w:rsidRDefault="003F672B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103C1D" w:rsidRDefault="003F672B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103C1D" w:rsidRDefault="003F672B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3F672B" w:rsidRDefault="003F672B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103C1D" w:rsidRDefault="003F672B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672B" w:rsidRPr="00103C1D" w:rsidRDefault="003F672B" w:rsidP="00B50373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.У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рицкого, д.13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672B" w:rsidRDefault="003F672B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4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Урицкого,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54.661669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83.283191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Урицкого, д.15, 17, 14, 16, 18,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33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Урицкого,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54.661066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83.283687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Урицкого, д.22, 24, 23, 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33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7B30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B30BC">
              <w:rPr>
                <w:sz w:val="24"/>
                <w:szCs w:val="24"/>
              </w:rPr>
              <w:t>344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Урицкого, д.25Б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54.660599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83.284599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i/>
                <w:noProof/>
                <w:kern w:val="3"/>
                <w:sz w:val="24"/>
                <w:szCs w:val="24"/>
              </w:rPr>
              <w:drawing>
                <wp:inline distT="0" distB="0" distL="0" distR="0">
                  <wp:extent cx="9248775" cy="1714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87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Урицкого,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54.660718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83.283950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Урицкого, д.26, 28, 25а, 25в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Урицкого,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54.660266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83.284417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Урицкого, д.29, 27, 32, 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A95BF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Фрунзе,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54.630804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83.312882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Фрунзе, д. 1, 2, 3, 5, 6. 7,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Фрунзе,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54.631022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83.311729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Фрунзе, д.9, 10, 11, 12, 13. 14. 15,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614823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308133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54.614479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83.308223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614477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308546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54.614227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83.308722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54.614181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83.308610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54.613900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83.309028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i/>
                <w:noProof/>
                <w:kern w:val="3"/>
                <w:sz w:val="24"/>
                <w:szCs w:val="24"/>
              </w:rPr>
              <w:drawing>
                <wp:inline distT="0" distB="0" distL="0" distR="0">
                  <wp:extent cx="9248775" cy="1714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87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54.613642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83.309210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д.13, 12, 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54.613710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83.309001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54.613510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83.309005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54.613387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83.309248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д.17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54.613225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83.309570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54.612637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83.310133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Фурманова,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Целинная,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54.600459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83.315210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МКД-ул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.Ц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елинная,д.3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Искитима Новосибирской области, 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Цементная,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54.649287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83.288689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Цементная, д.2, 6. 8,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5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Цементная, д.5/1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54.649651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83.288541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Цементная, д.5/1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Цементная,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54.650201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83.288559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Цементная, д.9, 11, 20/1, 18/1, 18/2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Цементная,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54.649318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83.289045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Цементная, д.14/2, 1, 12, 16/1, 5/2, 7/1, 7/2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Цементная, д.11/2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54.650472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83.288504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Цементная, д.11/2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Цементная,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54.649666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83.288934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Цементная, д.22/1, 22/2, 24. 26, 28, 13, 15,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Цементная, д.14/1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54.649688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83.289098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Цементная, д.14/1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Центральная,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54.572868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83.325438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теплица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«Роза Искитим»,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03C1D">
              <w:rPr>
                <w:rStyle w:val="copytarget"/>
                <w:sz w:val="24"/>
                <w:szCs w:val="24"/>
              </w:rPr>
              <w:t>1145476128214,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Центральная, д.15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1370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Центральная,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54.572931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83.327067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Центральная, д.16,18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B50373" w:rsidRPr="002A1CE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B50373" w:rsidRPr="002A1CE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B50373" w:rsidRPr="002E5CE9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Администрация г. Искитима Новосибирской 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области,</w:t>
            </w:r>
          </w:p>
          <w:p w:rsidR="00B50373" w:rsidRPr="002E5CE9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B50373" w:rsidRPr="002E5CE9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2/2*1,1=2,2</w:t>
            </w:r>
          </w:p>
        </w:tc>
      </w:tr>
      <w:tr w:rsidR="00B50373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Центральная,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54.573362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83.326238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*1,1=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Центральная, д.20,22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B50373" w:rsidRPr="002A1CE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B50373" w:rsidRPr="002A1CE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B50373" w:rsidRPr="002E5CE9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B50373" w:rsidRPr="002E5CE9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B50373" w:rsidRPr="002E5CE9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2/2*1,1=2,2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.Ц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ентральная,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54.575375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83.325138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магазин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«Мария-Ра»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«Розница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К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-1»,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03C1D">
              <w:rPr>
                <w:rStyle w:val="copytarget"/>
                <w:sz w:val="24"/>
                <w:szCs w:val="24"/>
              </w:rPr>
              <w:t>1052242262478,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.Ц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ентральная, д.26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 Цеткин, д.5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65D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54.661089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83.322003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Клары Цеткин, д.5, 1, 2, 3,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Цеткин, д.15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65D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54.661549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83.323264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Клары Цеткин, д.15, 17, 14, 21, 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Цеткин</w:t>
            </w:r>
            <w:proofErr w:type="gramStart"/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  <w:proofErr w:type="gramEnd"/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</w:t>
            </w:r>
            <w:proofErr w:type="gramEnd"/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65D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54.662112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83.324546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Клары Цеткин</w:t>
            </w:r>
            <w:proofErr w:type="gramStart"/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</w:t>
            </w:r>
            <w:proofErr w:type="gramEnd"/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</w:t>
            </w:r>
            <w:proofErr w:type="gramEnd"/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.25, 20, 22,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Цеткин,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65D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54.662472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83.325700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Клары Цеткин, д.26, 28, 31, 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Цеткин, д.29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65D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54.662321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83.325090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Клары Цеткин, д.29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Цеткин,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65D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54.662569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83.325937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Клары Цеткин, д.30, 32,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65D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Цеткин, д.3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65D1D" w:rsidRDefault="00B50373" w:rsidP="00B5037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72601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54.66297283.326892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65D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65D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0.7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65D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65D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65D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65D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Клары Цеткин, д. 34,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36, </w:t>
            </w: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65D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65D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Чайкиной,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54.646455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83.307304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Чайкиной, д.20, 17, 15,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Чайкиной,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54.646619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83.308448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Чайкиной, д.26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4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.Ч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айковского,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54.624193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83.281350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.Ч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айковского, д.5, 3,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.Ч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айковского,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54.623950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83.281350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.Ч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айковского,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7B30BC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Чайковского,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54.620402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83.281561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3*0.7=2,1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Чайковского, д.37, 29,27, 28, 30, 31, 32,33, 34, 35. 36, 38, 39, 40, 41, 42, 43, 44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Чапаева,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54.360356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83.297135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Чапаева, д.1А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площадки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– Администрация г. Искитима Новосибирской области,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  <w:p w:rsidR="00B50373" w:rsidRPr="002A1CE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ТК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-</w:t>
            </w:r>
            <w:proofErr w:type="gramEnd"/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ограниченной ответственность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«Экология-Новосибирск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»,</w:t>
            </w:r>
          </w:p>
          <w:p w:rsidR="00B50373" w:rsidRPr="002A1CE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1125476156211</w:t>
            </w: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</w:t>
            </w:r>
          </w:p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A1CE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г. Новосибирск, ул.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Октябрьская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.42, офис 200</w:t>
            </w:r>
          </w:p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Собственник 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РСО-</w:t>
            </w:r>
          </w:p>
          <w:p w:rsidR="00B50373" w:rsidRPr="002E5CE9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Администрация г. Искитима Новосибирской области,</w:t>
            </w:r>
          </w:p>
          <w:p w:rsidR="00B50373" w:rsidRPr="002E5CE9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1035404788210,</w:t>
            </w:r>
          </w:p>
          <w:p w:rsidR="00B50373" w:rsidRPr="002E5CE9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г. Искитим, ул. Пушкина, д.51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3/3*1,1=3,3</w:t>
            </w:r>
          </w:p>
        </w:tc>
      </w:tr>
      <w:tr w:rsidR="00B50373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1386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Чапаева,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54.360356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83.297135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2*1.1=2,2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 мусоросборная камера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МКД – 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Чапаева, д.1а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Общество с 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ограниченной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ответственность «Управляющая компания ЖЭУ-2», 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03C1D">
              <w:rPr>
                <w:rStyle w:val="copytarget"/>
                <w:sz w:val="24"/>
                <w:szCs w:val="24"/>
              </w:rPr>
              <w:t>1145476125453,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</w:pPr>
            <w:r w:rsidRPr="00103C1D">
              <w:rPr>
                <w:sz w:val="24"/>
                <w:szCs w:val="24"/>
              </w:rPr>
              <w:t xml:space="preserve">город Искитим, </w:t>
            </w:r>
            <w:r w:rsidRPr="00103C1D">
              <w:rPr>
                <w:sz w:val="24"/>
                <w:szCs w:val="24"/>
              </w:rPr>
              <w:lastRenderedPageBreak/>
              <w:t>Индустриальный микрорайон, дом 21, квартира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B50373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Челюскинцев,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54.657552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83.288859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Челюскинцев,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Челюскинцев,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54.657266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83.289008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Челюскинцев, д.5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2034E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30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Челюскинцев, д.12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54.656544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83.288671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Челюскинцев, д.12, 10,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Челюскинцев, д.27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54.665333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83.289368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Челюскинцев, д.27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Челюскинцев,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54.654261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83.290001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Челюскинцев, д.28, 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Челюскинцев,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54.654346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83.290117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Челюскинцев, д.37, 41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Черепановская,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54.628742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83.309211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Черепановская, д.18,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Черепановская,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54.628833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83.309536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Черепановская, д.22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Черепановская,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54.628856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83.310100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Черепановская, д.24, 26, 28, 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Черепановская, д. 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54.628869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83.311035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Черепановская, д. 30, 37, 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Черепановская, д. 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54.628877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83.311341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Черепановская, д. 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Черепановская,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54.628872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83.312012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Черепановская, д.36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Черепановская, д.38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54.628889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83.312340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Черепановская, д.38, 45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Черепановская, д.38А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54.628892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83.312894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Черепановская, д.38А, 53, 51, 49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Черепановская, д.41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54.628947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83.311695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Черепановская, д.41, 43, 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.Ч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ернореченская,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54.659709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83.277965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.Ч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ернореченская, д.2, 2а, 1а, 1,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.Ч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ернореченская,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54.660093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83.278229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.Ч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ернореченская, д.4, 6, 8, 3, 14,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6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.Ч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ернореченская,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54.659552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83.277789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.Ч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ернореченская, д.5,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.Ч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ернореченская,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54.659435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83.277638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.Ч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ернореченская, д.20, 18, 16, 13, 11,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Чернышевского,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54.649053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83.296837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Чернышевского, д.1а, 1, 3, 5, 7, 9, 15, 12, 8, 6, 4,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8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Чернышевского,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54.648242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83.297344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Чернышевского, д.10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Чернышевского, д.13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54.647756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83.297961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Чернышевского, д.13, 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297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Чернышевского,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54.647887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83.297639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Чернышевского,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6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Чернышевского, д.20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54.647377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83.298128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Чернышевского, д.20, 17,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6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Чехова,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54.659547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83.290832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Чехова, д.4, 12, 3а, 3, 5, 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6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Чехова,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54.658888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83.290574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Чехова, д.7, 8, 9, 11, 13, 15, 17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Чехова,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54.659943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83.290647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Чехова, д.8, 10, 10а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37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Чехова,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54.659539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83.290615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Чехова, д.14, 16, 18, 21, 27, 29, 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Чехова,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54.659541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83.289673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Чехова, д.20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Чехова, д.22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54.659541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83.288654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Чехова, д.22, 28, 30, 32, 34, 36. 38, 40, 42, 45, 43, 41, 39, 37, 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Чехова,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54.659429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83.289598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Чехова,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Чехова,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54.659360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83.289260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Чехова,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Чехова,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54.659407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83.287269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Чехова, д.28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Чкалова,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54.641286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83.310607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Асфальт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Административное здание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Горохова Наталья Анатольевна,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312041124700068,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Общество с ограниченной ответственностью «Стандарт»,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03C1D">
              <w:rPr>
                <w:rStyle w:val="copytarget"/>
                <w:sz w:val="24"/>
                <w:szCs w:val="24"/>
              </w:rPr>
              <w:t>1025404789750,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Чкалова, д.3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Чкалова,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54.641289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83.312603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Чкалова, д.28, 26, 24, 22, 18, 20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Чкалова,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54.641347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83.312939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Чкалова, д.30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Чкалова, д.32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54.641515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83.313186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Чкалова, д.32,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6E5221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Чкалова, д.44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54.642098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83.314489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Чкалова, д. 23, 25, 44, 46, 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Шевченко,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54.655622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83.284539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Шевченко, д.6, 4, 8, 5, 7,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FF2C0C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Шевченко,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54.655790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83.285188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Шевченко, д.10, 11, 12,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FF2C0C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A22508" w:rsidRPr="00E50C88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2508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2508" w:rsidRPr="00103C1D" w:rsidRDefault="00A22508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.Ш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евченко,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2508" w:rsidRPr="00103C1D" w:rsidRDefault="00A22508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54.655855</w:t>
            </w:r>
            <w:r w:rsidRPr="00A2250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83.285792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2508" w:rsidRPr="00103C1D" w:rsidRDefault="00A22508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2508" w:rsidRPr="00103C1D" w:rsidRDefault="00A22508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2508" w:rsidRPr="00103C1D" w:rsidRDefault="00A22508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2508" w:rsidRPr="00A22508" w:rsidRDefault="00A22508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2508" w:rsidRPr="00103C1D" w:rsidRDefault="00A22508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2508" w:rsidRPr="00103C1D" w:rsidRDefault="00A22508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.Ш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евченко,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2508" w:rsidRDefault="00A22508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Шевченко,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54.655986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83.286003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Шевченко, д.16, 14, 15, 17, 18, 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FF2C0C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Шевченко,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54.655864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83.287116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Шевченко, д.24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FF2C0C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Шевченко,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54.655456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83.287165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Шевченко, д.28, 30, 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FF2C0C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42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 w:cs="Arial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iCs/>
                <w:kern w:val="3"/>
                <w:sz w:val="24"/>
                <w:szCs w:val="24"/>
                <w:lang w:eastAsia="zh-CN" w:bidi="hi-IN"/>
              </w:rPr>
              <w:t>1431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Шевченко, д.33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54.655662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83.283753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Шевченко, д.33, 35, 29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FF2C0C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Шевченко,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54.654760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83.287261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Шевченко, д.36, 38, 34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FF2C0C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Шевченко, д.55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54.654156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83.287567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Шевченко, д.55, 57, 59, 61. 65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FF2C0C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Шевченко,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54.654915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83.286352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Шевченко, д.9, 10, 8, 7, 5, 6, 11, 12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FF2C0C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Шипуновский,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54.591859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83.324121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Шипуновский,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54.593084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83.320326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д.1, 3.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Шипуновский,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54.591368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83.322995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Шипуновский, д.5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54.592112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83.324886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 14, 16, 18, 13, 9, 7, 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FF2C0C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54.590685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83.327550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д.21, 17, 19, 23, 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д.31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54.590682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83.330196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д.31, 29, 27а, 27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FF2C0C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54.590536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83.330421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FF2C0C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1442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54.590598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83.330712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FF2C0C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54.590393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83.330496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 37, 37а, 43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FF2C0C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д.38а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54.590544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83.328068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д.38а, 32, 34, 30, 40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54.589875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83.330840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д.39, 42, 44б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FF2C0C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д.44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54.589451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83.331098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д.45, 47,  44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FF2C0C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д.45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54.589252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83.332019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 48, 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FF2C0C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E50C88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54.589059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83.332128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д.44. 46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FF2C0C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д.47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54.588909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83.332708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д.47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д.52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54.588261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83.333512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д.52, 54, 56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д.58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54.587655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83.334743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д.58, 60, 70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д.70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54.586633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83.336643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Шипуновская, д.70, 76, 78, 80, 82, 68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Шипуновский кв.д. 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54.600285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83.325749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Шипуновский кв.д.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Шипуновский кв.д. 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54.602061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83.330095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Шипуновский кв.д.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Шипуновский кв.д. 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54.601906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83.328199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Шипуновский кв.д. 24, 21, 28, 18, 23, 25, 22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 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54.653699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83.291937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1457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 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54.653699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83.291937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54.654606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83.292070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54.654767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83.292488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д.8, 9, 10, 11, 12, 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491D6C" w:rsidRPr="002477CB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Pr="00103C1D" w:rsidRDefault="00491D6C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.Ш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кольная,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1D6C" w:rsidRPr="00103C1D" w:rsidRDefault="00491D6C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54.655563</w:t>
            </w:r>
            <w:r w:rsidRPr="00491D6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83.293123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Pr="00103C1D" w:rsidRDefault="00491D6C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Pr="00103C1D" w:rsidRDefault="00491D6C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Pr="00103C1D" w:rsidRDefault="00491D6C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Pr="00491D6C" w:rsidRDefault="00491D6C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Pr="00103C1D" w:rsidRDefault="00491D6C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Pr="00103C1D" w:rsidRDefault="00491D6C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.Ш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кольная, д.18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1D6C" w:rsidRPr="002477CB" w:rsidRDefault="00491D6C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д.19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54.655886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83.292895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491D6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д.19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д.21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54.656149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83.293098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д.24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54.656210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83.293421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78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54.656508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83.293303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0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54.656558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83.293555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д.26, 27, 28, 30, 31, 32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3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54.657181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83.293980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д.33, 34, 35, 36, 37, 38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д.41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54.659031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83.294318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Спортивная школа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автономное образовательное учреждение  дополнительного образования детск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о-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юношеская спортивная школа,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Style w:val="copytarget"/>
                <w:sz w:val="24"/>
                <w:szCs w:val="24"/>
              </w:rPr>
            </w:pPr>
            <w:r w:rsidRPr="00103C1D">
              <w:rPr>
                <w:rStyle w:val="copytarget"/>
                <w:sz w:val="24"/>
                <w:szCs w:val="24"/>
              </w:rPr>
              <w:t>1025404788310,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Школьная, д.41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Школьный,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54.658366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83.295138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491D6C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491D6C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4*0,7=2,8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491D6C" w:rsidP="00B50373">
            <w:pPr>
              <w:jc w:val="center"/>
              <w:rPr>
                <w:sz w:val="24"/>
                <w:szCs w:val="24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пер. Школьный, д.2, 1, 3, 4, 5, 6, 7, 8, 9, 10, 11, 12, 13, 14, 15, 17, </w:t>
            </w: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491D6C" w:rsidRPr="002477CB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1469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Pr="00103C1D" w:rsidRDefault="00042FC8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="00491D6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.Ш</w:t>
            </w:r>
            <w:proofErr w:type="gramEnd"/>
            <w:r w:rsidR="00491D6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мидта, д.6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1D6C" w:rsidRPr="00103C1D" w:rsidRDefault="00042FC8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54.659958</w:t>
            </w:r>
            <w:r w:rsidRPr="00042FC8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83.275879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Default="00491D6C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Default="00491D6C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Pr="00103C1D" w:rsidRDefault="00491D6C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Default="00491D6C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Pr="00103C1D" w:rsidRDefault="00491D6C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1D6C" w:rsidRPr="00103C1D" w:rsidRDefault="00491D6C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.Ш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мидта, д.6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1D6C" w:rsidRPr="002477CB" w:rsidRDefault="00491D6C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3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Шмидта, д.8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54.660120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83.275735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Шмидта, д.8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Шмидта,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54.660355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83.276459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Шмидта, д.10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Шмидта,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54.660323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83.276234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Шмидта, д. 6, 7, 9, 11, 13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89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Шмидта, д.33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54.660952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83.277864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Шмидта, д.33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Шмидта, д.35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54.660727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83.277745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Шмидта, д.35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Шмидта, д.37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54.660616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83.277414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Шмидта, д.37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Шмидта, д.39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54.660204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83.277059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Шмидта, д.39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Шмидта, д.43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54.660018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83.276828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Шмидта, д.43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3420CB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Щорса,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54.629539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83.311367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Щорса, д.16, 15, 17,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Щорса, д.23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54.629615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83.312608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Щорса, д.23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Щорса,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54.629592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83.312891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Щорса, д.25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Щорса, д.26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54.629496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83.312855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3*0,7=2,1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Щорса, д.26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.Э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нгельса,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54.624850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83.284349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042FC8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042FC8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</w:t>
            </w:r>
            <w:r w:rsidR="00B50373"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=2,1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042FC8" w:rsidRDefault="00042FC8" w:rsidP="00B50373">
            <w:pPr>
              <w:jc w:val="center"/>
              <w:rPr>
                <w:sz w:val="24"/>
                <w:szCs w:val="24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.Э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нгельса, д.2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.Э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нгельса,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54.624850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83.283673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.Э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нгельса, д.4, 6, 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lastRenderedPageBreak/>
              <w:t>1484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.Э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нгельса, д.14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54.625252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83.238411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.Э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нгельса, д.14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.Э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нгельса, д.16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54.624857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83.283255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.Э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нгельса, д.16, 10, 12,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.Э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нгельса,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54.624838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83.281549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.Э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нгельса, д.36, 34, 32, 30, 28, 26,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.Э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нгельса, д.46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54.624816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83.280846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jc w:val="center"/>
              <w:rPr>
                <w:sz w:val="24"/>
                <w:szCs w:val="24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.Э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нгельса, д.46, 44, 42, 40, 38а, 38, 48, 50, 52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14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Энгельса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,д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.56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54.624997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83.277851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металлическое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B50373" w:rsidRPr="00103C1D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.Э</w:t>
            </w:r>
            <w:proofErr w:type="gramEnd"/>
            <w:r w:rsidRPr="00103C1D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нгельса,56, 58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7EE" w:rsidRDefault="000867EE" w:rsidP="000867E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2-х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0867EE" w:rsidRDefault="000867EE" w:rsidP="000867E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унитарное предприятие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овосибирска «Спецавтохозяйство»</w:t>
            </w:r>
          </w:p>
          <w:p w:rsidR="000867EE" w:rsidRDefault="000867EE" w:rsidP="000867E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1025401312287</w:t>
            </w:r>
          </w:p>
          <w:p w:rsidR="00B50373" w:rsidRPr="00103C1D" w:rsidRDefault="000867EE" w:rsidP="000867E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овосибирск, Северный проезд,д.10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712901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13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Энгельса, д.56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54.624868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83.278931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val="en-US"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Торговый павильон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Дедюра Ольга Михайловна,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Style w:val="copytarget"/>
                <w:sz w:val="24"/>
                <w:szCs w:val="24"/>
              </w:rPr>
              <w:t>307547233200082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Энгельса, д.60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54.625617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83.278881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бетонное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937A9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937A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МКД –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1937A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</w:t>
            </w:r>
            <w:proofErr w:type="gramStart"/>
            <w:r w:rsidRPr="001937A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.Э</w:t>
            </w:r>
            <w:proofErr w:type="gramEnd"/>
            <w:r w:rsidRPr="001937A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нгельса,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67EE" w:rsidRDefault="000867EE" w:rsidP="000867E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Собственник 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2-х </w:t>
            </w:r>
            <w:r w:rsidRPr="002E5CE9"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>контейнеров</w:t>
            </w:r>
            <w:r>
              <w:rPr>
                <w:rFonts w:eastAsia="SimSun"/>
                <w:kern w:val="3"/>
                <w:sz w:val="24"/>
                <w:szCs w:val="24"/>
                <w:u w:val="single"/>
                <w:lang w:eastAsia="zh-CN" w:bidi="hi-IN"/>
              </w:rPr>
              <w:t xml:space="preserve"> ТКО</w:t>
            </w:r>
            <w:r w:rsidRPr="002E5CE9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–</w:t>
            </w:r>
          </w:p>
          <w:p w:rsidR="000867EE" w:rsidRDefault="000867EE" w:rsidP="000867E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Муниципальное унитарное предприятие 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овосибирска «Спецавтохозяйство»</w:t>
            </w:r>
          </w:p>
          <w:p w:rsidR="000867EE" w:rsidRDefault="000867EE" w:rsidP="000867E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1025401312287</w:t>
            </w:r>
          </w:p>
          <w:p w:rsidR="00B50373" w:rsidRPr="002477CB" w:rsidRDefault="000867EE" w:rsidP="000867E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</w:t>
            </w:r>
            <w:proofErr w:type="gramStart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.Н</w:t>
            </w:r>
            <w:proofErr w:type="gramEnd"/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овосибирск, Северный проезд,д.10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0867EE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ул. Элеваторная, </w:t>
            </w: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val="en-US" w:eastAsia="zh-CN" w:bidi="hi-IN"/>
              </w:rPr>
            </w:pPr>
            <w:r w:rsidRPr="002477CB">
              <w:rPr>
                <w:rFonts w:eastAsia="SimSun" w:cs="Arial"/>
                <w:kern w:val="3"/>
                <w:sz w:val="24"/>
                <w:szCs w:val="24"/>
                <w:lang w:val="en-US" w:eastAsia="zh-CN" w:bidi="hi-IN"/>
              </w:rPr>
              <w:lastRenderedPageBreak/>
              <w:t>54.</w:t>
            </w:r>
            <w:r w:rsidRPr="002477CB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645806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lastRenderedPageBreak/>
              <w:t>83.289331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Дома частного </w:t>
            </w: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 xml:space="preserve">ул. Элеваторная, д. 8, 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15, 14, 16.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B50373" w:rsidRPr="002477CB" w:rsidTr="007E172F">
        <w:trPr>
          <w:trHeight w:val="4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1492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Элеваторная, д.21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54.643292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83.290432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Элеваторная, д.21,  16, 17, 18, 19, 20, 22, 23а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 w:cs="Arial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д.3а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54.857128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83.317350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д.3, 3а, 1б, 3б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д.3в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54.587255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83.317458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д.3в, 3г, 1, 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1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54.588509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83.319519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0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54.588023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83.318768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д.10, 8, 6, 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2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д.12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54.588129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83.318975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д.12, 14, 16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д.20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54.588596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83.319943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д.11, 20а, 20, 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5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д.21а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54.590762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83.320121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д.21а, 19, 23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д.24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54.588783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83.320477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д.26,  15, 13, 24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7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д.25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54.589272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83.321506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д.25, 30, 17, 28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36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д.30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54.589452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83.322101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д.29, 27, 32, 28. 25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д.32в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54.589685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83.322552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д.32в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54.589795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83.323002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2*0,7=1,4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д.40, 37, 35, 31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38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iCs/>
                <w:kern w:val="3"/>
                <w:sz w:val="24"/>
                <w:szCs w:val="24"/>
                <w:lang w:eastAsia="zh-CN" w:bidi="hi-IN"/>
              </w:rPr>
              <w:t>1505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д.36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54.589795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83.323002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96C75" w:rsidRDefault="00B50373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д.36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1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д.42а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54.590378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83.324812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Дома частного </w:t>
            </w: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 xml:space="preserve">ул. Южная, д.42а, 42, </w:t>
            </w: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44а, 41, 39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lastRenderedPageBreak/>
              <w:t>0</w:t>
            </w:r>
          </w:p>
        </w:tc>
      </w:tr>
      <w:tr w:rsidR="00B50373" w:rsidRPr="002477CB" w:rsidTr="007E172F">
        <w:trPr>
          <w:trHeight w:val="555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1506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д.47а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54.591075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83.326630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Торговый павильон 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ИП Велькер Н.Ю.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Индивидуальный предприниматель Велькер Наталья Юрьевна,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Style w:val="copytarget"/>
                <w:sz w:val="24"/>
                <w:szCs w:val="24"/>
              </w:rPr>
              <w:t>308547206300041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80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д.50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54.591481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83.326896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д.52. 50, 48, 43, 45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2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д.58а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54.592204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83.327448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д.58а. 60, 51а, 51, 49, 56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0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д.62а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54.592746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83.327915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Южная, д.62а, 62б, 55, 53, 53а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3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1510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Южный, д.2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54.589816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83.326474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Южный, д.2,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6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Южный, д.3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54.589508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83.326979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Южный, д. 3, 4. 6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86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Южный,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54.589125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83.326726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Южный, д.5. 7, 8, 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Южный, д.7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54.588791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83.326895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Южный, д.7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12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Южный, д.10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54.588582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83.326879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Южный, д.9, 9а,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38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Южный,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54.588078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83.327161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Южный, д.11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Ярославского, д.1а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54.663577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83.277844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Ярославского, д.1а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1517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Ярославского, д.11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54.662166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83.278863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Ярославского, д.11, 9, 8, 11а, 8а, 13, 15, 10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4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1518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Ярославского, д.18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54.660381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83.280744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Ярославского, д.18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48"/>
        </w:trPr>
        <w:tc>
          <w:tcPr>
            <w:tcW w:w="66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1519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Ярославского, д.28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54.659326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83.281515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Ярославского, д.28, 24а, 24, 26, 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55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Ярославского, д.36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54.658471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83.281817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Ярославского, д.36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55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Ярославского, д.40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54.658265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83.282260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ул. Ярославского, д.40, 42, 38, 34, 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555"/>
        </w:trPr>
        <w:tc>
          <w:tcPr>
            <w:tcW w:w="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1522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Ярославского, д.1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54.658571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83.278662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Ярославского, д.1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64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1523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Ярославского, д.2а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54.658752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83.279362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Ярославского, д.2а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1524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Ярославского, д.4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54.659729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83.279287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сектора-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Ярославского, д.4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1525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Ярославского, д.5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54.659031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83.278823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Ярославского, д.5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B50373" w:rsidRPr="002477CB" w:rsidTr="007E172F">
        <w:trPr>
          <w:trHeight w:val="490"/>
        </w:trPr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103C1D" w:rsidRDefault="00FE0ED9" w:rsidP="00B50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1526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Ярославского, д.9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54.659445</w:t>
            </w:r>
          </w:p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83.278915</w:t>
            </w:r>
          </w:p>
        </w:tc>
        <w:tc>
          <w:tcPr>
            <w:tcW w:w="7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0,7</w:t>
            </w:r>
          </w:p>
        </w:tc>
        <w:tc>
          <w:tcPr>
            <w:tcW w:w="10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Газон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jc w:val="center"/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val="en-US" w:eastAsia="zh-CN" w:bidi="hi-IN"/>
              </w:rPr>
              <w:t>1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Дома частного сектора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пер. Ярославского, д.9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373" w:rsidRPr="002477CB" w:rsidRDefault="00B50373" w:rsidP="00B5037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2477CB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</w:tbl>
    <w:p w:rsidR="00312009" w:rsidRDefault="00471CDD" w:rsidP="00216293">
      <w:pPr>
        <w:widowControl w:val="0"/>
        <w:suppressAutoHyphens/>
        <w:autoSpaceDN w:val="0"/>
        <w:jc w:val="right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>»</w:t>
      </w:r>
    </w:p>
    <w:p w:rsidR="00336B0B" w:rsidRDefault="00336B0B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:rsidR="00336B0B" w:rsidRDefault="00336B0B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:rsidR="00336B0B" w:rsidRDefault="00336B0B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:rsidR="00336B0B" w:rsidRDefault="00336B0B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:rsidR="00336B0B" w:rsidRDefault="00336B0B" w:rsidP="00471CDD">
      <w:pPr>
        <w:widowControl w:val="0"/>
        <w:suppressAutoHyphens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:rsidR="00336B0B" w:rsidRDefault="00336B0B" w:rsidP="00336B0B">
      <w:pPr>
        <w:pStyle w:val="Textbody"/>
        <w:jc w:val="center"/>
        <w:rPr>
          <w:color w:val="000000"/>
        </w:rPr>
      </w:pPr>
      <w:r>
        <w:rPr>
          <w:color w:val="000000"/>
        </w:rPr>
        <w:t xml:space="preserve">                                      </w:t>
      </w:r>
    </w:p>
    <w:p w:rsidR="00216293" w:rsidRDefault="00216293" w:rsidP="00336B0B">
      <w:pPr>
        <w:pStyle w:val="Textbody"/>
        <w:jc w:val="center"/>
        <w:rPr>
          <w:color w:val="000000"/>
        </w:rPr>
      </w:pPr>
    </w:p>
    <w:p w:rsidR="00216293" w:rsidRDefault="00216293" w:rsidP="00336B0B">
      <w:pPr>
        <w:pStyle w:val="Textbody"/>
        <w:jc w:val="center"/>
        <w:rPr>
          <w:color w:val="000000"/>
        </w:rPr>
      </w:pPr>
    </w:p>
    <w:p w:rsidR="00216293" w:rsidRDefault="00216293" w:rsidP="00336B0B">
      <w:pPr>
        <w:pStyle w:val="Textbody"/>
        <w:jc w:val="center"/>
        <w:rPr>
          <w:color w:val="000000"/>
        </w:rPr>
      </w:pPr>
    </w:p>
    <w:p w:rsidR="00216293" w:rsidRDefault="00216293" w:rsidP="00336B0B">
      <w:pPr>
        <w:pStyle w:val="Textbody"/>
        <w:jc w:val="center"/>
        <w:rPr>
          <w:color w:val="000000"/>
        </w:rPr>
      </w:pPr>
    </w:p>
    <w:p w:rsidR="00216293" w:rsidRDefault="00216293" w:rsidP="00336B0B">
      <w:pPr>
        <w:pStyle w:val="Textbody"/>
        <w:jc w:val="center"/>
        <w:rPr>
          <w:color w:val="000000"/>
        </w:rPr>
      </w:pPr>
    </w:p>
    <w:p w:rsidR="00216293" w:rsidRDefault="00216293" w:rsidP="00336B0B">
      <w:pPr>
        <w:pStyle w:val="Textbody"/>
        <w:jc w:val="center"/>
        <w:rPr>
          <w:color w:val="000000"/>
        </w:rPr>
      </w:pPr>
    </w:p>
    <w:p w:rsidR="00216293" w:rsidRDefault="00216293" w:rsidP="00216293">
      <w:pPr>
        <w:pStyle w:val="Textbody"/>
        <w:rPr>
          <w:color w:val="000000"/>
        </w:rPr>
      </w:pPr>
    </w:p>
    <w:p w:rsidR="00216293" w:rsidRDefault="00216293" w:rsidP="00216293">
      <w:pPr>
        <w:pStyle w:val="Textbody"/>
        <w:rPr>
          <w:color w:val="000000"/>
        </w:rPr>
      </w:pPr>
    </w:p>
    <w:p w:rsidR="00216293" w:rsidRDefault="00216293" w:rsidP="00216293">
      <w:pPr>
        <w:pStyle w:val="Textbody"/>
        <w:rPr>
          <w:color w:val="000000"/>
        </w:rPr>
      </w:pPr>
    </w:p>
    <w:p w:rsidR="00336B0B" w:rsidRDefault="00336B0B" w:rsidP="00216293">
      <w:pPr>
        <w:pStyle w:val="Textbody"/>
        <w:spacing w:after="0"/>
        <w:ind w:left="10065"/>
        <w:rPr>
          <w:color w:val="000000"/>
        </w:rPr>
      </w:pPr>
      <w:bookmarkStart w:id="8" w:name="_Hlk64021265"/>
      <w:r>
        <w:rPr>
          <w:color w:val="000000"/>
        </w:rPr>
        <w:t>Приложение</w:t>
      </w:r>
    </w:p>
    <w:p w:rsidR="00336B0B" w:rsidRDefault="006140C9" w:rsidP="00216293">
      <w:pPr>
        <w:pStyle w:val="Textbody"/>
        <w:spacing w:after="0"/>
        <w:ind w:left="10065"/>
        <w:rPr>
          <w:color w:val="000000"/>
        </w:rPr>
      </w:pPr>
      <w:r>
        <w:rPr>
          <w:color w:val="000000"/>
        </w:rPr>
        <w:t xml:space="preserve">к </w:t>
      </w:r>
      <w:r w:rsidR="00336B0B">
        <w:rPr>
          <w:color w:val="000000"/>
        </w:rPr>
        <w:t xml:space="preserve">реестру мест (площадок) накопления  </w:t>
      </w:r>
    </w:p>
    <w:p w:rsidR="00336B0B" w:rsidRDefault="00336B0B" w:rsidP="00216293">
      <w:pPr>
        <w:pStyle w:val="Textbody"/>
        <w:spacing w:after="0"/>
        <w:ind w:left="10065"/>
        <w:rPr>
          <w:color w:val="000000"/>
        </w:rPr>
      </w:pPr>
      <w:r>
        <w:rPr>
          <w:color w:val="000000"/>
        </w:rPr>
        <w:t xml:space="preserve">твердых коммунальных отходов </w:t>
      </w:r>
    </w:p>
    <w:p w:rsidR="00336B0B" w:rsidRDefault="00336B0B" w:rsidP="00216293">
      <w:pPr>
        <w:pStyle w:val="Textbody"/>
        <w:spacing w:after="0"/>
        <w:ind w:left="10065"/>
        <w:rPr>
          <w:color w:val="000000"/>
        </w:rPr>
      </w:pPr>
      <w:r>
        <w:rPr>
          <w:color w:val="000000"/>
        </w:rPr>
        <w:t>Новосибирской области</w:t>
      </w:r>
    </w:p>
    <w:p w:rsidR="00061357" w:rsidRDefault="00061357" w:rsidP="00336B0B">
      <w:pPr>
        <w:pStyle w:val="Textbody"/>
        <w:jc w:val="center"/>
        <w:rPr>
          <w:color w:val="000000"/>
        </w:rPr>
      </w:pPr>
    </w:p>
    <w:p w:rsidR="00061357" w:rsidRDefault="00061357" w:rsidP="00336B0B">
      <w:pPr>
        <w:pStyle w:val="Textbody"/>
        <w:jc w:val="center"/>
        <w:rPr>
          <w:color w:val="000000"/>
        </w:rPr>
      </w:pPr>
    </w:p>
    <w:p w:rsidR="00061357" w:rsidRDefault="00061357" w:rsidP="00336B0B">
      <w:pPr>
        <w:pStyle w:val="Textbody"/>
        <w:jc w:val="center"/>
        <w:rPr>
          <w:color w:val="000000"/>
        </w:rPr>
      </w:pPr>
    </w:p>
    <w:p w:rsidR="00216293" w:rsidRDefault="00216293" w:rsidP="00336B0B">
      <w:pPr>
        <w:pStyle w:val="Textbody"/>
        <w:jc w:val="center"/>
        <w:rPr>
          <w:color w:val="000000"/>
        </w:rPr>
      </w:pPr>
    </w:p>
    <w:p w:rsidR="00216293" w:rsidRDefault="00216293" w:rsidP="00336B0B">
      <w:pPr>
        <w:pStyle w:val="Textbody"/>
        <w:jc w:val="center"/>
        <w:rPr>
          <w:color w:val="000000"/>
        </w:rPr>
      </w:pPr>
    </w:p>
    <w:p w:rsidR="00216293" w:rsidRDefault="00216293" w:rsidP="00336B0B">
      <w:pPr>
        <w:pStyle w:val="Textbody"/>
        <w:jc w:val="center"/>
        <w:rPr>
          <w:color w:val="000000"/>
        </w:rPr>
      </w:pPr>
    </w:p>
    <w:p w:rsidR="00216293" w:rsidRDefault="00216293" w:rsidP="00336B0B">
      <w:pPr>
        <w:pStyle w:val="Textbody"/>
        <w:jc w:val="center"/>
        <w:rPr>
          <w:color w:val="000000"/>
        </w:rPr>
      </w:pPr>
    </w:p>
    <w:p w:rsidR="00336B0B" w:rsidRPr="00061357" w:rsidRDefault="00061357" w:rsidP="00061357">
      <w:pPr>
        <w:widowControl w:val="0"/>
        <w:suppressAutoHyphens/>
        <w:autoSpaceDN w:val="0"/>
        <w:jc w:val="center"/>
        <w:textAlignment w:val="baseline"/>
        <w:rPr>
          <w:rFonts w:eastAsia="SimSun"/>
          <w:color w:val="000000"/>
          <w:kern w:val="3"/>
          <w:sz w:val="28"/>
          <w:szCs w:val="28"/>
          <w:lang w:eastAsia="zh-CN" w:bidi="hi-IN"/>
        </w:rPr>
      </w:pPr>
      <w:r w:rsidRPr="00061357">
        <w:rPr>
          <w:rFonts w:eastAsia="SimSun"/>
          <w:color w:val="000000"/>
          <w:kern w:val="3"/>
          <w:sz w:val="28"/>
          <w:szCs w:val="28"/>
          <w:lang w:eastAsia="zh-CN" w:bidi="hi-IN"/>
        </w:rPr>
        <w:t>Схем</w:t>
      </w:r>
      <w:r>
        <w:rPr>
          <w:rFonts w:eastAsia="SimSun"/>
          <w:color w:val="000000"/>
          <w:kern w:val="3"/>
          <w:sz w:val="28"/>
          <w:szCs w:val="28"/>
          <w:lang w:eastAsia="zh-CN" w:bidi="hi-IN"/>
        </w:rPr>
        <w:t>ы</w:t>
      </w:r>
      <w:r w:rsidRPr="00061357">
        <w:rPr>
          <w:rFonts w:eastAsia="SimSun"/>
          <w:color w:val="000000"/>
          <w:kern w:val="3"/>
          <w:sz w:val="28"/>
          <w:szCs w:val="28"/>
          <w:lang w:eastAsia="zh-CN" w:bidi="hi-IN"/>
        </w:rPr>
        <w:t xml:space="preserve"> размещения мест (площадок) накопления твердых коммунальных отходов</w:t>
      </w:r>
      <w:bookmarkEnd w:id="8"/>
    </w:p>
    <w:sectPr w:rsidR="00336B0B" w:rsidRPr="00061357" w:rsidSect="00471CDD">
      <w:headerReference w:type="even" r:id="rId15"/>
      <w:pgSz w:w="16838" w:h="11906" w:orient="landscape" w:code="9"/>
      <w:pgMar w:top="607" w:right="1134" w:bottom="567" w:left="1134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1A0" w:rsidRDefault="003441A0">
      <w:r>
        <w:separator/>
      </w:r>
    </w:p>
  </w:endnote>
  <w:endnote w:type="continuationSeparator" w:id="0">
    <w:p w:rsidR="003441A0" w:rsidRDefault="00344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ensorFont">
    <w:altName w:val="Calibri"/>
    <w:charset w:val="00"/>
    <w:family w:val="auto"/>
    <w:pitch w:val="default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1A0" w:rsidRDefault="003441A0">
      <w:r>
        <w:separator/>
      </w:r>
    </w:p>
  </w:footnote>
  <w:footnote w:type="continuationSeparator" w:id="0">
    <w:p w:rsidR="003441A0" w:rsidRDefault="00344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293" w:rsidRDefault="002162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216293" w:rsidRDefault="0021629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3FD517D9"/>
    <w:multiLevelType w:val="multilevel"/>
    <w:tmpl w:val="35D2491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"/>
      <w:lvlJc w:val="left"/>
      <w:pPr>
        <w:ind w:left="1800" w:hanging="360"/>
      </w:pPr>
      <w:rPr>
        <w:rFonts w:cs="Times New Roman"/>
        <w:color w:val="000000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/>
        <w:color w:val="000000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cs="Times New Roman"/>
        <w:color w:val="00000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Times New Roman"/>
        <w:color w:val="000000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/>
        <w:color w:val="000000"/>
      </w:rPr>
    </w:lvl>
    <w:lvl w:ilvl="7">
      <w:start w:val="1"/>
      <w:numFmt w:val="decimal"/>
      <w:lvlText w:val="%1.%2.%3.%4.%5.%6.%7.%8"/>
      <w:lvlJc w:val="left"/>
      <w:pPr>
        <w:ind w:left="5040" w:hanging="1440"/>
      </w:pPr>
      <w:rPr>
        <w:rFonts w:cs="Times New Roman"/>
        <w:color w:val="000000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cs="Times New Roman"/>
        <w:color w:val="000000"/>
      </w:rPr>
    </w:lvl>
  </w:abstractNum>
  <w:abstractNum w:abstractNumId="4">
    <w:nsid w:val="7DD94B6D"/>
    <w:multiLevelType w:val="hybridMultilevel"/>
    <w:tmpl w:val="417ECDE8"/>
    <w:lvl w:ilvl="0" w:tplc="C79C5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C0"/>
    <w:rsid w:val="00001669"/>
    <w:rsid w:val="0000378B"/>
    <w:rsid w:val="00003C1F"/>
    <w:rsid w:val="00004BA8"/>
    <w:rsid w:val="00005B78"/>
    <w:rsid w:val="0000683D"/>
    <w:rsid w:val="00007B6E"/>
    <w:rsid w:val="00007B7E"/>
    <w:rsid w:val="0001090D"/>
    <w:rsid w:val="0001149E"/>
    <w:rsid w:val="000116A1"/>
    <w:rsid w:val="0001193B"/>
    <w:rsid w:val="00015FCA"/>
    <w:rsid w:val="000203D0"/>
    <w:rsid w:val="00022D0D"/>
    <w:rsid w:val="000247EF"/>
    <w:rsid w:val="00025217"/>
    <w:rsid w:val="00025897"/>
    <w:rsid w:val="000262F3"/>
    <w:rsid w:val="00026790"/>
    <w:rsid w:val="000273CD"/>
    <w:rsid w:val="00033D78"/>
    <w:rsid w:val="00034BFD"/>
    <w:rsid w:val="00035DE5"/>
    <w:rsid w:val="000412B0"/>
    <w:rsid w:val="000419A4"/>
    <w:rsid w:val="0004254C"/>
    <w:rsid w:val="00042FC8"/>
    <w:rsid w:val="00043108"/>
    <w:rsid w:val="00043827"/>
    <w:rsid w:val="00044F2E"/>
    <w:rsid w:val="00050715"/>
    <w:rsid w:val="0005201F"/>
    <w:rsid w:val="0005203B"/>
    <w:rsid w:val="0005211B"/>
    <w:rsid w:val="000532DA"/>
    <w:rsid w:val="00055293"/>
    <w:rsid w:val="00056660"/>
    <w:rsid w:val="00056775"/>
    <w:rsid w:val="00057DA7"/>
    <w:rsid w:val="00060A29"/>
    <w:rsid w:val="00061357"/>
    <w:rsid w:val="0006210E"/>
    <w:rsid w:val="00062AA5"/>
    <w:rsid w:val="00065C58"/>
    <w:rsid w:val="000706CD"/>
    <w:rsid w:val="000732C8"/>
    <w:rsid w:val="0007390F"/>
    <w:rsid w:val="00084ABF"/>
    <w:rsid w:val="00084EC2"/>
    <w:rsid w:val="00084F81"/>
    <w:rsid w:val="000867EE"/>
    <w:rsid w:val="00090C11"/>
    <w:rsid w:val="00091E9B"/>
    <w:rsid w:val="00093159"/>
    <w:rsid w:val="0009409A"/>
    <w:rsid w:val="00094320"/>
    <w:rsid w:val="00097273"/>
    <w:rsid w:val="000A2FB6"/>
    <w:rsid w:val="000A41E8"/>
    <w:rsid w:val="000A5482"/>
    <w:rsid w:val="000A7DAF"/>
    <w:rsid w:val="000B0419"/>
    <w:rsid w:val="000B4CB8"/>
    <w:rsid w:val="000C0718"/>
    <w:rsid w:val="000C195E"/>
    <w:rsid w:val="000C2669"/>
    <w:rsid w:val="000C4CB4"/>
    <w:rsid w:val="000C769D"/>
    <w:rsid w:val="000C7A2F"/>
    <w:rsid w:val="000C7CC0"/>
    <w:rsid w:val="000D01CB"/>
    <w:rsid w:val="000D3DD7"/>
    <w:rsid w:val="000D44AD"/>
    <w:rsid w:val="000D4688"/>
    <w:rsid w:val="000D4BD1"/>
    <w:rsid w:val="000E4DD1"/>
    <w:rsid w:val="000E5E96"/>
    <w:rsid w:val="000E6C09"/>
    <w:rsid w:val="000E7095"/>
    <w:rsid w:val="000E70BE"/>
    <w:rsid w:val="000F082A"/>
    <w:rsid w:val="000F0A42"/>
    <w:rsid w:val="000F0DDA"/>
    <w:rsid w:val="000F1159"/>
    <w:rsid w:val="000F130F"/>
    <w:rsid w:val="000F1C6B"/>
    <w:rsid w:val="000F41BD"/>
    <w:rsid w:val="000F55CA"/>
    <w:rsid w:val="000F588E"/>
    <w:rsid w:val="00103C1D"/>
    <w:rsid w:val="001066CA"/>
    <w:rsid w:val="001078F0"/>
    <w:rsid w:val="001122F7"/>
    <w:rsid w:val="0011312F"/>
    <w:rsid w:val="001131B2"/>
    <w:rsid w:val="00117A90"/>
    <w:rsid w:val="0012034E"/>
    <w:rsid w:val="00120460"/>
    <w:rsid w:val="00120461"/>
    <w:rsid w:val="00120A50"/>
    <w:rsid w:val="001248A3"/>
    <w:rsid w:val="0012597C"/>
    <w:rsid w:val="0012723B"/>
    <w:rsid w:val="001275F2"/>
    <w:rsid w:val="0013186E"/>
    <w:rsid w:val="00132337"/>
    <w:rsid w:val="00133FCB"/>
    <w:rsid w:val="001341F7"/>
    <w:rsid w:val="00134560"/>
    <w:rsid w:val="001349E9"/>
    <w:rsid w:val="0013631B"/>
    <w:rsid w:val="00136ED4"/>
    <w:rsid w:val="0014245C"/>
    <w:rsid w:val="00142731"/>
    <w:rsid w:val="00143546"/>
    <w:rsid w:val="00144E26"/>
    <w:rsid w:val="00145738"/>
    <w:rsid w:val="001457B1"/>
    <w:rsid w:val="0015068D"/>
    <w:rsid w:val="001519C3"/>
    <w:rsid w:val="00152005"/>
    <w:rsid w:val="00153559"/>
    <w:rsid w:val="00153680"/>
    <w:rsid w:val="001538B7"/>
    <w:rsid w:val="00155044"/>
    <w:rsid w:val="00155487"/>
    <w:rsid w:val="00160304"/>
    <w:rsid w:val="0016404B"/>
    <w:rsid w:val="0016653E"/>
    <w:rsid w:val="00166A2D"/>
    <w:rsid w:val="001670E9"/>
    <w:rsid w:val="00167E7E"/>
    <w:rsid w:val="00172B9A"/>
    <w:rsid w:val="00176BBB"/>
    <w:rsid w:val="001810BA"/>
    <w:rsid w:val="0018110C"/>
    <w:rsid w:val="001814F4"/>
    <w:rsid w:val="00183518"/>
    <w:rsid w:val="00186489"/>
    <w:rsid w:val="00187F01"/>
    <w:rsid w:val="00191762"/>
    <w:rsid w:val="00191886"/>
    <w:rsid w:val="001926F8"/>
    <w:rsid w:val="0019279E"/>
    <w:rsid w:val="00192ABE"/>
    <w:rsid w:val="00192E53"/>
    <w:rsid w:val="001937A9"/>
    <w:rsid w:val="001A040B"/>
    <w:rsid w:val="001A3ABC"/>
    <w:rsid w:val="001A742C"/>
    <w:rsid w:val="001B1BB7"/>
    <w:rsid w:val="001B2587"/>
    <w:rsid w:val="001B3F15"/>
    <w:rsid w:val="001B5952"/>
    <w:rsid w:val="001B60A3"/>
    <w:rsid w:val="001C1CCE"/>
    <w:rsid w:val="001C29FF"/>
    <w:rsid w:val="001C2A02"/>
    <w:rsid w:val="001C62D4"/>
    <w:rsid w:val="001C7F2A"/>
    <w:rsid w:val="001D2325"/>
    <w:rsid w:val="001D6F47"/>
    <w:rsid w:val="001D7F28"/>
    <w:rsid w:val="001E0B4E"/>
    <w:rsid w:val="001E27BD"/>
    <w:rsid w:val="001E32E4"/>
    <w:rsid w:val="001E44A1"/>
    <w:rsid w:val="001F02FA"/>
    <w:rsid w:val="001F0540"/>
    <w:rsid w:val="001F25A1"/>
    <w:rsid w:val="001F2FD3"/>
    <w:rsid w:val="001F40F8"/>
    <w:rsid w:val="001F4AFB"/>
    <w:rsid w:val="001F5D25"/>
    <w:rsid w:val="00200398"/>
    <w:rsid w:val="00201844"/>
    <w:rsid w:val="002021BB"/>
    <w:rsid w:val="00207466"/>
    <w:rsid w:val="002118AB"/>
    <w:rsid w:val="002154A4"/>
    <w:rsid w:val="00216293"/>
    <w:rsid w:val="002173D3"/>
    <w:rsid w:val="00217677"/>
    <w:rsid w:val="00221B6C"/>
    <w:rsid w:val="00222440"/>
    <w:rsid w:val="0022244D"/>
    <w:rsid w:val="00222883"/>
    <w:rsid w:val="00223E1C"/>
    <w:rsid w:val="00226972"/>
    <w:rsid w:val="00240DBF"/>
    <w:rsid w:val="00243398"/>
    <w:rsid w:val="00243FB3"/>
    <w:rsid w:val="00245758"/>
    <w:rsid w:val="00245C21"/>
    <w:rsid w:val="00247274"/>
    <w:rsid w:val="00247761"/>
    <w:rsid w:val="002477CB"/>
    <w:rsid w:val="002562D1"/>
    <w:rsid w:val="00257E24"/>
    <w:rsid w:val="002647C3"/>
    <w:rsid w:val="00265D1D"/>
    <w:rsid w:val="00271E24"/>
    <w:rsid w:val="00272204"/>
    <w:rsid w:val="002734EB"/>
    <w:rsid w:val="0027748C"/>
    <w:rsid w:val="00277690"/>
    <w:rsid w:val="0027778D"/>
    <w:rsid w:val="0028004F"/>
    <w:rsid w:val="00284DC6"/>
    <w:rsid w:val="00286075"/>
    <w:rsid w:val="0028634C"/>
    <w:rsid w:val="0029033F"/>
    <w:rsid w:val="00291A61"/>
    <w:rsid w:val="00292BDD"/>
    <w:rsid w:val="0029541F"/>
    <w:rsid w:val="00295520"/>
    <w:rsid w:val="00296C75"/>
    <w:rsid w:val="002A1CEB"/>
    <w:rsid w:val="002A46BF"/>
    <w:rsid w:val="002A6532"/>
    <w:rsid w:val="002A6906"/>
    <w:rsid w:val="002B0491"/>
    <w:rsid w:val="002B0C36"/>
    <w:rsid w:val="002B1176"/>
    <w:rsid w:val="002B722A"/>
    <w:rsid w:val="002C157D"/>
    <w:rsid w:val="002C24EE"/>
    <w:rsid w:val="002C3110"/>
    <w:rsid w:val="002C7805"/>
    <w:rsid w:val="002C7C06"/>
    <w:rsid w:val="002D1CEA"/>
    <w:rsid w:val="002D2446"/>
    <w:rsid w:val="002D3FA0"/>
    <w:rsid w:val="002D64D8"/>
    <w:rsid w:val="002D7A1C"/>
    <w:rsid w:val="002E0F43"/>
    <w:rsid w:val="002E162A"/>
    <w:rsid w:val="002E541B"/>
    <w:rsid w:val="002E5CE9"/>
    <w:rsid w:val="002E61E7"/>
    <w:rsid w:val="002E6ACA"/>
    <w:rsid w:val="002E73AD"/>
    <w:rsid w:val="002F3724"/>
    <w:rsid w:val="002F3B0E"/>
    <w:rsid w:val="002F3DCD"/>
    <w:rsid w:val="002F568E"/>
    <w:rsid w:val="002F58EC"/>
    <w:rsid w:val="0030109E"/>
    <w:rsid w:val="00301EBC"/>
    <w:rsid w:val="00302135"/>
    <w:rsid w:val="00304DC2"/>
    <w:rsid w:val="003052BF"/>
    <w:rsid w:val="00305702"/>
    <w:rsid w:val="003065A5"/>
    <w:rsid w:val="00307648"/>
    <w:rsid w:val="00307897"/>
    <w:rsid w:val="0031129F"/>
    <w:rsid w:val="00312009"/>
    <w:rsid w:val="00312559"/>
    <w:rsid w:val="00312BA0"/>
    <w:rsid w:val="00314BA2"/>
    <w:rsid w:val="00316EDF"/>
    <w:rsid w:val="0031768E"/>
    <w:rsid w:val="00321607"/>
    <w:rsid w:val="003232BA"/>
    <w:rsid w:val="00324655"/>
    <w:rsid w:val="00325135"/>
    <w:rsid w:val="00326366"/>
    <w:rsid w:val="003264D9"/>
    <w:rsid w:val="0033332C"/>
    <w:rsid w:val="00333594"/>
    <w:rsid w:val="00336B0B"/>
    <w:rsid w:val="003371C0"/>
    <w:rsid w:val="00337835"/>
    <w:rsid w:val="0034020D"/>
    <w:rsid w:val="00340250"/>
    <w:rsid w:val="003420CB"/>
    <w:rsid w:val="0034352C"/>
    <w:rsid w:val="003441A0"/>
    <w:rsid w:val="00344C0B"/>
    <w:rsid w:val="003475DE"/>
    <w:rsid w:val="00355AB4"/>
    <w:rsid w:val="00357FAF"/>
    <w:rsid w:val="00360B68"/>
    <w:rsid w:val="00363B61"/>
    <w:rsid w:val="0036479C"/>
    <w:rsid w:val="00364886"/>
    <w:rsid w:val="003649CF"/>
    <w:rsid w:val="003650B5"/>
    <w:rsid w:val="003652A4"/>
    <w:rsid w:val="0036717C"/>
    <w:rsid w:val="00374F16"/>
    <w:rsid w:val="00380A2C"/>
    <w:rsid w:val="00383F5A"/>
    <w:rsid w:val="00386330"/>
    <w:rsid w:val="00387BED"/>
    <w:rsid w:val="003902DA"/>
    <w:rsid w:val="0039240F"/>
    <w:rsid w:val="00395F0A"/>
    <w:rsid w:val="003961A9"/>
    <w:rsid w:val="00397A8F"/>
    <w:rsid w:val="003A21A5"/>
    <w:rsid w:val="003A484C"/>
    <w:rsid w:val="003A53EF"/>
    <w:rsid w:val="003A5817"/>
    <w:rsid w:val="003B059A"/>
    <w:rsid w:val="003B3EA4"/>
    <w:rsid w:val="003B4035"/>
    <w:rsid w:val="003B40F0"/>
    <w:rsid w:val="003B6886"/>
    <w:rsid w:val="003B7D6B"/>
    <w:rsid w:val="003C19F1"/>
    <w:rsid w:val="003C28AA"/>
    <w:rsid w:val="003C2E56"/>
    <w:rsid w:val="003C3BB6"/>
    <w:rsid w:val="003C3DCE"/>
    <w:rsid w:val="003C548B"/>
    <w:rsid w:val="003C561B"/>
    <w:rsid w:val="003C57BD"/>
    <w:rsid w:val="003C64BA"/>
    <w:rsid w:val="003C699B"/>
    <w:rsid w:val="003D4347"/>
    <w:rsid w:val="003D4B83"/>
    <w:rsid w:val="003D4EAA"/>
    <w:rsid w:val="003D76C5"/>
    <w:rsid w:val="003E01EE"/>
    <w:rsid w:val="003E17AD"/>
    <w:rsid w:val="003E2AC4"/>
    <w:rsid w:val="003E74F4"/>
    <w:rsid w:val="003F0F7B"/>
    <w:rsid w:val="003F21DD"/>
    <w:rsid w:val="003F2FE6"/>
    <w:rsid w:val="003F3793"/>
    <w:rsid w:val="003F672B"/>
    <w:rsid w:val="003F72ED"/>
    <w:rsid w:val="003F75A5"/>
    <w:rsid w:val="00400125"/>
    <w:rsid w:val="00400865"/>
    <w:rsid w:val="00403D2D"/>
    <w:rsid w:val="00406868"/>
    <w:rsid w:val="00406D81"/>
    <w:rsid w:val="004170BE"/>
    <w:rsid w:val="00417BFF"/>
    <w:rsid w:val="00417F9F"/>
    <w:rsid w:val="004225C5"/>
    <w:rsid w:val="00422A0D"/>
    <w:rsid w:val="0042501D"/>
    <w:rsid w:val="00425667"/>
    <w:rsid w:val="0042767A"/>
    <w:rsid w:val="00427DA1"/>
    <w:rsid w:val="00430017"/>
    <w:rsid w:val="004300DE"/>
    <w:rsid w:val="004302E4"/>
    <w:rsid w:val="00431FEA"/>
    <w:rsid w:val="0043293E"/>
    <w:rsid w:val="004332BE"/>
    <w:rsid w:val="00433F2F"/>
    <w:rsid w:val="00441D14"/>
    <w:rsid w:val="004429CD"/>
    <w:rsid w:val="00442EA6"/>
    <w:rsid w:val="00443527"/>
    <w:rsid w:val="00443981"/>
    <w:rsid w:val="00444D03"/>
    <w:rsid w:val="004450E8"/>
    <w:rsid w:val="00445C75"/>
    <w:rsid w:val="00446420"/>
    <w:rsid w:val="00451B33"/>
    <w:rsid w:val="00455A87"/>
    <w:rsid w:val="00456139"/>
    <w:rsid w:val="00457D03"/>
    <w:rsid w:val="00460742"/>
    <w:rsid w:val="004613E0"/>
    <w:rsid w:val="0046150C"/>
    <w:rsid w:val="00462884"/>
    <w:rsid w:val="004673C5"/>
    <w:rsid w:val="0047090F"/>
    <w:rsid w:val="00471CDD"/>
    <w:rsid w:val="00477543"/>
    <w:rsid w:val="004777FC"/>
    <w:rsid w:val="004828FC"/>
    <w:rsid w:val="004854F0"/>
    <w:rsid w:val="00485F87"/>
    <w:rsid w:val="00490870"/>
    <w:rsid w:val="00490CD2"/>
    <w:rsid w:val="00491D6C"/>
    <w:rsid w:val="004937E5"/>
    <w:rsid w:val="00494A33"/>
    <w:rsid w:val="004A00E2"/>
    <w:rsid w:val="004A063A"/>
    <w:rsid w:val="004A0D56"/>
    <w:rsid w:val="004A2495"/>
    <w:rsid w:val="004A48B6"/>
    <w:rsid w:val="004A506D"/>
    <w:rsid w:val="004A708A"/>
    <w:rsid w:val="004B11F2"/>
    <w:rsid w:val="004B4B14"/>
    <w:rsid w:val="004B4CBE"/>
    <w:rsid w:val="004B5A17"/>
    <w:rsid w:val="004B5D02"/>
    <w:rsid w:val="004B6D3E"/>
    <w:rsid w:val="004B7D22"/>
    <w:rsid w:val="004C0744"/>
    <w:rsid w:val="004C0F7D"/>
    <w:rsid w:val="004C316E"/>
    <w:rsid w:val="004C4D8A"/>
    <w:rsid w:val="004D47EF"/>
    <w:rsid w:val="004E4560"/>
    <w:rsid w:val="004E6375"/>
    <w:rsid w:val="004F1024"/>
    <w:rsid w:val="004F1AF6"/>
    <w:rsid w:val="004F2384"/>
    <w:rsid w:val="004F4EDD"/>
    <w:rsid w:val="004F6C3F"/>
    <w:rsid w:val="00501B30"/>
    <w:rsid w:val="005020AD"/>
    <w:rsid w:val="0050318C"/>
    <w:rsid w:val="00503768"/>
    <w:rsid w:val="00503ADB"/>
    <w:rsid w:val="0050582C"/>
    <w:rsid w:val="005066B2"/>
    <w:rsid w:val="0050722F"/>
    <w:rsid w:val="00512AFD"/>
    <w:rsid w:val="0051441F"/>
    <w:rsid w:val="0051476B"/>
    <w:rsid w:val="00514E9B"/>
    <w:rsid w:val="00516EE0"/>
    <w:rsid w:val="00522E00"/>
    <w:rsid w:val="00523127"/>
    <w:rsid w:val="00526513"/>
    <w:rsid w:val="00526B43"/>
    <w:rsid w:val="00530A8C"/>
    <w:rsid w:val="00531861"/>
    <w:rsid w:val="00531E90"/>
    <w:rsid w:val="005327A5"/>
    <w:rsid w:val="00535609"/>
    <w:rsid w:val="00535725"/>
    <w:rsid w:val="00537FC0"/>
    <w:rsid w:val="00546D14"/>
    <w:rsid w:val="00550A0C"/>
    <w:rsid w:val="005556CF"/>
    <w:rsid w:val="0055641D"/>
    <w:rsid w:val="00557B0F"/>
    <w:rsid w:val="005632E8"/>
    <w:rsid w:val="00564E8D"/>
    <w:rsid w:val="00570420"/>
    <w:rsid w:val="00570668"/>
    <w:rsid w:val="00572928"/>
    <w:rsid w:val="0057353C"/>
    <w:rsid w:val="00574199"/>
    <w:rsid w:val="00575494"/>
    <w:rsid w:val="005763FD"/>
    <w:rsid w:val="00576708"/>
    <w:rsid w:val="00577C03"/>
    <w:rsid w:val="00577D5B"/>
    <w:rsid w:val="0058450F"/>
    <w:rsid w:val="00584CFC"/>
    <w:rsid w:val="005852DD"/>
    <w:rsid w:val="0058538C"/>
    <w:rsid w:val="00586331"/>
    <w:rsid w:val="0058647D"/>
    <w:rsid w:val="005872B2"/>
    <w:rsid w:val="005901D3"/>
    <w:rsid w:val="00593C04"/>
    <w:rsid w:val="005951B0"/>
    <w:rsid w:val="0059545A"/>
    <w:rsid w:val="00595823"/>
    <w:rsid w:val="00595941"/>
    <w:rsid w:val="00595C5B"/>
    <w:rsid w:val="00597E66"/>
    <w:rsid w:val="005A0A85"/>
    <w:rsid w:val="005A1B20"/>
    <w:rsid w:val="005A5246"/>
    <w:rsid w:val="005B1CFC"/>
    <w:rsid w:val="005B391B"/>
    <w:rsid w:val="005B4832"/>
    <w:rsid w:val="005B5ACD"/>
    <w:rsid w:val="005B7D28"/>
    <w:rsid w:val="005C033C"/>
    <w:rsid w:val="005C1378"/>
    <w:rsid w:val="005C176A"/>
    <w:rsid w:val="005C1EC8"/>
    <w:rsid w:val="005C3B58"/>
    <w:rsid w:val="005C4130"/>
    <w:rsid w:val="005C5F7E"/>
    <w:rsid w:val="005D0050"/>
    <w:rsid w:val="005D1DF0"/>
    <w:rsid w:val="005D1E53"/>
    <w:rsid w:val="005D5F46"/>
    <w:rsid w:val="005E0921"/>
    <w:rsid w:val="005E27AE"/>
    <w:rsid w:val="005E38DD"/>
    <w:rsid w:val="005E3BDC"/>
    <w:rsid w:val="005E4438"/>
    <w:rsid w:val="005E5C7B"/>
    <w:rsid w:val="005F304A"/>
    <w:rsid w:val="005F7858"/>
    <w:rsid w:val="00603611"/>
    <w:rsid w:val="00604E9C"/>
    <w:rsid w:val="00605234"/>
    <w:rsid w:val="0060747F"/>
    <w:rsid w:val="006123A9"/>
    <w:rsid w:val="00613ED5"/>
    <w:rsid w:val="006140C9"/>
    <w:rsid w:val="006154E0"/>
    <w:rsid w:val="00615C23"/>
    <w:rsid w:val="0061717D"/>
    <w:rsid w:val="00617FC7"/>
    <w:rsid w:val="0062099E"/>
    <w:rsid w:val="006218A6"/>
    <w:rsid w:val="00621936"/>
    <w:rsid w:val="0062254B"/>
    <w:rsid w:val="00623725"/>
    <w:rsid w:val="00624F60"/>
    <w:rsid w:val="00626462"/>
    <w:rsid w:val="00627F44"/>
    <w:rsid w:val="00630A53"/>
    <w:rsid w:val="00634E2D"/>
    <w:rsid w:val="00635902"/>
    <w:rsid w:val="006371DF"/>
    <w:rsid w:val="006377DC"/>
    <w:rsid w:val="00644752"/>
    <w:rsid w:val="00644A1D"/>
    <w:rsid w:val="0065560C"/>
    <w:rsid w:val="00656D28"/>
    <w:rsid w:val="00660D5E"/>
    <w:rsid w:val="00660D8B"/>
    <w:rsid w:val="00660EFF"/>
    <w:rsid w:val="00662549"/>
    <w:rsid w:val="0066265F"/>
    <w:rsid w:val="00664061"/>
    <w:rsid w:val="00664436"/>
    <w:rsid w:val="0066578B"/>
    <w:rsid w:val="006659B8"/>
    <w:rsid w:val="006675F7"/>
    <w:rsid w:val="00673DB8"/>
    <w:rsid w:val="0067472D"/>
    <w:rsid w:val="00677B15"/>
    <w:rsid w:val="00680506"/>
    <w:rsid w:val="00680B40"/>
    <w:rsid w:val="00681953"/>
    <w:rsid w:val="00683940"/>
    <w:rsid w:val="00684D73"/>
    <w:rsid w:val="0068554B"/>
    <w:rsid w:val="006911E1"/>
    <w:rsid w:val="00691218"/>
    <w:rsid w:val="0069245E"/>
    <w:rsid w:val="006950D6"/>
    <w:rsid w:val="00696635"/>
    <w:rsid w:val="00696AE4"/>
    <w:rsid w:val="006A0197"/>
    <w:rsid w:val="006A1ED1"/>
    <w:rsid w:val="006A26F2"/>
    <w:rsid w:val="006A34AB"/>
    <w:rsid w:val="006A7022"/>
    <w:rsid w:val="006B067D"/>
    <w:rsid w:val="006B2C9C"/>
    <w:rsid w:val="006B3216"/>
    <w:rsid w:val="006B6CFA"/>
    <w:rsid w:val="006C5322"/>
    <w:rsid w:val="006D0674"/>
    <w:rsid w:val="006D2C3E"/>
    <w:rsid w:val="006D3290"/>
    <w:rsid w:val="006E0B8C"/>
    <w:rsid w:val="006E17C7"/>
    <w:rsid w:val="006E3055"/>
    <w:rsid w:val="006E4090"/>
    <w:rsid w:val="006E40A4"/>
    <w:rsid w:val="006E4430"/>
    <w:rsid w:val="006E5221"/>
    <w:rsid w:val="006E664C"/>
    <w:rsid w:val="006E6778"/>
    <w:rsid w:val="006E687D"/>
    <w:rsid w:val="006E69B8"/>
    <w:rsid w:val="006E6D6E"/>
    <w:rsid w:val="006F0DF4"/>
    <w:rsid w:val="006F1AB3"/>
    <w:rsid w:val="006F22E0"/>
    <w:rsid w:val="006F26FF"/>
    <w:rsid w:val="006F2E45"/>
    <w:rsid w:val="006F69B8"/>
    <w:rsid w:val="006F6AAE"/>
    <w:rsid w:val="006F6BEA"/>
    <w:rsid w:val="006F6FE4"/>
    <w:rsid w:val="007000D1"/>
    <w:rsid w:val="0070046A"/>
    <w:rsid w:val="00700B67"/>
    <w:rsid w:val="00700EA2"/>
    <w:rsid w:val="0070119E"/>
    <w:rsid w:val="007017B2"/>
    <w:rsid w:val="007126F6"/>
    <w:rsid w:val="00712901"/>
    <w:rsid w:val="00713DA7"/>
    <w:rsid w:val="00714848"/>
    <w:rsid w:val="00717818"/>
    <w:rsid w:val="007213B1"/>
    <w:rsid w:val="0072185C"/>
    <w:rsid w:val="00721EB4"/>
    <w:rsid w:val="00723694"/>
    <w:rsid w:val="0072584A"/>
    <w:rsid w:val="00726019"/>
    <w:rsid w:val="00730FEB"/>
    <w:rsid w:val="0073447E"/>
    <w:rsid w:val="00734AEF"/>
    <w:rsid w:val="007354C0"/>
    <w:rsid w:val="00735837"/>
    <w:rsid w:val="007359DB"/>
    <w:rsid w:val="00735DDD"/>
    <w:rsid w:val="00736F6F"/>
    <w:rsid w:val="007413A1"/>
    <w:rsid w:val="007428A9"/>
    <w:rsid w:val="007437E1"/>
    <w:rsid w:val="00743BA4"/>
    <w:rsid w:val="007453F7"/>
    <w:rsid w:val="00746D10"/>
    <w:rsid w:val="00750595"/>
    <w:rsid w:val="00751913"/>
    <w:rsid w:val="0075226D"/>
    <w:rsid w:val="007535CF"/>
    <w:rsid w:val="00754A5A"/>
    <w:rsid w:val="007571C0"/>
    <w:rsid w:val="00757603"/>
    <w:rsid w:val="00760042"/>
    <w:rsid w:val="00760073"/>
    <w:rsid w:val="00761E71"/>
    <w:rsid w:val="00762FE3"/>
    <w:rsid w:val="0076389D"/>
    <w:rsid w:val="00763BFC"/>
    <w:rsid w:val="00764C2F"/>
    <w:rsid w:val="00766A02"/>
    <w:rsid w:val="00771838"/>
    <w:rsid w:val="0077242B"/>
    <w:rsid w:val="00774732"/>
    <w:rsid w:val="00775E24"/>
    <w:rsid w:val="00780571"/>
    <w:rsid w:val="00780816"/>
    <w:rsid w:val="007847E7"/>
    <w:rsid w:val="00797258"/>
    <w:rsid w:val="007A5439"/>
    <w:rsid w:val="007A55EF"/>
    <w:rsid w:val="007A5A62"/>
    <w:rsid w:val="007B1404"/>
    <w:rsid w:val="007B2E6A"/>
    <w:rsid w:val="007B2E90"/>
    <w:rsid w:val="007B30BC"/>
    <w:rsid w:val="007B5302"/>
    <w:rsid w:val="007B5580"/>
    <w:rsid w:val="007B67F8"/>
    <w:rsid w:val="007B6994"/>
    <w:rsid w:val="007B6B51"/>
    <w:rsid w:val="007C1B9B"/>
    <w:rsid w:val="007C3238"/>
    <w:rsid w:val="007C589B"/>
    <w:rsid w:val="007C7201"/>
    <w:rsid w:val="007D0D96"/>
    <w:rsid w:val="007D105E"/>
    <w:rsid w:val="007D20D8"/>
    <w:rsid w:val="007D5730"/>
    <w:rsid w:val="007D5E82"/>
    <w:rsid w:val="007E079B"/>
    <w:rsid w:val="007E13EC"/>
    <w:rsid w:val="007E172F"/>
    <w:rsid w:val="007E18E3"/>
    <w:rsid w:val="007E1B99"/>
    <w:rsid w:val="007E2655"/>
    <w:rsid w:val="007E2C5C"/>
    <w:rsid w:val="007E41D0"/>
    <w:rsid w:val="007E4524"/>
    <w:rsid w:val="007E5D5C"/>
    <w:rsid w:val="007E67C1"/>
    <w:rsid w:val="007E69F4"/>
    <w:rsid w:val="007E6AB4"/>
    <w:rsid w:val="007E77CF"/>
    <w:rsid w:val="007F032A"/>
    <w:rsid w:val="007F06D0"/>
    <w:rsid w:val="007F0EE3"/>
    <w:rsid w:val="007F149E"/>
    <w:rsid w:val="007F2EEA"/>
    <w:rsid w:val="007F33C9"/>
    <w:rsid w:val="007F3A77"/>
    <w:rsid w:val="007F3FCA"/>
    <w:rsid w:val="007F40F7"/>
    <w:rsid w:val="007F5767"/>
    <w:rsid w:val="007F6869"/>
    <w:rsid w:val="00806F3F"/>
    <w:rsid w:val="00807867"/>
    <w:rsid w:val="0080799D"/>
    <w:rsid w:val="008107A5"/>
    <w:rsid w:val="00810AD7"/>
    <w:rsid w:val="008115C3"/>
    <w:rsid w:val="008119E9"/>
    <w:rsid w:val="00821F12"/>
    <w:rsid w:val="00824A81"/>
    <w:rsid w:val="00827F13"/>
    <w:rsid w:val="00830D33"/>
    <w:rsid w:val="008339D9"/>
    <w:rsid w:val="00835A99"/>
    <w:rsid w:val="00837036"/>
    <w:rsid w:val="00841B98"/>
    <w:rsid w:val="0084406C"/>
    <w:rsid w:val="0085227E"/>
    <w:rsid w:val="00856781"/>
    <w:rsid w:val="008577D6"/>
    <w:rsid w:val="0086179D"/>
    <w:rsid w:val="00863C3C"/>
    <w:rsid w:val="008668E5"/>
    <w:rsid w:val="0087086F"/>
    <w:rsid w:val="00870892"/>
    <w:rsid w:val="008739CE"/>
    <w:rsid w:val="00874D75"/>
    <w:rsid w:val="008765BD"/>
    <w:rsid w:val="00880037"/>
    <w:rsid w:val="00881A73"/>
    <w:rsid w:val="00885149"/>
    <w:rsid w:val="0088514C"/>
    <w:rsid w:val="0088621B"/>
    <w:rsid w:val="00891686"/>
    <w:rsid w:val="00894560"/>
    <w:rsid w:val="00895175"/>
    <w:rsid w:val="0089674B"/>
    <w:rsid w:val="008A221C"/>
    <w:rsid w:val="008A6839"/>
    <w:rsid w:val="008B007D"/>
    <w:rsid w:val="008B226B"/>
    <w:rsid w:val="008B4F33"/>
    <w:rsid w:val="008B56FA"/>
    <w:rsid w:val="008B615E"/>
    <w:rsid w:val="008C07DB"/>
    <w:rsid w:val="008C3138"/>
    <w:rsid w:val="008C600C"/>
    <w:rsid w:val="008C6294"/>
    <w:rsid w:val="008C65CA"/>
    <w:rsid w:val="008D0689"/>
    <w:rsid w:val="008D0814"/>
    <w:rsid w:val="008D3CBA"/>
    <w:rsid w:val="008D4B8C"/>
    <w:rsid w:val="008D558A"/>
    <w:rsid w:val="008E091C"/>
    <w:rsid w:val="008E4BA3"/>
    <w:rsid w:val="008E5846"/>
    <w:rsid w:val="008E604A"/>
    <w:rsid w:val="008E72AD"/>
    <w:rsid w:val="008F0B9C"/>
    <w:rsid w:val="008F3C37"/>
    <w:rsid w:val="008F3FBF"/>
    <w:rsid w:val="008F6973"/>
    <w:rsid w:val="008F7AB8"/>
    <w:rsid w:val="009001FC"/>
    <w:rsid w:val="009030E5"/>
    <w:rsid w:val="00903AC3"/>
    <w:rsid w:val="00904424"/>
    <w:rsid w:val="0090664F"/>
    <w:rsid w:val="00907032"/>
    <w:rsid w:val="009108E1"/>
    <w:rsid w:val="00912B55"/>
    <w:rsid w:val="00913F81"/>
    <w:rsid w:val="00915428"/>
    <w:rsid w:val="00917A57"/>
    <w:rsid w:val="0092113D"/>
    <w:rsid w:val="0092118F"/>
    <w:rsid w:val="009224D4"/>
    <w:rsid w:val="00923877"/>
    <w:rsid w:val="009304AD"/>
    <w:rsid w:val="0093125A"/>
    <w:rsid w:val="009318FC"/>
    <w:rsid w:val="00931FB5"/>
    <w:rsid w:val="00932680"/>
    <w:rsid w:val="00934865"/>
    <w:rsid w:val="009366DF"/>
    <w:rsid w:val="00942407"/>
    <w:rsid w:val="009433E0"/>
    <w:rsid w:val="00943662"/>
    <w:rsid w:val="00944AEB"/>
    <w:rsid w:val="0094538C"/>
    <w:rsid w:val="00946288"/>
    <w:rsid w:val="00946CEE"/>
    <w:rsid w:val="00947239"/>
    <w:rsid w:val="00951F93"/>
    <w:rsid w:val="009538B0"/>
    <w:rsid w:val="00956313"/>
    <w:rsid w:val="00956AF9"/>
    <w:rsid w:val="00957127"/>
    <w:rsid w:val="009579D7"/>
    <w:rsid w:val="00961052"/>
    <w:rsid w:val="0096129B"/>
    <w:rsid w:val="009628DF"/>
    <w:rsid w:val="0096518C"/>
    <w:rsid w:val="00965380"/>
    <w:rsid w:val="0097021A"/>
    <w:rsid w:val="00971FFD"/>
    <w:rsid w:val="00972727"/>
    <w:rsid w:val="00972F49"/>
    <w:rsid w:val="0097784F"/>
    <w:rsid w:val="009805AE"/>
    <w:rsid w:val="00980E73"/>
    <w:rsid w:val="00981F46"/>
    <w:rsid w:val="0098388B"/>
    <w:rsid w:val="009843BC"/>
    <w:rsid w:val="00984A45"/>
    <w:rsid w:val="00991218"/>
    <w:rsid w:val="00991DF4"/>
    <w:rsid w:val="0099519C"/>
    <w:rsid w:val="009958A8"/>
    <w:rsid w:val="0099601A"/>
    <w:rsid w:val="00997C0A"/>
    <w:rsid w:val="009A3765"/>
    <w:rsid w:val="009A59CA"/>
    <w:rsid w:val="009B2CDC"/>
    <w:rsid w:val="009B3C58"/>
    <w:rsid w:val="009B3D52"/>
    <w:rsid w:val="009B4954"/>
    <w:rsid w:val="009B4C50"/>
    <w:rsid w:val="009B4F31"/>
    <w:rsid w:val="009B66FB"/>
    <w:rsid w:val="009B75D1"/>
    <w:rsid w:val="009C03EC"/>
    <w:rsid w:val="009C0606"/>
    <w:rsid w:val="009C0CD8"/>
    <w:rsid w:val="009C11E4"/>
    <w:rsid w:val="009C161D"/>
    <w:rsid w:val="009C1841"/>
    <w:rsid w:val="009C1C48"/>
    <w:rsid w:val="009C2EB7"/>
    <w:rsid w:val="009C30A2"/>
    <w:rsid w:val="009D1CFF"/>
    <w:rsid w:val="009D22E5"/>
    <w:rsid w:val="009D34BB"/>
    <w:rsid w:val="009D3818"/>
    <w:rsid w:val="009D4AF6"/>
    <w:rsid w:val="009D592E"/>
    <w:rsid w:val="009D76B1"/>
    <w:rsid w:val="009E1EB7"/>
    <w:rsid w:val="009E3930"/>
    <w:rsid w:val="009E3EF5"/>
    <w:rsid w:val="009E4D3B"/>
    <w:rsid w:val="009E692E"/>
    <w:rsid w:val="009E6AC2"/>
    <w:rsid w:val="009F1FE2"/>
    <w:rsid w:val="009F3C37"/>
    <w:rsid w:val="009F5CC5"/>
    <w:rsid w:val="009F5FCE"/>
    <w:rsid w:val="009F6362"/>
    <w:rsid w:val="009F6414"/>
    <w:rsid w:val="009F6708"/>
    <w:rsid w:val="009F6E74"/>
    <w:rsid w:val="00A00500"/>
    <w:rsid w:val="00A03373"/>
    <w:rsid w:val="00A03A6B"/>
    <w:rsid w:val="00A06034"/>
    <w:rsid w:val="00A10D08"/>
    <w:rsid w:val="00A121E6"/>
    <w:rsid w:val="00A1346B"/>
    <w:rsid w:val="00A147E0"/>
    <w:rsid w:val="00A14A2F"/>
    <w:rsid w:val="00A155C7"/>
    <w:rsid w:val="00A17088"/>
    <w:rsid w:val="00A1754C"/>
    <w:rsid w:val="00A208A1"/>
    <w:rsid w:val="00A20D32"/>
    <w:rsid w:val="00A22508"/>
    <w:rsid w:val="00A22E56"/>
    <w:rsid w:val="00A22EA6"/>
    <w:rsid w:val="00A24BF3"/>
    <w:rsid w:val="00A31E25"/>
    <w:rsid w:val="00A34A18"/>
    <w:rsid w:val="00A3605B"/>
    <w:rsid w:val="00A37B27"/>
    <w:rsid w:val="00A412CE"/>
    <w:rsid w:val="00A41392"/>
    <w:rsid w:val="00A417C6"/>
    <w:rsid w:val="00A440ED"/>
    <w:rsid w:val="00A4737A"/>
    <w:rsid w:val="00A476BA"/>
    <w:rsid w:val="00A50701"/>
    <w:rsid w:val="00A50AA8"/>
    <w:rsid w:val="00A523CB"/>
    <w:rsid w:val="00A563B5"/>
    <w:rsid w:val="00A617F5"/>
    <w:rsid w:val="00A61CB0"/>
    <w:rsid w:val="00A61F42"/>
    <w:rsid w:val="00A62F73"/>
    <w:rsid w:val="00A649A2"/>
    <w:rsid w:val="00A659C0"/>
    <w:rsid w:val="00A66514"/>
    <w:rsid w:val="00A67263"/>
    <w:rsid w:val="00A67F84"/>
    <w:rsid w:val="00A7018B"/>
    <w:rsid w:val="00A71760"/>
    <w:rsid w:val="00A717EA"/>
    <w:rsid w:val="00A71B57"/>
    <w:rsid w:val="00A73B53"/>
    <w:rsid w:val="00A73C77"/>
    <w:rsid w:val="00A74883"/>
    <w:rsid w:val="00A765EC"/>
    <w:rsid w:val="00A77388"/>
    <w:rsid w:val="00A802C6"/>
    <w:rsid w:val="00A81479"/>
    <w:rsid w:val="00A82FFF"/>
    <w:rsid w:val="00A85863"/>
    <w:rsid w:val="00A86D8C"/>
    <w:rsid w:val="00A905EE"/>
    <w:rsid w:val="00A92218"/>
    <w:rsid w:val="00A9434C"/>
    <w:rsid w:val="00A949CD"/>
    <w:rsid w:val="00A955F4"/>
    <w:rsid w:val="00A95BF1"/>
    <w:rsid w:val="00A9727C"/>
    <w:rsid w:val="00AA173F"/>
    <w:rsid w:val="00AA30C8"/>
    <w:rsid w:val="00AA34BE"/>
    <w:rsid w:val="00AA3B0A"/>
    <w:rsid w:val="00AA5E1B"/>
    <w:rsid w:val="00AA5EE5"/>
    <w:rsid w:val="00AA6A85"/>
    <w:rsid w:val="00AA7024"/>
    <w:rsid w:val="00AA756C"/>
    <w:rsid w:val="00AB2CFC"/>
    <w:rsid w:val="00AB3318"/>
    <w:rsid w:val="00AB4890"/>
    <w:rsid w:val="00AB4B81"/>
    <w:rsid w:val="00AB55C2"/>
    <w:rsid w:val="00AC0956"/>
    <w:rsid w:val="00AC2180"/>
    <w:rsid w:val="00AC281A"/>
    <w:rsid w:val="00AC6026"/>
    <w:rsid w:val="00AC6114"/>
    <w:rsid w:val="00AC76D4"/>
    <w:rsid w:val="00AC78FC"/>
    <w:rsid w:val="00AD1770"/>
    <w:rsid w:val="00AD2A1F"/>
    <w:rsid w:val="00AD4A02"/>
    <w:rsid w:val="00AD4EB4"/>
    <w:rsid w:val="00AE1497"/>
    <w:rsid w:val="00AE2620"/>
    <w:rsid w:val="00AE4038"/>
    <w:rsid w:val="00AE5121"/>
    <w:rsid w:val="00AE7570"/>
    <w:rsid w:val="00AE7D17"/>
    <w:rsid w:val="00AF0232"/>
    <w:rsid w:val="00AF15AE"/>
    <w:rsid w:val="00AF3908"/>
    <w:rsid w:val="00AF3E5F"/>
    <w:rsid w:val="00AF3F70"/>
    <w:rsid w:val="00AF465F"/>
    <w:rsid w:val="00AF5BBA"/>
    <w:rsid w:val="00AF606D"/>
    <w:rsid w:val="00AF6D1A"/>
    <w:rsid w:val="00AF6FF6"/>
    <w:rsid w:val="00AF717E"/>
    <w:rsid w:val="00AF7ABD"/>
    <w:rsid w:val="00B00B20"/>
    <w:rsid w:val="00B02A11"/>
    <w:rsid w:val="00B05E68"/>
    <w:rsid w:val="00B07F6E"/>
    <w:rsid w:val="00B122D7"/>
    <w:rsid w:val="00B15A1C"/>
    <w:rsid w:val="00B16ED5"/>
    <w:rsid w:val="00B17B99"/>
    <w:rsid w:val="00B20F5F"/>
    <w:rsid w:val="00B2500C"/>
    <w:rsid w:val="00B2534D"/>
    <w:rsid w:val="00B25445"/>
    <w:rsid w:val="00B31D6B"/>
    <w:rsid w:val="00B32A13"/>
    <w:rsid w:val="00B37F74"/>
    <w:rsid w:val="00B4072E"/>
    <w:rsid w:val="00B40774"/>
    <w:rsid w:val="00B4086C"/>
    <w:rsid w:val="00B40A0E"/>
    <w:rsid w:val="00B41786"/>
    <w:rsid w:val="00B4293B"/>
    <w:rsid w:val="00B43919"/>
    <w:rsid w:val="00B44B05"/>
    <w:rsid w:val="00B46CCD"/>
    <w:rsid w:val="00B470C6"/>
    <w:rsid w:val="00B50373"/>
    <w:rsid w:val="00B503A2"/>
    <w:rsid w:val="00B50782"/>
    <w:rsid w:val="00B5256C"/>
    <w:rsid w:val="00B528C8"/>
    <w:rsid w:val="00B52D4C"/>
    <w:rsid w:val="00B548CC"/>
    <w:rsid w:val="00B60687"/>
    <w:rsid w:val="00B60A8A"/>
    <w:rsid w:val="00B61B43"/>
    <w:rsid w:val="00B61FFF"/>
    <w:rsid w:val="00B62B24"/>
    <w:rsid w:val="00B62F0B"/>
    <w:rsid w:val="00B64FB5"/>
    <w:rsid w:val="00B652E8"/>
    <w:rsid w:val="00B66994"/>
    <w:rsid w:val="00B67170"/>
    <w:rsid w:val="00B67C8A"/>
    <w:rsid w:val="00B701C4"/>
    <w:rsid w:val="00B711AF"/>
    <w:rsid w:val="00B7174D"/>
    <w:rsid w:val="00B736BD"/>
    <w:rsid w:val="00B74809"/>
    <w:rsid w:val="00B80ECD"/>
    <w:rsid w:val="00B81C28"/>
    <w:rsid w:val="00B83E98"/>
    <w:rsid w:val="00B86EF9"/>
    <w:rsid w:val="00B92272"/>
    <w:rsid w:val="00B92330"/>
    <w:rsid w:val="00B92BBC"/>
    <w:rsid w:val="00B92BDA"/>
    <w:rsid w:val="00B92CDD"/>
    <w:rsid w:val="00B92F8A"/>
    <w:rsid w:val="00B9393D"/>
    <w:rsid w:val="00B941F8"/>
    <w:rsid w:val="00B9520B"/>
    <w:rsid w:val="00B97B30"/>
    <w:rsid w:val="00BA1AE1"/>
    <w:rsid w:val="00BA7E96"/>
    <w:rsid w:val="00BB0D99"/>
    <w:rsid w:val="00BB18E9"/>
    <w:rsid w:val="00BB2634"/>
    <w:rsid w:val="00BB44E9"/>
    <w:rsid w:val="00BB4829"/>
    <w:rsid w:val="00BB4FCC"/>
    <w:rsid w:val="00BC0A3A"/>
    <w:rsid w:val="00BC29C3"/>
    <w:rsid w:val="00BD056E"/>
    <w:rsid w:val="00BD07AB"/>
    <w:rsid w:val="00BD3464"/>
    <w:rsid w:val="00BD48D5"/>
    <w:rsid w:val="00BD5004"/>
    <w:rsid w:val="00BD789A"/>
    <w:rsid w:val="00BE13E8"/>
    <w:rsid w:val="00BE2EAF"/>
    <w:rsid w:val="00BE5231"/>
    <w:rsid w:val="00BE7482"/>
    <w:rsid w:val="00BE7B53"/>
    <w:rsid w:val="00BF0137"/>
    <w:rsid w:val="00BF2E8B"/>
    <w:rsid w:val="00BF3BE4"/>
    <w:rsid w:val="00BF68C5"/>
    <w:rsid w:val="00BF6E99"/>
    <w:rsid w:val="00C0061A"/>
    <w:rsid w:val="00C00750"/>
    <w:rsid w:val="00C01684"/>
    <w:rsid w:val="00C033BE"/>
    <w:rsid w:val="00C063C7"/>
    <w:rsid w:val="00C069CB"/>
    <w:rsid w:val="00C135D6"/>
    <w:rsid w:val="00C13931"/>
    <w:rsid w:val="00C14920"/>
    <w:rsid w:val="00C152C4"/>
    <w:rsid w:val="00C224F9"/>
    <w:rsid w:val="00C22A86"/>
    <w:rsid w:val="00C24C07"/>
    <w:rsid w:val="00C27854"/>
    <w:rsid w:val="00C27C49"/>
    <w:rsid w:val="00C310A7"/>
    <w:rsid w:val="00C368B0"/>
    <w:rsid w:val="00C36E4A"/>
    <w:rsid w:val="00C4025A"/>
    <w:rsid w:val="00C418E1"/>
    <w:rsid w:val="00C43046"/>
    <w:rsid w:val="00C449B0"/>
    <w:rsid w:val="00C45FF7"/>
    <w:rsid w:val="00C47419"/>
    <w:rsid w:val="00C50493"/>
    <w:rsid w:val="00C50D58"/>
    <w:rsid w:val="00C518C0"/>
    <w:rsid w:val="00C56977"/>
    <w:rsid w:val="00C5722F"/>
    <w:rsid w:val="00C60297"/>
    <w:rsid w:val="00C613C6"/>
    <w:rsid w:val="00C6241F"/>
    <w:rsid w:val="00C63BAA"/>
    <w:rsid w:val="00C641CC"/>
    <w:rsid w:val="00C64DEF"/>
    <w:rsid w:val="00C64EA7"/>
    <w:rsid w:val="00C65886"/>
    <w:rsid w:val="00C66B4A"/>
    <w:rsid w:val="00C679F6"/>
    <w:rsid w:val="00C70F62"/>
    <w:rsid w:val="00C71961"/>
    <w:rsid w:val="00C725DD"/>
    <w:rsid w:val="00C72FF2"/>
    <w:rsid w:val="00C761BB"/>
    <w:rsid w:val="00C8035D"/>
    <w:rsid w:val="00C803AA"/>
    <w:rsid w:val="00C82344"/>
    <w:rsid w:val="00C83596"/>
    <w:rsid w:val="00C83B74"/>
    <w:rsid w:val="00C84192"/>
    <w:rsid w:val="00C85246"/>
    <w:rsid w:val="00C86904"/>
    <w:rsid w:val="00C905CC"/>
    <w:rsid w:val="00C90BD2"/>
    <w:rsid w:val="00C915B4"/>
    <w:rsid w:val="00C92ED1"/>
    <w:rsid w:val="00C9455E"/>
    <w:rsid w:val="00C94E3E"/>
    <w:rsid w:val="00C957B2"/>
    <w:rsid w:val="00CA0D19"/>
    <w:rsid w:val="00CA0F8D"/>
    <w:rsid w:val="00CA110E"/>
    <w:rsid w:val="00CA2F9F"/>
    <w:rsid w:val="00CB2175"/>
    <w:rsid w:val="00CB268B"/>
    <w:rsid w:val="00CB62C5"/>
    <w:rsid w:val="00CC5A13"/>
    <w:rsid w:val="00CC685A"/>
    <w:rsid w:val="00CC7270"/>
    <w:rsid w:val="00CD0318"/>
    <w:rsid w:val="00CD1585"/>
    <w:rsid w:val="00CD3854"/>
    <w:rsid w:val="00CD3D04"/>
    <w:rsid w:val="00CD4263"/>
    <w:rsid w:val="00CD5354"/>
    <w:rsid w:val="00CE0076"/>
    <w:rsid w:val="00CE09FC"/>
    <w:rsid w:val="00CE2BEA"/>
    <w:rsid w:val="00CE4AD5"/>
    <w:rsid w:val="00CE6322"/>
    <w:rsid w:val="00CE66AF"/>
    <w:rsid w:val="00CE66C1"/>
    <w:rsid w:val="00CE6960"/>
    <w:rsid w:val="00CE7595"/>
    <w:rsid w:val="00CE7E2D"/>
    <w:rsid w:val="00CF0F4E"/>
    <w:rsid w:val="00CF4E95"/>
    <w:rsid w:val="00CF6FA5"/>
    <w:rsid w:val="00CF7494"/>
    <w:rsid w:val="00CF7CE0"/>
    <w:rsid w:val="00D01901"/>
    <w:rsid w:val="00D029CB"/>
    <w:rsid w:val="00D038F8"/>
    <w:rsid w:val="00D05C2F"/>
    <w:rsid w:val="00D05D5F"/>
    <w:rsid w:val="00D12EA2"/>
    <w:rsid w:val="00D13430"/>
    <w:rsid w:val="00D16F34"/>
    <w:rsid w:val="00D20FFE"/>
    <w:rsid w:val="00D22EEE"/>
    <w:rsid w:val="00D237E8"/>
    <w:rsid w:val="00D26B41"/>
    <w:rsid w:val="00D27860"/>
    <w:rsid w:val="00D30BBB"/>
    <w:rsid w:val="00D31430"/>
    <w:rsid w:val="00D31C54"/>
    <w:rsid w:val="00D32868"/>
    <w:rsid w:val="00D35267"/>
    <w:rsid w:val="00D35F18"/>
    <w:rsid w:val="00D36B5C"/>
    <w:rsid w:val="00D3715D"/>
    <w:rsid w:val="00D415FC"/>
    <w:rsid w:val="00D43270"/>
    <w:rsid w:val="00D444B8"/>
    <w:rsid w:val="00D45798"/>
    <w:rsid w:val="00D45C64"/>
    <w:rsid w:val="00D461C3"/>
    <w:rsid w:val="00D46BB3"/>
    <w:rsid w:val="00D5017F"/>
    <w:rsid w:val="00D514EC"/>
    <w:rsid w:val="00D51A94"/>
    <w:rsid w:val="00D5245A"/>
    <w:rsid w:val="00D54B19"/>
    <w:rsid w:val="00D55AC7"/>
    <w:rsid w:val="00D55F50"/>
    <w:rsid w:val="00D56300"/>
    <w:rsid w:val="00D56B34"/>
    <w:rsid w:val="00D5790F"/>
    <w:rsid w:val="00D601A1"/>
    <w:rsid w:val="00D61073"/>
    <w:rsid w:val="00D615D8"/>
    <w:rsid w:val="00D61655"/>
    <w:rsid w:val="00D62E3F"/>
    <w:rsid w:val="00D70CBD"/>
    <w:rsid w:val="00D76B6B"/>
    <w:rsid w:val="00D82B17"/>
    <w:rsid w:val="00D82C32"/>
    <w:rsid w:val="00D86A1D"/>
    <w:rsid w:val="00D87990"/>
    <w:rsid w:val="00D913D7"/>
    <w:rsid w:val="00D915FD"/>
    <w:rsid w:val="00D92EFB"/>
    <w:rsid w:val="00D94211"/>
    <w:rsid w:val="00D94CEE"/>
    <w:rsid w:val="00D9697B"/>
    <w:rsid w:val="00D97FF7"/>
    <w:rsid w:val="00DA1953"/>
    <w:rsid w:val="00DA1AB8"/>
    <w:rsid w:val="00DA1FFB"/>
    <w:rsid w:val="00DA3AEF"/>
    <w:rsid w:val="00DA4CF4"/>
    <w:rsid w:val="00DA4F33"/>
    <w:rsid w:val="00DA59F0"/>
    <w:rsid w:val="00DA5CD0"/>
    <w:rsid w:val="00DA72A8"/>
    <w:rsid w:val="00DB1F50"/>
    <w:rsid w:val="00DB4476"/>
    <w:rsid w:val="00DB6812"/>
    <w:rsid w:val="00DC0DFF"/>
    <w:rsid w:val="00DC2E14"/>
    <w:rsid w:val="00DC53CC"/>
    <w:rsid w:val="00DD1675"/>
    <w:rsid w:val="00DD2AE0"/>
    <w:rsid w:val="00DD3005"/>
    <w:rsid w:val="00DD30C6"/>
    <w:rsid w:val="00DD41B1"/>
    <w:rsid w:val="00DD523B"/>
    <w:rsid w:val="00DD69A9"/>
    <w:rsid w:val="00DD6A41"/>
    <w:rsid w:val="00DE1D7E"/>
    <w:rsid w:val="00DE1F7E"/>
    <w:rsid w:val="00DE520F"/>
    <w:rsid w:val="00DE598A"/>
    <w:rsid w:val="00DE5A13"/>
    <w:rsid w:val="00DE5D22"/>
    <w:rsid w:val="00DE5D2B"/>
    <w:rsid w:val="00DE7AA1"/>
    <w:rsid w:val="00DF0530"/>
    <w:rsid w:val="00DF1DA1"/>
    <w:rsid w:val="00DF1E0B"/>
    <w:rsid w:val="00DF3D4C"/>
    <w:rsid w:val="00DF489C"/>
    <w:rsid w:val="00DF6E11"/>
    <w:rsid w:val="00DF7442"/>
    <w:rsid w:val="00E00417"/>
    <w:rsid w:val="00E03C78"/>
    <w:rsid w:val="00E04089"/>
    <w:rsid w:val="00E046AC"/>
    <w:rsid w:val="00E04959"/>
    <w:rsid w:val="00E055C3"/>
    <w:rsid w:val="00E06238"/>
    <w:rsid w:val="00E07DD2"/>
    <w:rsid w:val="00E13DC9"/>
    <w:rsid w:val="00E14C5E"/>
    <w:rsid w:val="00E16B26"/>
    <w:rsid w:val="00E16D63"/>
    <w:rsid w:val="00E20AC4"/>
    <w:rsid w:val="00E24D37"/>
    <w:rsid w:val="00E26A8B"/>
    <w:rsid w:val="00E26FBA"/>
    <w:rsid w:val="00E270AF"/>
    <w:rsid w:val="00E2751E"/>
    <w:rsid w:val="00E275DD"/>
    <w:rsid w:val="00E30510"/>
    <w:rsid w:val="00E324A2"/>
    <w:rsid w:val="00E33545"/>
    <w:rsid w:val="00E34CA9"/>
    <w:rsid w:val="00E367CE"/>
    <w:rsid w:val="00E40228"/>
    <w:rsid w:val="00E40881"/>
    <w:rsid w:val="00E40B8B"/>
    <w:rsid w:val="00E44373"/>
    <w:rsid w:val="00E44919"/>
    <w:rsid w:val="00E44A44"/>
    <w:rsid w:val="00E44D60"/>
    <w:rsid w:val="00E470B0"/>
    <w:rsid w:val="00E5023B"/>
    <w:rsid w:val="00E50C88"/>
    <w:rsid w:val="00E51333"/>
    <w:rsid w:val="00E51499"/>
    <w:rsid w:val="00E52E6E"/>
    <w:rsid w:val="00E53EFC"/>
    <w:rsid w:val="00E55009"/>
    <w:rsid w:val="00E56AEB"/>
    <w:rsid w:val="00E62C6B"/>
    <w:rsid w:val="00E64093"/>
    <w:rsid w:val="00E6471B"/>
    <w:rsid w:val="00E67886"/>
    <w:rsid w:val="00E67960"/>
    <w:rsid w:val="00E67FF9"/>
    <w:rsid w:val="00E70F66"/>
    <w:rsid w:val="00E7172B"/>
    <w:rsid w:val="00E72748"/>
    <w:rsid w:val="00E72EFA"/>
    <w:rsid w:val="00E73424"/>
    <w:rsid w:val="00E77082"/>
    <w:rsid w:val="00E821A0"/>
    <w:rsid w:val="00E83A2B"/>
    <w:rsid w:val="00E85744"/>
    <w:rsid w:val="00E865C6"/>
    <w:rsid w:val="00E86D2C"/>
    <w:rsid w:val="00E8756B"/>
    <w:rsid w:val="00E87A76"/>
    <w:rsid w:val="00E90778"/>
    <w:rsid w:val="00E92074"/>
    <w:rsid w:val="00E92BB9"/>
    <w:rsid w:val="00E9517D"/>
    <w:rsid w:val="00E95735"/>
    <w:rsid w:val="00E95DE7"/>
    <w:rsid w:val="00E97A44"/>
    <w:rsid w:val="00EA0641"/>
    <w:rsid w:val="00EA06FE"/>
    <w:rsid w:val="00EA0D2C"/>
    <w:rsid w:val="00EA0F17"/>
    <w:rsid w:val="00EA1062"/>
    <w:rsid w:val="00EA360C"/>
    <w:rsid w:val="00EA46A8"/>
    <w:rsid w:val="00EA4FE4"/>
    <w:rsid w:val="00EA513D"/>
    <w:rsid w:val="00EA61B9"/>
    <w:rsid w:val="00EA6903"/>
    <w:rsid w:val="00EA6BCF"/>
    <w:rsid w:val="00EB3529"/>
    <w:rsid w:val="00EC0152"/>
    <w:rsid w:val="00EC0A61"/>
    <w:rsid w:val="00EC0CCB"/>
    <w:rsid w:val="00EC0D38"/>
    <w:rsid w:val="00EC0E21"/>
    <w:rsid w:val="00EC2BE1"/>
    <w:rsid w:val="00EC2D6B"/>
    <w:rsid w:val="00EC492A"/>
    <w:rsid w:val="00EC573C"/>
    <w:rsid w:val="00EC58F5"/>
    <w:rsid w:val="00EC642B"/>
    <w:rsid w:val="00EC6E45"/>
    <w:rsid w:val="00EC7028"/>
    <w:rsid w:val="00ED1349"/>
    <w:rsid w:val="00ED26FE"/>
    <w:rsid w:val="00ED2804"/>
    <w:rsid w:val="00ED597F"/>
    <w:rsid w:val="00ED5ADB"/>
    <w:rsid w:val="00ED71A8"/>
    <w:rsid w:val="00EE0D4B"/>
    <w:rsid w:val="00EE111A"/>
    <w:rsid w:val="00EE1B61"/>
    <w:rsid w:val="00EE1DFC"/>
    <w:rsid w:val="00EE3F28"/>
    <w:rsid w:val="00EE4375"/>
    <w:rsid w:val="00EE7B88"/>
    <w:rsid w:val="00EF070C"/>
    <w:rsid w:val="00EF0BFD"/>
    <w:rsid w:val="00EF0F3B"/>
    <w:rsid w:val="00EF1333"/>
    <w:rsid w:val="00EF1B1B"/>
    <w:rsid w:val="00EF2145"/>
    <w:rsid w:val="00EF2211"/>
    <w:rsid w:val="00EF2A1C"/>
    <w:rsid w:val="00EF2C24"/>
    <w:rsid w:val="00EF63B1"/>
    <w:rsid w:val="00F002A5"/>
    <w:rsid w:val="00F06938"/>
    <w:rsid w:val="00F1069A"/>
    <w:rsid w:val="00F13CF5"/>
    <w:rsid w:val="00F1465C"/>
    <w:rsid w:val="00F15B04"/>
    <w:rsid w:val="00F17660"/>
    <w:rsid w:val="00F17D38"/>
    <w:rsid w:val="00F2249D"/>
    <w:rsid w:val="00F2413A"/>
    <w:rsid w:val="00F250A0"/>
    <w:rsid w:val="00F251B0"/>
    <w:rsid w:val="00F25F55"/>
    <w:rsid w:val="00F262F4"/>
    <w:rsid w:val="00F265FC"/>
    <w:rsid w:val="00F26D42"/>
    <w:rsid w:val="00F27398"/>
    <w:rsid w:val="00F31B2E"/>
    <w:rsid w:val="00F31CB5"/>
    <w:rsid w:val="00F3200C"/>
    <w:rsid w:val="00F32177"/>
    <w:rsid w:val="00F3342C"/>
    <w:rsid w:val="00F33ED8"/>
    <w:rsid w:val="00F361F9"/>
    <w:rsid w:val="00F36640"/>
    <w:rsid w:val="00F370BC"/>
    <w:rsid w:val="00F4098E"/>
    <w:rsid w:val="00F40CF6"/>
    <w:rsid w:val="00F423D4"/>
    <w:rsid w:val="00F4517F"/>
    <w:rsid w:val="00F51D77"/>
    <w:rsid w:val="00F5349E"/>
    <w:rsid w:val="00F55E7D"/>
    <w:rsid w:val="00F6453F"/>
    <w:rsid w:val="00F64ACC"/>
    <w:rsid w:val="00F66140"/>
    <w:rsid w:val="00F66A47"/>
    <w:rsid w:val="00F67BE4"/>
    <w:rsid w:val="00F70073"/>
    <w:rsid w:val="00F71166"/>
    <w:rsid w:val="00F726F0"/>
    <w:rsid w:val="00F77D1C"/>
    <w:rsid w:val="00F80D9E"/>
    <w:rsid w:val="00F81E12"/>
    <w:rsid w:val="00F82117"/>
    <w:rsid w:val="00F8218F"/>
    <w:rsid w:val="00F82C41"/>
    <w:rsid w:val="00F8419C"/>
    <w:rsid w:val="00F848F8"/>
    <w:rsid w:val="00F865B0"/>
    <w:rsid w:val="00F952B3"/>
    <w:rsid w:val="00F95BBC"/>
    <w:rsid w:val="00F96DFB"/>
    <w:rsid w:val="00FA0F90"/>
    <w:rsid w:val="00FA5542"/>
    <w:rsid w:val="00FB071E"/>
    <w:rsid w:val="00FB1C5D"/>
    <w:rsid w:val="00FB2D26"/>
    <w:rsid w:val="00FB35EB"/>
    <w:rsid w:val="00FB3684"/>
    <w:rsid w:val="00FB52F0"/>
    <w:rsid w:val="00FB7B24"/>
    <w:rsid w:val="00FC0824"/>
    <w:rsid w:val="00FC1D19"/>
    <w:rsid w:val="00FC1D8E"/>
    <w:rsid w:val="00FC48C0"/>
    <w:rsid w:val="00FC5AD1"/>
    <w:rsid w:val="00FC73E6"/>
    <w:rsid w:val="00FD06EF"/>
    <w:rsid w:val="00FD0C05"/>
    <w:rsid w:val="00FD20B6"/>
    <w:rsid w:val="00FD22D3"/>
    <w:rsid w:val="00FD2896"/>
    <w:rsid w:val="00FD29C3"/>
    <w:rsid w:val="00FD50FE"/>
    <w:rsid w:val="00FD5F01"/>
    <w:rsid w:val="00FD711D"/>
    <w:rsid w:val="00FE028E"/>
    <w:rsid w:val="00FE0359"/>
    <w:rsid w:val="00FE0ED9"/>
    <w:rsid w:val="00FE0F67"/>
    <w:rsid w:val="00FE3E5A"/>
    <w:rsid w:val="00FE43AC"/>
    <w:rsid w:val="00FE62AA"/>
    <w:rsid w:val="00FE693B"/>
    <w:rsid w:val="00FE7C09"/>
    <w:rsid w:val="00FE7CE8"/>
    <w:rsid w:val="00FF1621"/>
    <w:rsid w:val="00FF20B7"/>
    <w:rsid w:val="00FF2C0C"/>
    <w:rsid w:val="00FF422B"/>
    <w:rsid w:val="00FF4B43"/>
    <w:rsid w:val="00FF4F1E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10E"/>
  </w:style>
  <w:style w:type="paragraph" w:styleId="1">
    <w:name w:val="heading 1"/>
    <w:basedOn w:val="a"/>
    <w:next w:val="a"/>
    <w:qFormat/>
    <w:rsid w:val="00E2751E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2751E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2751E"/>
    <w:pPr>
      <w:jc w:val="both"/>
    </w:pPr>
    <w:rPr>
      <w:sz w:val="24"/>
    </w:rPr>
  </w:style>
  <w:style w:type="paragraph" w:styleId="a4">
    <w:name w:val="header"/>
    <w:basedOn w:val="a"/>
    <w:rsid w:val="00E2751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E2751E"/>
  </w:style>
  <w:style w:type="paragraph" w:styleId="a6">
    <w:name w:val="footer"/>
    <w:basedOn w:val="a"/>
    <w:rsid w:val="00E2751E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537F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37FC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37FC0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numbering" w:customStyle="1" w:styleId="10">
    <w:name w:val="Нет списка1"/>
    <w:next w:val="a2"/>
    <w:uiPriority w:val="99"/>
    <w:semiHidden/>
    <w:unhideWhenUsed/>
    <w:rsid w:val="00471CDD"/>
  </w:style>
  <w:style w:type="paragraph" w:customStyle="1" w:styleId="Heading">
    <w:name w:val="Heading"/>
    <w:basedOn w:val="Standard"/>
    <w:next w:val="Textbody"/>
    <w:rsid w:val="00471CD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471CDD"/>
    <w:pPr>
      <w:spacing w:after="120"/>
    </w:pPr>
  </w:style>
  <w:style w:type="paragraph" w:styleId="a9">
    <w:name w:val="List"/>
    <w:basedOn w:val="Textbody"/>
    <w:rsid w:val="00471CDD"/>
  </w:style>
  <w:style w:type="paragraph" w:styleId="aa">
    <w:name w:val="caption"/>
    <w:basedOn w:val="Standard"/>
    <w:rsid w:val="00471CD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71CDD"/>
    <w:pPr>
      <w:suppressLineNumbers/>
    </w:pPr>
  </w:style>
  <w:style w:type="paragraph" w:styleId="ab">
    <w:name w:val="Normal (Web)"/>
    <w:basedOn w:val="Standard"/>
    <w:rsid w:val="00471CDD"/>
    <w:pPr>
      <w:spacing w:before="100" w:after="100"/>
    </w:pPr>
  </w:style>
  <w:style w:type="paragraph" w:customStyle="1" w:styleId="TableContents">
    <w:name w:val="Table Contents"/>
    <w:basedOn w:val="Standard"/>
    <w:rsid w:val="00471CDD"/>
    <w:pPr>
      <w:suppressLineNumbers/>
    </w:pPr>
  </w:style>
  <w:style w:type="paragraph" w:customStyle="1" w:styleId="TableHeading">
    <w:name w:val="Table Heading"/>
    <w:basedOn w:val="TableContents"/>
    <w:rsid w:val="00471CDD"/>
    <w:pPr>
      <w:jc w:val="center"/>
    </w:pPr>
    <w:rPr>
      <w:b/>
      <w:bCs/>
    </w:rPr>
  </w:style>
  <w:style w:type="character" w:customStyle="1" w:styleId="Internetlink">
    <w:name w:val="Internet link"/>
    <w:rsid w:val="00471CDD"/>
    <w:rPr>
      <w:color w:val="000080"/>
      <w:u w:val="single"/>
    </w:rPr>
  </w:style>
  <w:style w:type="character" w:customStyle="1" w:styleId="NumberingSymbols">
    <w:name w:val="Numbering Symbols"/>
    <w:rsid w:val="00471CDD"/>
  </w:style>
  <w:style w:type="character" w:customStyle="1" w:styleId="BulletSymbols">
    <w:name w:val="Bullet Symbols"/>
    <w:rsid w:val="00471CDD"/>
    <w:rPr>
      <w:rFonts w:ascii="OpenSymbol" w:eastAsia="OpenSymbol" w:hAnsi="OpenSymbol" w:cs="OpenSymbol"/>
    </w:rPr>
  </w:style>
  <w:style w:type="character" w:customStyle="1" w:styleId="copytarget">
    <w:name w:val="copy_target"/>
    <w:basedOn w:val="a0"/>
    <w:rsid w:val="00422A0D"/>
  </w:style>
  <w:style w:type="character" w:customStyle="1" w:styleId="extended-textshort">
    <w:name w:val="extended-text__short"/>
    <w:basedOn w:val="a0"/>
    <w:rsid w:val="00C22A86"/>
  </w:style>
  <w:style w:type="character" w:customStyle="1" w:styleId="pseudo-link">
    <w:name w:val="pseudo-link"/>
    <w:basedOn w:val="a0"/>
    <w:rsid w:val="00F64ACC"/>
  </w:style>
  <w:style w:type="character" w:styleId="ac">
    <w:name w:val="Strong"/>
    <w:basedOn w:val="a0"/>
    <w:uiPriority w:val="22"/>
    <w:qFormat/>
    <w:rsid w:val="00D615D8"/>
    <w:rPr>
      <w:b w:val="0"/>
      <w:bCs w:val="0"/>
    </w:rPr>
  </w:style>
  <w:style w:type="table" w:styleId="ad">
    <w:name w:val="Table Grid"/>
    <w:basedOn w:val="a1"/>
    <w:rsid w:val="00E408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10E"/>
  </w:style>
  <w:style w:type="paragraph" w:styleId="1">
    <w:name w:val="heading 1"/>
    <w:basedOn w:val="a"/>
    <w:next w:val="a"/>
    <w:qFormat/>
    <w:rsid w:val="00E2751E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2751E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2751E"/>
    <w:pPr>
      <w:jc w:val="both"/>
    </w:pPr>
    <w:rPr>
      <w:sz w:val="24"/>
    </w:rPr>
  </w:style>
  <w:style w:type="paragraph" w:styleId="a4">
    <w:name w:val="header"/>
    <w:basedOn w:val="a"/>
    <w:rsid w:val="00E2751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E2751E"/>
  </w:style>
  <w:style w:type="paragraph" w:styleId="a6">
    <w:name w:val="footer"/>
    <w:basedOn w:val="a"/>
    <w:rsid w:val="00E2751E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537F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37FC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37FC0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numbering" w:customStyle="1" w:styleId="10">
    <w:name w:val="Нет списка1"/>
    <w:next w:val="a2"/>
    <w:uiPriority w:val="99"/>
    <w:semiHidden/>
    <w:unhideWhenUsed/>
    <w:rsid w:val="00471CDD"/>
  </w:style>
  <w:style w:type="paragraph" w:customStyle="1" w:styleId="Heading">
    <w:name w:val="Heading"/>
    <w:basedOn w:val="Standard"/>
    <w:next w:val="Textbody"/>
    <w:rsid w:val="00471CD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471CDD"/>
    <w:pPr>
      <w:spacing w:after="120"/>
    </w:pPr>
  </w:style>
  <w:style w:type="paragraph" w:styleId="a9">
    <w:name w:val="List"/>
    <w:basedOn w:val="Textbody"/>
    <w:rsid w:val="00471CDD"/>
  </w:style>
  <w:style w:type="paragraph" w:styleId="aa">
    <w:name w:val="caption"/>
    <w:basedOn w:val="Standard"/>
    <w:rsid w:val="00471CD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71CDD"/>
    <w:pPr>
      <w:suppressLineNumbers/>
    </w:pPr>
  </w:style>
  <w:style w:type="paragraph" w:styleId="ab">
    <w:name w:val="Normal (Web)"/>
    <w:basedOn w:val="Standard"/>
    <w:rsid w:val="00471CDD"/>
    <w:pPr>
      <w:spacing w:before="100" w:after="100"/>
    </w:pPr>
  </w:style>
  <w:style w:type="paragraph" w:customStyle="1" w:styleId="TableContents">
    <w:name w:val="Table Contents"/>
    <w:basedOn w:val="Standard"/>
    <w:rsid w:val="00471CDD"/>
    <w:pPr>
      <w:suppressLineNumbers/>
    </w:pPr>
  </w:style>
  <w:style w:type="paragraph" w:customStyle="1" w:styleId="TableHeading">
    <w:name w:val="Table Heading"/>
    <w:basedOn w:val="TableContents"/>
    <w:rsid w:val="00471CDD"/>
    <w:pPr>
      <w:jc w:val="center"/>
    </w:pPr>
    <w:rPr>
      <w:b/>
      <w:bCs/>
    </w:rPr>
  </w:style>
  <w:style w:type="character" w:customStyle="1" w:styleId="Internetlink">
    <w:name w:val="Internet link"/>
    <w:rsid w:val="00471CDD"/>
    <w:rPr>
      <w:color w:val="000080"/>
      <w:u w:val="single"/>
    </w:rPr>
  </w:style>
  <w:style w:type="character" w:customStyle="1" w:styleId="NumberingSymbols">
    <w:name w:val="Numbering Symbols"/>
    <w:rsid w:val="00471CDD"/>
  </w:style>
  <w:style w:type="character" w:customStyle="1" w:styleId="BulletSymbols">
    <w:name w:val="Bullet Symbols"/>
    <w:rsid w:val="00471CDD"/>
    <w:rPr>
      <w:rFonts w:ascii="OpenSymbol" w:eastAsia="OpenSymbol" w:hAnsi="OpenSymbol" w:cs="OpenSymbol"/>
    </w:rPr>
  </w:style>
  <w:style w:type="character" w:customStyle="1" w:styleId="copytarget">
    <w:name w:val="copy_target"/>
    <w:basedOn w:val="a0"/>
    <w:rsid w:val="00422A0D"/>
  </w:style>
  <w:style w:type="character" w:customStyle="1" w:styleId="extended-textshort">
    <w:name w:val="extended-text__short"/>
    <w:basedOn w:val="a0"/>
    <w:rsid w:val="00C22A86"/>
  </w:style>
  <w:style w:type="character" w:customStyle="1" w:styleId="pseudo-link">
    <w:name w:val="pseudo-link"/>
    <w:basedOn w:val="a0"/>
    <w:rsid w:val="00F64ACC"/>
  </w:style>
  <w:style w:type="character" w:styleId="ac">
    <w:name w:val="Strong"/>
    <w:basedOn w:val="a0"/>
    <w:uiPriority w:val="22"/>
    <w:qFormat/>
    <w:rsid w:val="00D615D8"/>
    <w:rPr>
      <w:b w:val="0"/>
      <w:bCs w:val="0"/>
    </w:rPr>
  </w:style>
  <w:style w:type="table" w:styleId="ad">
    <w:name w:val="Table Grid"/>
    <w:basedOn w:val="a1"/>
    <w:rsid w:val="00E408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8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29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9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634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09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424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603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410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8063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0537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2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5051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0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8241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21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6" w:space="8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1603">
                                      <w:marLeft w:val="-150"/>
                                      <w:marRight w:val="-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0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5F85A-E545-42F5-A003-90EA50F2A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230</Pages>
  <Words>36308</Words>
  <Characters>206962</Characters>
  <Application>Microsoft Office Word</Application>
  <DocSecurity>0</DocSecurity>
  <Lines>1724</Lines>
  <Paragraphs>485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242785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2023-12-07T02:52:00Z</cp:lastPrinted>
  <dcterms:created xsi:type="dcterms:W3CDTF">2023-12-07T03:09:00Z</dcterms:created>
  <dcterms:modified xsi:type="dcterms:W3CDTF">2023-12-07T03:09:00Z</dcterms:modified>
</cp:coreProperties>
</file>